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DCDB23" w14:textId="490C2BB5" w:rsidR="002C106E" w:rsidRPr="002C106E" w:rsidRDefault="002C106E" w:rsidP="00F9342A">
      <w:pPr>
        <w:rPr>
          <w:b/>
          <w:bCs/>
          <w:sz w:val="48"/>
          <w:szCs w:val="48"/>
        </w:rPr>
      </w:pPr>
      <w:r w:rsidRPr="002C106E">
        <w:rPr>
          <w:bdr w:val="none" w:sz="0" w:space="0" w:color="auto" w:frame="1"/>
        </w:rPr>
        <w:t xml:space="preserve">Where Do We Stand on the Exclamation Point? </w:t>
      </w:r>
      <w:bookmarkStart w:id="0" w:name="_GoBack"/>
      <w:bookmarkEnd w:id="0"/>
    </w:p>
    <w:p w14:paraId="0CCFA60F" w14:textId="77777777" w:rsidR="002C106E" w:rsidRPr="002C106E" w:rsidRDefault="002C106E" w:rsidP="00F9342A">
      <w:r w:rsidRPr="002C106E">
        <w:t>Some people who have been told to avoid them are wondering. (The rest of us don’t care!)</w:t>
      </w:r>
    </w:p>
    <w:p w14:paraId="51362D51" w14:textId="77777777" w:rsidR="002C106E" w:rsidRPr="002C106E" w:rsidRDefault="002C106E" w:rsidP="00F9342A">
      <w:r w:rsidRPr="002C106E">
        <w:rPr>
          <w:rFonts w:ascii="Helvetica" w:hAnsi="Helvetica" w:cs="Helvetica"/>
          <w:b/>
          <w:bCs/>
          <w:color w:val="333333"/>
          <w:spacing w:val="5"/>
          <w:bdr w:val="none" w:sz="0" w:space="0" w:color="auto" w:frame="1"/>
        </w:rPr>
        <w:t xml:space="preserve">By </w:t>
      </w:r>
      <w:hyperlink r:id="rId5" w:history="1">
        <w:r w:rsidRPr="002C106E">
          <w:rPr>
            <w:rFonts w:ascii="Helvetica" w:hAnsi="Helvetica" w:cs="Helvetica"/>
            <w:b/>
            <w:bCs/>
            <w:color w:val="333333"/>
            <w:spacing w:val="5"/>
            <w:u w:val="single"/>
            <w:bdr w:val="none" w:sz="0" w:space="0" w:color="auto" w:frame="1"/>
          </w:rPr>
          <w:t>Emma Goldberg</w:t>
        </w:r>
      </w:hyperlink>
    </w:p>
    <w:p w14:paraId="26756840" w14:textId="77777777" w:rsidR="002C106E" w:rsidRPr="002C106E" w:rsidRDefault="002C106E" w:rsidP="00F9342A">
      <w:r w:rsidRPr="002C106E">
        <w:rPr>
          <w:color w:val="333333"/>
          <w:bdr w:val="none" w:sz="0" w:space="0" w:color="auto" w:frame="1"/>
        </w:rPr>
        <w:t>Sept. 27, 2019</w:t>
      </w:r>
      <w:r w:rsidRPr="002C106E">
        <w:rPr>
          <w:bdr w:val="none" w:sz="0" w:space="0" w:color="auto" w:frame="1"/>
        </w:rPr>
        <w:t>Updated 2:42 p.m. ET</w:t>
      </w:r>
    </w:p>
    <w:p w14:paraId="012D2157" w14:textId="77777777" w:rsidR="002C106E" w:rsidRPr="002C106E" w:rsidRDefault="002C106E" w:rsidP="00F9342A">
      <w:r w:rsidRPr="002C106E">
        <w:t xml:space="preserve">Meredith Golden says that finding your soulmate on Tinder is easy, </w:t>
      </w:r>
      <w:proofErr w:type="gramStart"/>
      <w:r w:rsidRPr="002C106E">
        <w:t xml:space="preserve">as </w:t>
      </w:r>
      <w:r w:rsidRPr="00F9342A">
        <w:t>long</w:t>
      </w:r>
      <w:r w:rsidRPr="002C106E">
        <w:t xml:space="preserve"> as</w:t>
      </w:r>
      <w:proofErr w:type="gramEnd"/>
      <w:r w:rsidRPr="002C106E">
        <w:t xml:space="preserve"> you swear off one vice. It isn’t cigarettes or cheese fries. It’s slimmer, sneakier. That cardinal sin: the exclamation point.</w:t>
      </w:r>
    </w:p>
    <w:p w14:paraId="3B64C206" w14:textId="77777777" w:rsidR="002C106E" w:rsidRPr="002C106E" w:rsidRDefault="002C106E" w:rsidP="00F9342A">
      <w:r w:rsidRPr="002C106E">
        <w:t xml:space="preserve">“Punctuation should not be excessive, especially in an opening message,” said Ms. Golden, who </w:t>
      </w:r>
      <w:hyperlink r:id="rId6" w:history="1">
        <w:proofErr w:type="spellStart"/>
        <w:r w:rsidRPr="002C106E">
          <w:rPr>
            <w:color w:val="326891"/>
            <w:u w:val="single"/>
            <w:bdr w:val="none" w:sz="0" w:space="0" w:color="auto" w:frame="1"/>
          </w:rPr>
          <w:t>ghostwrites</w:t>
        </w:r>
        <w:proofErr w:type="spellEnd"/>
      </w:hyperlink>
      <w:r w:rsidRPr="002C106E">
        <w:t xml:space="preserve"> for those struggling on the dating apps. She has seen too many hopes dashed by an overly enthusiastic greeting.</w:t>
      </w:r>
    </w:p>
    <w:p w14:paraId="23743B98" w14:textId="77777777" w:rsidR="002C106E" w:rsidRPr="002C106E" w:rsidRDefault="002C106E" w:rsidP="00F9342A">
      <w:r w:rsidRPr="002C106E">
        <w:t xml:space="preserve">Conveniently, her rules also apply to the workplace. The sly devil is just as loathsome in the office, where it has been said to ring unprofessional. So much so that Tami Reiss, a product strategist, created a Gmail plug-in called </w:t>
      </w:r>
      <w:hyperlink r:id="rId7" w:tgtFrame="_blank" w:history="1">
        <w:r w:rsidRPr="002C106E">
          <w:rPr>
            <w:color w:val="326891"/>
            <w:u w:val="single"/>
            <w:bdr w:val="none" w:sz="0" w:space="0" w:color="auto" w:frame="1"/>
          </w:rPr>
          <w:t>Just Not Sorry</w:t>
        </w:r>
      </w:hyperlink>
      <w:r w:rsidRPr="002C106E">
        <w:t>, that alerts users when they’ve exceeded the appropriate number of marks (two) in a work email.</w:t>
      </w:r>
    </w:p>
    <w:p w14:paraId="3D1F0C3D" w14:textId="77777777" w:rsidR="002C106E" w:rsidRPr="002C106E" w:rsidRDefault="002C106E" w:rsidP="00F9342A">
      <w:r w:rsidRPr="002C106E">
        <w:t xml:space="preserve">“This isn’t Vegas on a </w:t>
      </w:r>
      <w:proofErr w:type="gramStart"/>
      <w:r w:rsidRPr="002C106E">
        <w:t>girls</w:t>
      </w:r>
      <w:proofErr w:type="gramEnd"/>
      <w:r w:rsidRPr="002C106E">
        <w:t xml:space="preserve"> trip,” said Ms. Reiss. “The triple exclamation point is great when your best friend just got engaged, but at work, it can come off as juvenile.”</w:t>
      </w:r>
    </w:p>
    <w:p w14:paraId="103D233B" w14:textId="77777777" w:rsidR="002C106E" w:rsidRPr="002C106E" w:rsidRDefault="002C106E" w:rsidP="00F9342A">
      <w:r w:rsidRPr="002C106E">
        <w:t xml:space="preserve">The exclamation point is more than </w:t>
      </w:r>
      <w:hyperlink r:id="rId8" w:tgtFrame="_blank" w:history="1">
        <w:r w:rsidRPr="002C106E">
          <w:rPr>
            <w:color w:val="326891"/>
            <w:u w:val="single"/>
            <w:bdr w:val="none" w:sz="0" w:space="0" w:color="auto" w:frame="1"/>
          </w:rPr>
          <w:t>five centuries old</w:t>
        </w:r>
      </w:hyperlink>
      <w:r w:rsidRPr="002C106E">
        <w:t>, but it can easily be mistaken for the runt of the punctuation family. It wants your forgiveness and attention. It wants undying love, while you’re at it. The mark is to grammar what a Red Sox fan is to baseball, insisting it’s the underdog yet coming out on top, spilling its beer on your lap in exaltation.</w:t>
      </w:r>
    </w:p>
    <w:p w14:paraId="147D49B4" w14:textId="77777777" w:rsidR="002C106E" w:rsidRPr="002C106E" w:rsidRDefault="002C106E" w:rsidP="00F9342A">
      <w:r w:rsidRPr="002C106E">
        <w:t>To Jonny Sun, a writer on “BoJack Horseman” and a viral tweeter, the exclamation point is the wild child. “It’s a rebellion against the weighty rules of grammar that were passed down to us,” he said. “The exclamation point is a way of saying we’re bucking these rules because they feel old fashioned and dusty.” The period, in contrast, “feels like a sigh.”</w:t>
      </w:r>
    </w:p>
    <w:p w14:paraId="25814BDE" w14:textId="77777777" w:rsidR="002C106E" w:rsidRPr="002C106E" w:rsidRDefault="002C106E" w:rsidP="00F9342A">
      <w:r w:rsidRPr="002C106E">
        <w:t xml:space="preserve">Authors and editors typically denigrate the insurgent mark as undignified. </w:t>
      </w:r>
      <w:proofErr w:type="spellStart"/>
      <w:r w:rsidRPr="002C106E">
        <w:t>Veneeta</w:t>
      </w:r>
      <w:proofErr w:type="spellEnd"/>
      <w:r w:rsidRPr="002C106E">
        <w:t xml:space="preserve"> </w:t>
      </w:r>
      <w:proofErr w:type="spellStart"/>
      <w:r w:rsidRPr="002C106E">
        <w:t>Dayal</w:t>
      </w:r>
      <w:proofErr w:type="spellEnd"/>
      <w:r w:rsidRPr="002C106E">
        <w:t xml:space="preserve">, a professor of linguistics at Yale, said formal communication has historically separated the informational from the emotional — and the exclamation point lines up with the latter. The author Elmore Leonard </w:t>
      </w:r>
      <w:hyperlink r:id="rId9" w:history="1">
        <w:r w:rsidRPr="002C106E">
          <w:rPr>
            <w:color w:val="326891"/>
            <w:u w:val="single"/>
            <w:bdr w:val="none" w:sz="0" w:space="0" w:color="auto" w:frame="1"/>
          </w:rPr>
          <w:t>advised</w:t>
        </w:r>
      </w:hyperlink>
      <w:r w:rsidRPr="002C106E">
        <w:t xml:space="preserve"> writers to measure out “two or three per 100,000 words of prose.” F. Scott Fitzgerald said exclamation points amount to “laughing at your own jokes.” The mark was most at home on the children’s shelf, in titles like “Oh, the Places You’ll Go!” and “Good Grief, Charlie Brown!”</w:t>
      </w:r>
    </w:p>
    <w:p w14:paraId="6C485671" w14:textId="77777777" w:rsidR="002C106E" w:rsidRPr="002C106E" w:rsidRDefault="002C106E" w:rsidP="00F9342A">
      <w:r w:rsidRPr="002C106E">
        <w:rPr>
          <w:rFonts w:ascii="Georgia" w:hAnsi="Georgia"/>
          <w:color w:val="333333"/>
        </w:rPr>
        <w:t>Eager to please and good with kids, the exclamation point</w:t>
      </w:r>
      <w:r w:rsidRPr="002C106E">
        <w:t xml:space="preserve"> </w:t>
      </w:r>
      <w:hyperlink r:id="rId10" w:tgtFrame="_blank" w:history="1">
        <w:r w:rsidRPr="002C106E">
          <w:rPr>
            <w:rFonts w:ascii="Georgia" w:hAnsi="Georgia"/>
            <w:color w:val="326891"/>
            <w:u w:val="single"/>
            <w:bdr w:val="none" w:sz="0" w:space="0" w:color="auto" w:frame="1"/>
          </w:rPr>
          <w:t>skews feminine</w:t>
        </w:r>
      </w:hyperlink>
      <w:r w:rsidRPr="002C106E">
        <w:rPr>
          <w:rFonts w:ascii="Georgia" w:hAnsi="Georgia"/>
          <w:color w:val="333333"/>
        </w:rPr>
        <w:t>. The writer Amelia Tait calls it “</w:t>
      </w:r>
      <w:hyperlink r:id="rId11" w:tgtFrame="_blank" w:history="1">
        <w:r w:rsidRPr="002C106E">
          <w:rPr>
            <w:rFonts w:ascii="Georgia" w:hAnsi="Georgia"/>
            <w:color w:val="326891"/>
            <w:u w:val="single"/>
            <w:bdr w:val="none" w:sz="0" w:space="0" w:color="auto" w:frame="1"/>
          </w:rPr>
          <w:t xml:space="preserve">emotional </w:t>
        </w:r>
        <w:proofErr w:type="spellStart"/>
        <w:r w:rsidRPr="002C106E">
          <w:rPr>
            <w:rFonts w:ascii="Georgia" w:hAnsi="Georgia"/>
            <w:color w:val="326891"/>
            <w:u w:val="single"/>
            <w:bdr w:val="none" w:sz="0" w:space="0" w:color="auto" w:frame="1"/>
          </w:rPr>
          <w:t>labor</w:t>
        </w:r>
        <w:proofErr w:type="spellEnd"/>
      </w:hyperlink>
      <w:r w:rsidRPr="002C106E">
        <w:rPr>
          <w:rFonts w:ascii="Georgia" w:hAnsi="Georgia"/>
          <w:color w:val="333333"/>
        </w:rPr>
        <w:t>” in grammatical form, shouldering the responsibility to ease tension or hurt.</w:t>
      </w:r>
      <w:r w:rsidRPr="002C106E">
        <w:t xml:space="preserve"> </w:t>
      </w:r>
      <w:hyperlink r:id="rId12" w:history="1">
        <w:r w:rsidRPr="002C106E">
          <w:rPr>
            <w:rFonts w:ascii="Georgia" w:hAnsi="Georgia"/>
            <w:color w:val="326891"/>
            <w:u w:val="single"/>
            <w:bdr w:val="none" w:sz="0" w:space="0" w:color="auto" w:frame="1"/>
          </w:rPr>
          <w:t>Gretchen McCulloch</w:t>
        </w:r>
      </w:hyperlink>
      <w:r w:rsidRPr="002C106E">
        <w:rPr>
          <w:rFonts w:ascii="Georgia" w:hAnsi="Georgia"/>
          <w:color w:val="333333"/>
        </w:rPr>
        <w:t>, a creator of the podcast “</w:t>
      </w:r>
      <w:proofErr w:type="spellStart"/>
      <w:r w:rsidRPr="002C106E">
        <w:rPr>
          <w:rFonts w:ascii="Georgia" w:hAnsi="Georgia"/>
          <w:color w:val="333333"/>
        </w:rPr>
        <w:t>Lingthusiasm</w:t>
      </w:r>
      <w:proofErr w:type="spellEnd"/>
      <w:r w:rsidRPr="002C106E">
        <w:rPr>
          <w:rFonts w:ascii="Georgia" w:hAnsi="Georgia"/>
          <w:color w:val="333333"/>
        </w:rPr>
        <w:t xml:space="preserve">,” said it functions as a “social smile” and a mark of sincerity in a time when irony abounds. It just wants to Marie Kondo your sentences — to clear out a small space and spark some joy. (Its origin is the Latin symbol for joy, </w:t>
      </w:r>
      <w:proofErr w:type="spellStart"/>
      <w:r w:rsidRPr="002C106E">
        <w:rPr>
          <w:rFonts w:ascii="Georgia" w:hAnsi="Georgia"/>
          <w:color w:val="333333"/>
        </w:rPr>
        <w:t>io</w:t>
      </w:r>
      <w:proofErr w:type="spellEnd"/>
      <w:r w:rsidRPr="002C106E">
        <w:rPr>
          <w:rFonts w:ascii="Georgia" w:hAnsi="Georgia"/>
          <w:color w:val="333333"/>
        </w:rPr>
        <w:t>.)</w:t>
      </w:r>
    </w:p>
    <w:p w14:paraId="2E29223D" w14:textId="77777777" w:rsidR="002C106E" w:rsidRPr="002C106E" w:rsidRDefault="002C106E" w:rsidP="00F9342A">
      <w:r w:rsidRPr="002C106E">
        <w:t>To some grammarians, attempts to condemn the mark smack of a dog whistle for sexism. “Use too many exclamation points and you won’t be taken seriously, use too few and you can come off as cold,” said Deborah Tannen, a Georgetown linguistics professor who helped coin the phrase “double bind.” “It’s the story of women’s lives in a nutshell.”</w:t>
      </w:r>
    </w:p>
    <w:p w14:paraId="7B135B4B" w14:textId="77777777" w:rsidR="002C106E" w:rsidRPr="002C106E" w:rsidRDefault="002C106E" w:rsidP="00F9342A">
      <w:r w:rsidRPr="002C106E">
        <w:rPr>
          <w:rFonts w:ascii="Georgia" w:hAnsi="Georgia"/>
          <w:color w:val="333333"/>
        </w:rPr>
        <w:lastRenderedPageBreak/>
        <w:t>Lucky for the perky punctuation, women have a way of starting trends. Dr. Tannen cited</w:t>
      </w:r>
      <w:r w:rsidRPr="002C106E">
        <w:t xml:space="preserve"> </w:t>
      </w:r>
      <w:hyperlink r:id="rId13" w:history="1">
        <w:r w:rsidRPr="002C106E">
          <w:rPr>
            <w:rFonts w:ascii="Georgia" w:hAnsi="Georgia"/>
            <w:color w:val="326891"/>
            <w:u w:val="single"/>
            <w:bdr w:val="none" w:sz="0" w:space="0" w:color="auto" w:frame="1"/>
          </w:rPr>
          <w:t>research</w:t>
        </w:r>
      </w:hyperlink>
      <w:r w:rsidRPr="002C106E">
        <w:t xml:space="preserve"> </w:t>
      </w:r>
      <w:r w:rsidRPr="002C106E">
        <w:rPr>
          <w:rFonts w:ascii="Georgia" w:hAnsi="Georgia"/>
          <w:color w:val="333333"/>
        </w:rPr>
        <w:t xml:space="preserve">showing young women are often at the forefront of shifts in linguistic </w:t>
      </w:r>
      <w:proofErr w:type="spellStart"/>
      <w:r w:rsidRPr="002C106E">
        <w:rPr>
          <w:rFonts w:ascii="Georgia" w:hAnsi="Georgia"/>
          <w:color w:val="333333"/>
        </w:rPr>
        <w:t>behavior</w:t>
      </w:r>
      <w:proofErr w:type="spellEnd"/>
      <w:r w:rsidRPr="002C106E">
        <w:rPr>
          <w:rFonts w:ascii="Georgia" w:hAnsi="Georgia"/>
          <w:color w:val="333333"/>
        </w:rPr>
        <w:t>, from</w:t>
      </w:r>
      <w:r w:rsidRPr="002C106E">
        <w:t xml:space="preserve"> </w:t>
      </w:r>
      <w:hyperlink r:id="rId14" w:tgtFrame="_blank" w:history="1">
        <w:r w:rsidRPr="002C106E">
          <w:rPr>
            <w:rFonts w:ascii="Georgia" w:hAnsi="Georgia"/>
            <w:color w:val="326891"/>
            <w:u w:val="single"/>
            <w:bdr w:val="none" w:sz="0" w:space="0" w:color="auto" w:frame="1"/>
          </w:rPr>
          <w:t>vocal fry</w:t>
        </w:r>
      </w:hyperlink>
      <w:r w:rsidRPr="002C106E">
        <w:t xml:space="preserve"> </w:t>
      </w:r>
      <w:r w:rsidRPr="002C106E">
        <w:rPr>
          <w:rFonts w:ascii="Georgia" w:hAnsi="Georgia"/>
          <w:color w:val="333333"/>
        </w:rPr>
        <w:t>to uptalk. She said that as the informality of digital speak spills over into professional communications, a single exclamation point is becoming just as common as the period. Some are sounding the alarm on “</w:t>
      </w:r>
      <w:hyperlink r:id="rId15" w:tgtFrame="_blank" w:history="1">
        <w:r w:rsidRPr="002C106E">
          <w:rPr>
            <w:rFonts w:ascii="Georgia" w:hAnsi="Georgia"/>
            <w:color w:val="326891"/>
            <w:u w:val="single"/>
            <w:bdr w:val="none" w:sz="0" w:space="0" w:color="auto" w:frame="1"/>
          </w:rPr>
          <w:t>exclamation-point inflation</w:t>
        </w:r>
      </w:hyperlink>
      <w:r w:rsidRPr="002C106E">
        <w:rPr>
          <w:rFonts w:ascii="Georgia" w:hAnsi="Georgia"/>
          <w:color w:val="333333"/>
        </w:rPr>
        <w:t>.”</w:t>
      </w:r>
    </w:p>
    <w:p w14:paraId="30A243FC" w14:textId="77777777" w:rsidR="002C106E" w:rsidRPr="002C106E" w:rsidRDefault="002C106E" w:rsidP="00F9342A">
      <w:r w:rsidRPr="002C106E">
        <w:t>The meaning of the mark has also begun to change in context. Lana Del Rey’s end-of-the-world album “</w:t>
      </w:r>
      <w:hyperlink r:id="rId16" w:history="1">
        <w:r w:rsidRPr="002C106E">
          <w:rPr>
            <w:color w:val="326891"/>
            <w:u w:val="single"/>
            <w:bdr w:val="none" w:sz="0" w:space="0" w:color="auto" w:frame="1"/>
          </w:rPr>
          <w:t>Norman ______ Rockwell</w:t>
        </w:r>
      </w:hyperlink>
      <w:r w:rsidRPr="002C106E">
        <w:t>!” hardly bears the optimism of a Dr. Seuss title, despite its punctuation. Taylor Swift’s “</w:t>
      </w:r>
      <w:hyperlink r:id="rId17" w:history="1">
        <w:r w:rsidRPr="002C106E">
          <w:rPr>
            <w:color w:val="326891"/>
            <w:u w:val="single"/>
            <w:bdr w:val="none" w:sz="0" w:space="0" w:color="auto" w:frame="1"/>
          </w:rPr>
          <w:t>ME</w:t>
        </w:r>
      </w:hyperlink>
      <w:r w:rsidRPr="002C106E">
        <w:t>!,” on the other hand, more closely approximates the tone of a children’s book. President Trump has issued more tweets with exclamation points than executive orders since entering office. Usually they express an enthusiasm that borders on rage.</w:t>
      </w:r>
    </w:p>
    <w:p w14:paraId="5C16D836" w14:textId="77777777" w:rsidR="002C106E" w:rsidRPr="002C106E" w:rsidRDefault="002C106E" w:rsidP="00F9342A">
      <w:r w:rsidRPr="002C106E">
        <w:t xml:space="preserve">Regardless of the intent behind its usage, many exclamation point </w:t>
      </w:r>
      <w:proofErr w:type="spellStart"/>
      <w:r w:rsidRPr="002C106E">
        <w:t>skeptics</w:t>
      </w:r>
      <w:proofErr w:type="spellEnd"/>
      <w:r w:rsidRPr="002C106E">
        <w:t xml:space="preserve"> remain. Beth Dunn, a product editor at HubSpot, made a </w:t>
      </w:r>
      <w:hyperlink r:id="rId18" w:tgtFrame="_blank" w:history="1">
        <w:r w:rsidRPr="002C106E">
          <w:rPr>
            <w:color w:val="326891"/>
            <w:u w:val="single"/>
            <w:bdr w:val="none" w:sz="0" w:space="0" w:color="auto" w:frame="1"/>
          </w:rPr>
          <w:t>flow chart</w:t>
        </w:r>
      </w:hyperlink>
      <w:r w:rsidRPr="002C106E">
        <w:t xml:space="preserve"> indicating it’s only appropriate for an emergency: “Hey! I’m on fire.”</w:t>
      </w:r>
    </w:p>
    <w:p w14:paraId="73717C43" w14:textId="77777777" w:rsidR="002C106E" w:rsidRPr="002C106E" w:rsidRDefault="002C106E" w:rsidP="00F9342A">
      <w:r w:rsidRPr="002C106E">
        <w:t xml:space="preserve">Lydia Horne, the editorial business manager at Wired magazine, stopped using the mark in February. </w:t>
      </w:r>
      <w:proofErr w:type="spellStart"/>
      <w:r w:rsidRPr="002C106E">
        <w:t>Afterward</w:t>
      </w:r>
      <w:proofErr w:type="spellEnd"/>
      <w:r w:rsidRPr="002C106E">
        <w:t>, her first few correspondences were awkward — a tepid Slack to her boss, a cold text turning down a date — but she found the restraint worthwhile.</w:t>
      </w:r>
    </w:p>
    <w:p w14:paraId="63B8FEB7" w14:textId="77777777" w:rsidR="002C106E" w:rsidRPr="002C106E" w:rsidRDefault="002C106E" w:rsidP="00F9342A">
      <w:r w:rsidRPr="002C106E">
        <w:t>“A cleanse is good for the writing metabolism,” Ms. Horne said. She added that the point can serve as a crutch; tossing it helped her to find more precise language to express her emotions.</w:t>
      </w:r>
    </w:p>
    <w:p w14:paraId="4B108D5E" w14:textId="77777777" w:rsidR="002C106E" w:rsidRPr="002C106E" w:rsidRDefault="002C106E" w:rsidP="00F9342A">
      <w:r w:rsidRPr="002C106E">
        <w:t>Clare Palo, a social media editor at New York Magazine, declared last week that the anti-exclamation point movement “</w:t>
      </w:r>
      <w:hyperlink r:id="rId19" w:tgtFrame="_blank" w:history="1">
        <w:r w:rsidRPr="002C106E">
          <w:rPr>
            <w:color w:val="326891"/>
            <w:u w:val="single"/>
            <w:bdr w:val="none" w:sz="0" w:space="0" w:color="auto" w:frame="1"/>
          </w:rPr>
          <w:t>has gone too far.</w:t>
        </w:r>
      </w:hyperlink>
      <w:r w:rsidRPr="002C106E">
        <w:t xml:space="preserve">” Her whole life she has been told by friends, the internet and, most recently, her landlord, to tone down her punctuation. What’s so wrong, she asked, with wanting to spread some digital cheer? Her colleague </w:t>
      </w:r>
      <w:hyperlink r:id="rId20" w:tgtFrame="_blank" w:history="1">
        <w:r w:rsidRPr="002C106E">
          <w:rPr>
            <w:color w:val="326891"/>
            <w:u w:val="single"/>
            <w:bdr w:val="none" w:sz="0" w:space="0" w:color="auto" w:frame="1"/>
          </w:rPr>
          <w:t xml:space="preserve">Madeleine </w:t>
        </w:r>
        <w:proofErr w:type="spellStart"/>
        <w:r w:rsidRPr="002C106E">
          <w:rPr>
            <w:color w:val="326891"/>
            <w:u w:val="single"/>
            <w:bdr w:val="none" w:sz="0" w:space="0" w:color="auto" w:frame="1"/>
          </w:rPr>
          <w:t>Aggeler</w:t>
        </w:r>
        <w:proofErr w:type="spellEnd"/>
      </w:hyperlink>
      <w:r w:rsidRPr="002C106E">
        <w:t xml:space="preserve"> noted that at this point in the digital evolution of language, ending a sentence in a period (“okay.”) can be misread as: “Why don’t you crawl into a cave and die?”</w:t>
      </w:r>
    </w:p>
    <w:p w14:paraId="50730DBA" w14:textId="77777777" w:rsidR="002C106E" w:rsidRPr="002C106E" w:rsidRDefault="002C106E" w:rsidP="00F9342A">
      <w:r w:rsidRPr="002C106E">
        <w:t>Ms. Palo thinks Gen Z may turn the tide all the way. “Gen Z-</w:t>
      </w:r>
      <w:proofErr w:type="spellStart"/>
      <w:r w:rsidRPr="002C106E">
        <w:t>ers</w:t>
      </w:r>
      <w:proofErr w:type="spellEnd"/>
      <w:r w:rsidRPr="002C106E">
        <w:t xml:space="preserve"> use exclamation points more casually because they grew up texting,” she said. (Older generations may be less comfortable with the mark because it didn’t appear on a typewriter; rendering one required three different keys.)</w:t>
      </w:r>
    </w:p>
    <w:p w14:paraId="68E26C0A" w14:textId="77777777" w:rsidR="002C106E" w:rsidRPr="002C106E" w:rsidRDefault="002C106E" w:rsidP="00F9342A">
      <w:r w:rsidRPr="002C106E">
        <w:t xml:space="preserve">When Ms. </w:t>
      </w:r>
      <w:proofErr w:type="spellStart"/>
      <w:r w:rsidRPr="002C106E">
        <w:t>Aggeler</w:t>
      </w:r>
      <w:proofErr w:type="spellEnd"/>
      <w:r w:rsidRPr="002C106E">
        <w:t xml:space="preserve"> wrote a plea for more exclamation point use, she received responses calling her a “coddled millennial.” She finds the punctuation policing baffling. “You don’t go to the office to be rude,” she said. “If you can easily make people more comfortable with an exclamation point, why wouldn’t you do it?”</w:t>
      </w:r>
    </w:p>
    <w:p w14:paraId="5157A2CF" w14:textId="77777777" w:rsidR="002C106E" w:rsidRPr="002C106E" w:rsidRDefault="002C106E" w:rsidP="00F9342A">
      <w:r w:rsidRPr="002C106E">
        <w:t xml:space="preserve">Other writers, </w:t>
      </w:r>
      <w:hyperlink r:id="rId21" w:history="1">
        <w:r w:rsidRPr="002C106E">
          <w:rPr>
            <w:color w:val="326891"/>
            <w:u w:val="single"/>
            <w:bdr w:val="none" w:sz="0" w:space="0" w:color="auto" w:frame="1"/>
          </w:rPr>
          <w:t>professional and otherwise</w:t>
        </w:r>
      </w:hyperlink>
      <w:r w:rsidRPr="002C106E">
        <w:t xml:space="preserve">, agree that the mark is symbolic but, </w:t>
      </w:r>
      <w:proofErr w:type="spellStart"/>
      <w:r w:rsidRPr="002C106E">
        <w:t>Loryn</w:t>
      </w:r>
      <w:proofErr w:type="spellEnd"/>
      <w:r w:rsidRPr="002C106E">
        <w:t xml:space="preserve"> </w:t>
      </w:r>
      <w:proofErr w:type="spellStart"/>
      <w:r w:rsidRPr="002C106E">
        <w:t>Brantz</w:t>
      </w:r>
      <w:proofErr w:type="spellEnd"/>
      <w:r w:rsidRPr="002C106E">
        <w:t>, the author of “Feminist Baby,” sees its deployment as a act of protest.</w:t>
      </w:r>
    </w:p>
    <w:p w14:paraId="2A0DBD9C" w14:textId="6E1D6A31" w:rsidR="002C106E" w:rsidRDefault="002C106E" w:rsidP="00F9342A">
      <w:r w:rsidRPr="002C106E">
        <w:t>“To use exclamation points is a very small and subtle way to defy the patriarchy of the workplace(!),” she wrote in an email.</w:t>
      </w:r>
    </w:p>
    <w:p w14:paraId="797FBFA0" w14:textId="77777777" w:rsidR="002C106E" w:rsidRPr="002C106E" w:rsidRDefault="002C106E" w:rsidP="00F9342A"/>
    <w:sectPr w:rsidR="002C106E" w:rsidRPr="002C106E" w:rsidSect="009839E0">
      <w:pgSz w:w="11907" w:h="16839" w:code="9"/>
      <w:pgMar w:top="1440" w:right="1077" w:bottom="1440"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2A2664"/>
    <w:multiLevelType w:val="hybridMultilevel"/>
    <w:tmpl w:val="C1265CC4"/>
    <w:lvl w:ilvl="0" w:tplc="557286C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567"/>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06E"/>
    <w:rsid w:val="000009B3"/>
    <w:rsid w:val="00001569"/>
    <w:rsid w:val="000015D4"/>
    <w:rsid w:val="00002052"/>
    <w:rsid w:val="000024A5"/>
    <w:rsid w:val="00002784"/>
    <w:rsid w:val="000028B6"/>
    <w:rsid w:val="0000327D"/>
    <w:rsid w:val="00004731"/>
    <w:rsid w:val="00005196"/>
    <w:rsid w:val="0000531F"/>
    <w:rsid w:val="00006AC1"/>
    <w:rsid w:val="00010053"/>
    <w:rsid w:val="00010074"/>
    <w:rsid w:val="000101EB"/>
    <w:rsid w:val="00010690"/>
    <w:rsid w:val="00011048"/>
    <w:rsid w:val="0001197E"/>
    <w:rsid w:val="00011CB0"/>
    <w:rsid w:val="00012F51"/>
    <w:rsid w:val="0001331F"/>
    <w:rsid w:val="0001419A"/>
    <w:rsid w:val="000142D6"/>
    <w:rsid w:val="000149A5"/>
    <w:rsid w:val="000150A0"/>
    <w:rsid w:val="00015239"/>
    <w:rsid w:val="00015923"/>
    <w:rsid w:val="00015AB3"/>
    <w:rsid w:val="00015BFD"/>
    <w:rsid w:val="00016615"/>
    <w:rsid w:val="0001736B"/>
    <w:rsid w:val="00017450"/>
    <w:rsid w:val="000174E8"/>
    <w:rsid w:val="000175F1"/>
    <w:rsid w:val="00020811"/>
    <w:rsid w:val="00021746"/>
    <w:rsid w:val="000218E9"/>
    <w:rsid w:val="0002190E"/>
    <w:rsid w:val="00022A69"/>
    <w:rsid w:val="00022DB9"/>
    <w:rsid w:val="00023455"/>
    <w:rsid w:val="000236DF"/>
    <w:rsid w:val="00024A62"/>
    <w:rsid w:val="00024A98"/>
    <w:rsid w:val="00025483"/>
    <w:rsid w:val="00025C5B"/>
    <w:rsid w:val="000262D4"/>
    <w:rsid w:val="00027FA9"/>
    <w:rsid w:val="00030414"/>
    <w:rsid w:val="00030DCF"/>
    <w:rsid w:val="000316F3"/>
    <w:rsid w:val="00031DE8"/>
    <w:rsid w:val="00032322"/>
    <w:rsid w:val="00032ACC"/>
    <w:rsid w:val="00032DED"/>
    <w:rsid w:val="00032FF5"/>
    <w:rsid w:val="000334B5"/>
    <w:rsid w:val="00034109"/>
    <w:rsid w:val="00034305"/>
    <w:rsid w:val="00035B3E"/>
    <w:rsid w:val="000361D5"/>
    <w:rsid w:val="00036302"/>
    <w:rsid w:val="000367B3"/>
    <w:rsid w:val="000368D0"/>
    <w:rsid w:val="00037484"/>
    <w:rsid w:val="000374EE"/>
    <w:rsid w:val="00037530"/>
    <w:rsid w:val="000377B2"/>
    <w:rsid w:val="00037D9B"/>
    <w:rsid w:val="00040B66"/>
    <w:rsid w:val="00040E24"/>
    <w:rsid w:val="00041380"/>
    <w:rsid w:val="0004227A"/>
    <w:rsid w:val="00042F6B"/>
    <w:rsid w:val="00043034"/>
    <w:rsid w:val="0004376B"/>
    <w:rsid w:val="000447DF"/>
    <w:rsid w:val="0004541F"/>
    <w:rsid w:val="000456F1"/>
    <w:rsid w:val="000457A7"/>
    <w:rsid w:val="0004582A"/>
    <w:rsid w:val="000460E9"/>
    <w:rsid w:val="000465FA"/>
    <w:rsid w:val="00046975"/>
    <w:rsid w:val="00046CC7"/>
    <w:rsid w:val="00046F11"/>
    <w:rsid w:val="00046F4B"/>
    <w:rsid w:val="00047611"/>
    <w:rsid w:val="0004775B"/>
    <w:rsid w:val="000479EC"/>
    <w:rsid w:val="000519D8"/>
    <w:rsid w:val="00052E3D"/>
    <w:rsid w:val="000542E6"/>
    <w:rsid w:val="0005448E"/>
    <w:rsid w:val="00054795"/>
    <w:rsid w:val="00054B1D"/>
    <w:rsid w:val="00055B21"/>
    <w:rsid w:val="00056803"/>
    <w:rsid w:val="00056CA2"/>
    <w:rsid w:val="000571C6"/>
    <w:rsid w:val="00057DBB"/>
    <w:rsid w:val="00060132"/>
    <w:rsid w:val="00061238"/>
    <w:rsid w:val="00061828"/>
    <w:rsid w:val="00062956"/>
    <w:rsid w:val="00062F2B"/>
    <w:rsid w:val="00063A01"/>
    <w:rsid w:val="00063D5D"/>
    <w:rsid w:val="00063D86"/>
    <w:rsid w:val="0006439B"/>
    <w:rsid w:val="00065039"/>
    <w:rsid w:val="00065A6C"/>
    <w:rsid w:val="00066BD2"/>
    <w:rsid w:val="00066C85"/>
    <w:rsid w:val="00067133"/>
    <w:rsid w:val="00067196"/>
    <w:rsid w:val="00067307"/>
    <w:rsid w:val="000674E8"/>
    <w:rsid w:val="0006765A"/>
    <w:rsid w:val="00070594"/>
    <w:rsid w:val="000722FC"/>
    <w:rsid w:val="00072E53"/>
    <w:rsid w:val="000731EE"/>
    <w:rsid w:val="00073C8D"/>
    <w:rsid w:val="00074BB0"/>
    <w:rsid w:val="00075485"/>
    <w:rsid w:val="000759B8"/>
    <w:rsid w:val="0007608C"/>
    <w:rsid w:val="00076231"/>
    <w:rsid w:val="00076289"/>
    <w:rsid w:val="000762BE"/>
    <w:rsid w:val="00076696"/>
    <w:rsid w:val="00077AD0"/>
    <w:rsid w:val="00080AB6"/>
    <w:rsid w:val="00080B78"/>
    <w:rsid w:val="000811CD"/>
    <w:rsid w:val="000812B6"/>
    <w:rsid w:val="000814C5"/>
    <w:rsid w:val="00081C0C"/>
    <w:rsid w:val="00082140"/>
    <w:rsid w:val="00082257"/>
    <w:rsid w:val="000825CA"/>
    <w:rsid w:val="0008360C"/>
    <w:rsid w:val="00083952"/>
    <w:rsid w:val="000850B8"/>
    <w:rsid w:val="000860D7"/>
    <w:rsid w:val="00086FA4"/>
    <w:rsid w:val="00087280"/>
    <w:rsid w:val="00087964"/>
    <w:rsid w:val="00091F07"/>
    <w:rsid w:val="0009299E"/>
    <w:rsid w:val="000931E5"/>
    <w:rsid w:val="000942B0"/>
    <w:rsid w:val="00094488"/>
    <w:rsid w:val="000948B0"/>
    <w:rsid w:val="0009532A"/>
    <w:rsid w:val="0009542E"/>
    <w:rsid w:val="0009572F"/>
    <w:rsid w:val="000957ED"/>
    <w:rsid w:val="00096685"/>
    <w:rsid w:val="00096AF3"/>
    <w:rsid w:val="00096D7F"/>
    <w:rsid w:val="000971C2"/>
    <w:rsid w:val="000975D2"/>
    <w:rsid w:val="000A06CD"/>
    <w:rsid w:val="000A08CA"/>
    <w:rsid w:val="000A0F3D"/>
    <w:rsid w:val="000A0FCA"/>
    <w:rsid w:val="000A1193"/>
    <w:rsid w:val="000A18B5"/>
    <w:rsid w:val="000A2657"/>
    <w:rsid w:val="000A280B"/>
    <w:rsid w:val="000A3AFC"/>
    <w:rsid w:val="000A40DF"/>
    <w:rsid w:val="000A421F"/>
    <w:rsid w:val="000A52D3"/>
    <w:rsid w:val="000A5A39"/>
    <w:rsid w:val="000A5F6D"/>
    <w:rsid w:val="000A63F7"/>
    <w:rsid w:val="000A6527"/>
    <w:rsid w:val="000A6E0E"/>
    <w:rsid w:val="000A74BC"/>
    <w:rsid w:val="000B0184"/>
    <w:rsid w:val="000B062B"/>
    <w:rsid w:val="000B26F2"/>
    <w:rsid w:val="000B2814"/>
    <w:rsid w:val="000B2A69"/>
    <w:rsid w:val="000B2E77"/>
    <w:rsid w:val="000B3D72"/>
    <w:rsid w:val="000B4385"/>
    <w:rsid w:val="000B4835"/>
    <w:rsid w:val="000B4D92"/>
    <w:rsid w:val="000B5083"/>
    <w:rsid w:val="000B50FE"/>
    <w:rsid w:val="000B7634"/>
    <w:rsid w:val="000B7C78"/>
    <w:rsid w:val="000C1D4A"/>
    <w:rsid w:val="000C349D"/>
    <w:rsid w:val="000C38EC"/>
    <w:rsid w:val="000C523A"/>
    <w:rsid w:val="000C52AE"/>
    <w:rsid w:val="000C535A"/>
    <w:rsid w:val="000C63E6"/>
    <w:rsid w:val="000C7867"/>
    <w:rsid w:val="000D15FC"/>
    <w:rsid w:val="000D16FD"/>
    <w:rsid w:val="000D1E44"/>
    <w:rsid w:val="000D1EAC"/>
    <w:rsid w:val="000D2434"/>
    <w:rsid w:val="000D2436"/>
    <w:rsid w:val="000D2BD0"/>
    <w:rsid w:val="000D37BA"/>
    <w:rsid w:val="000D45DC"/>
    <w:rsid w:val="000D465C"/>
    <w:rsid w:val="000D48D1"/>
    <w:rsid w:val="000D4BE2"/>
    <w:rsid w:val="000D53C6"/>
    <w:rsid w:val="000D5486"/>
    <w:rsid w:val="000D65EF"/>
    <w:rsid w:val="000D7710"/>
    <w:rsid w:val="000E0F7A"/>
    <w:rsid w:val="000E19C8"/>
    <w:rsid w:val="000E1A0D"/>
    <w:rsid w:val="000E1F43"/>
    <w:rsid w:val="000E2955"/>
    <w:rsid w:val="000E45E1"/>
    <w:rsid w:val="000E4EA9"/>
    <w:rsid w:val="000E51BD"/>
    <w:rsid w:val="000E5228"/>
    <w:rsid w:val="000E5422"/>
    <w:rsid w:val="000E5B54"/>
    <w:rsid w:val="000E6038"/>
    <w:rsid w:val="000E6912"/>
    <w:rsid w:val="000E7BA7"/>
    <w:rsid w:val="000E7D76"/>
    <w:rsid w:val="000F0446"/>
    <w:rsid w:val="000F239D"/>
    <w:rsid w:val="000F2A9D"/>
    <w:rsid w:val="000F2ACE"/>
    <w:rsid w:val="000F2B8E"/>
    <w:rsid w:val="000F2E80"/>
    <w:rsid w:val="000F3B76"/>
    <w:rsid w:val="000F423D"/>
    <w:rsid w:val="000F4339"/>
    <w:rsid w:val="000F49A3"/>
    <w:rsid w:val="000F59BE"/>
    <w:rsid w:val="000F5C66"/>
    <w:rsid w:val="000F5D6E"/>
    <w:rsid w:val="000F611F"/>
    <w:rsid w:val="000F6387"/>
    <w:rsid w:val="000F6451"/>
    <w:rsid w:val="000F6936"/>
    <w:rsid w:val="000F6D89"/>
    <w:rsid w:val="000F7251"/>
    <w:rsid w:val="000F72ED"/>
    <w:rsid w:val="00101020"/>
    <w:rsid w:val="0010199B"/>
    <w:rsid w:val="00101B08"/>
    <w:rsid w:val="00102159"/>
    <w:rsid w:val="0010228B"/>
    <w:rsid w:val="001024FB"/>
    <w:rsid w:val="00102ED7"/>
    <w:rsid w:val="00103C6A"/>
    <w:rsid w:val="00104038"/>
    <w:rsid w:val="00104D5F"/>
    <w:rsid w:val="0010511C"/>
    <w:rsid w:val="001051F5"/>
    <w:rsid w:val="00105569"/>
    <w:rsid w:val="0010679F"/>
    <w:rsid w:val="00107660"/>
    <w:rsid w:val="00107AF2"/>
    <w:rsid w:val="00110B76"/>
    <w:rsid w:val="00110D01"/>
    <w:rsid w:val="001113EF"/>
    <w:rsid w:val="0011172C"/>
    <w:rsid w:val="00113544"/>
    <w:rsid w:val="00115461"/>
    <w:rsid w:val="0011589F"/>
    <w:rsid w:val="00116BD9"/>
    <w:rsid w:val="0011716D"/>
    <w:rsid w:val="00117527"/>
    <w:rsid w:val="00117B17"/>
    <w:rsid w:val="00120205"/>
    <w:rsid w:val="00120C75"/>
    <w:rsid w:val="00120E26"/>
    <w:rsid w:val="00120E31"/>
    <w:rsid w:val="00121843"/>
    <w:rsid w:val="00121CEC"/>
    <w:rsid w:val="00122197"/>
    <w:rsid w:val="00122343"/>
    <w:rsid w:val="00122DCE"/>
    <w:rsid w:val="0012443C"/>
    <w:rsid w:val="00124F17"/>
    <w:rsid w:val="00125757"/>
    <w:rsid w:val="00126244"/>
    <w:rsid w:val="00126425"/>
    <w:rsid w:val="00126771"/>
    <w:rsid w:val="00126F4D"/>
    <w:rsid w:val="0013016C"/>
    <w:rsid w:val="00131326"/>
    <w:rsid w:val="00131A9F"/>
    <w:rsid w:val="0013277C"/>
    <w:rsid w:val="00133159"/>
    <w:rsid w:val="00133C86"/>
    <w:rsid w:val="00133CB1"/>
    <w:rsid w:val="00133E78"/>
    <w:rsid w:val="001358F6"/>
    <w:rsid w:val="00137602"/>
    <w:rsid w:val="00137751"/>
    <w:rsid w:val="00137A3D"/>
    <w:rsid w:val="001414A9"/>
    <w:rsid w:val="0014200B"/>
    <w:rsid w:val="00142C76"/>
    <w:rsid w:val="00142CDB"/>
    <w:rsid w:val="00142FAC"/>
    <w:rsid w:val="001432B1"/>
    <w:rsid w:val="00143906"/>
    <w:rsid w:val="001441B4"/>
    <w:rsid w:val="0014528C"/>
    <w:rsid w:val="00146125"/>
    <w:rsid w:val="001477E8"/>
    <w:rsid w:val="00147F3C"/>
    <w:rsid w:val="00150154"/>
    <w:rsid w:val="00150315"/>
    <w:rsid w:val="001512ED"/>
    <w:rsid w:val="00151F9D"/>
    <w:rsid w:val="0015301F"/>
    <w:rsid w:val="00153B85"/>
    <w:rsid w:val="001543B5"/>
    <w:rsid w:val="00154669"/>
    <w:rsid w:val="0015567A"/>
    <w:rsid w:val="001563F8"/>
    <w:rsid w:val="00156F22"/>
    <w:rsid w:val="0016036C"/>
    <w:rsid w:val="00160558"/>
    <w:rsid w:val="001609BD"/>
    <w:rsid w:val="00160B0A"/>
    <w:rsid w:val="00162FBF"/>
    <w:rsid w:val="00163238"/>
    <w:rsid w:val="00163C3E"/>
    <w:rsid w:val="00164143"/>
    <w:rsid w:val="0016474E"/>
    <w:rsid w:val="00165043"/>
    <w:rsid w:val="0016557F"/>
    <w:rsid w:val="001659D8"/>
    <w:rsid w:val="0016626D"/>
    <w:rsid w:val="001668C2"/>
    <w:rsid w:val="001668C3"/>
    <w:rsid w:val="00166F65"/>
    <w:rsid w:val="00166F78"/>
    <w:rsid w:val="00167972"/>
    <w:rsid w:val="00167EFA"/>
    <w:rsid w:val="00171851"/>
    <w:rsid w:val="00171C60"/>
    <w:rsid w:val="00172B81"/>
    <w:rsid w:val="00172EA4"/>
    <w:rsid w:val="0017448D"/>
    <w:rsid w:val="00174627"/>
    <w:rsid w:val="00174874"/>
    <w:rsid w:val="001748B0"/>
    <w:rsid w:val="00174902"/>
    <w:rsid w:val="00175237"/>
    <w:rsid w:val="001762F3"/>
    <w:rsid w:val="00176492"/>
    <w:rsid w:val="00177522"/>
    <w:rsid w:val="00177742"/>
    <w:rsid w:val="00180419"/>
    <w:rsid w:val="00180D80"/>
    <w:rsid w:val="00181611"/>
    <w:rsid w:val="001817ED"/>
    <w:rsid w:val="00181ADE"/>
    <w:rsid w:val="001823AB"/>
    <w:rsid w:val="00183113"/>
    <w:rsid w:val="00183540"/>
    <w:rsid w:val="00183C5B"/>
    <w:rsid w:val="00184479"/>
    <w:rsid w:val="001844D1"/>
    <w:rsid w:val="001846DB"/>
    <w:rsid w:val="00184A49"/>
    <w:rsid w:val="00185854"/>
    <w:rsid w:val="00186E9D"/>
    <w:rsid w:val="001875B8"/>
    <w:rsid w:val="0018764E"/>
    <w:rsid w:val="001878AB"/>
    <w:rsid w:val="00190A77"/>
    <w:rsid w:val="00191202"/>
    <w:rsid w:val="0019150C"/>
    <w:rsid w:val="00191F63"/>
    <w:rsid w:val="0019204A"/>
    <w:rsid w:val="00192B32"/>
    <w:rsid w:val="0019367B"/>
    <w:rsid w:val="0019419C"/>
    <w:rsid w:val="001943F8"/>
    <w:rsid w:val="001947FC"/>
    <w:rsid w:val="00195DDF"/>
    <w:rsid w:val="001968F3"/>
    <w:rsid w:val="00197147"/>
    <w:rsid w:val="00197380"/>
    <w:rsid w:val="00197432"/>
    <w:rsid w:val="001974FD"/>
    <w:rsid w:val="00197BBF"/>
    <w:rsid w:val="00197DA8"/>
    <w:rsid w:val="001A081E"/>
    <w:rsid w:val="001A0E9E"/>
    <w:rsid w:val="001A0FDF"/>
    <w:rsid w:val="001A108A"/>
    <w:rsid w:val="001A1915"/>
    <w:rsid w:val="001A2421"/>
    <w:rsid w:val="001A2F37"/>
    <w:rsid w:val="001A30FE"/>
    <w:rsid w:val="001A3497"/>
    <w:rsid w:val="001A4AA1"/>
    <w:rsid w:val="001A4F00"/>
    <w:rsid w:val="001A52B0"/>
    <w:rsid w:val="001A63FC"/>
    <w:rsid w:val="001A700B"/>
    <w:rsid w:val="001A7F93"/>
    <w:rsid w:val="001B0619"/>
    <w:rsid w:val="001B1278"/>
    <w:rsid w:val="001B12FB"/>
    <w:rsid w:val="001B17AB"/>
    <w:rsid w:val="001B2101"/>
    <w:rsid w:val="001B2494"/>
    <w:rsid w:val="001B2609"/>
    <w:rsid w:val="001B277B"/>
    <w:rsid w:val="001B39D1"/>
    <w:rsid w:val="001B49C4"/>
    <w:rsid w:val="001B5557"/>
    <w:rsid w:val="001B6992"/>
    <w:rsid w:val="001B7738"/>
    <w:rsid w:val="001C056E"/>
    <w:rsid w:val="001C06E7"/>
    <w:rsid w:val="001C073C"/>
    <w:rsid w:val="001C0902"/>
    <w:rsid w:val="001C0DB1"/>
    <w:rsid w:val="001C0F5E"/>
    <w:rsid w:val="001C16D8"/>
    <w:rsid w:val="001C2052"/>
    <w:rsid w:val="001C2596"/>
    <w:rsid w:val="001C2D07"/>
    <w:rsid w:val="001C2D10"/>
    <w:rsid w:val="001C3576"/>
    <w:rsid w:val="001C489E"/>
    <w:rsid w:val="001C4B79"/>
    <w:rsid w:val="001C5985"/>
    <w:rsid w:val="001C5F8B"/>
    <w:rsid w:val="001C6306"/>
    <w:rsid w:val="001C78E2"/>
    <w:rsid w:val="001D00B0"/>
    <w:rsid w:val="001D0908"/>
    <w:rsid w:val="001D0CA0"/>
    <w:rsid w:val="001D1414"/>
    <w:rsid w:val="001D14F1"/>
    <w:rsid w:val="001D1554"/>
    <w:rsid w:val="001D1953"/>
    <w:rsid w:val="001D2A9A"/>
    <w:rsid w:val="001D3404"/>
    <w:rsid w:val="001D3BF3"/>
    <w:rsid w:val="001D45D2"/>
    <w:rsid w:val="001D47D0"/>
    <w:rsid w:val="001D4B5C"/>
    <w:rsid w:val="001D4C83"/>
    <w:rsid w:val="001D5F47"/>
    <w:rsid w:val="001D5F5D"/>
    <w:rsid w:val="001D6186"/>
    <w:rsid w:val="001D79C8"/>
    <w:rsid w:val="001D7C34"/>
    <w:rsid w:val="001D7DAF"/>
    <w:rsid w:val="001E0892"/>
    <w:rsid w:val="001E0AF8"/>
    <w:rsid w:val="001E2375"/>
    <w:rsid w:val="001E2629"/>
    <w:rsid w:val="001E2D06"/>
    <w:rsid w:val="001E395A"/>
    <w:rsid w:val="001E472A"/>
    <w:rsid w:val="001E4BF4"/>
    <w:rsid w:val="001E5700"/>
    <w:rsid w:val="001E748C"/>
    <w:rsid w:val="001E77B2"/>
    <w:rsid w:val="001E7850"/>
    <w:rsid w:val="001E79E3"/>
    <w:rsid w:val="001E7A1D"/>
    <w:rsid w:val="001E7A95"/>
    <w:rsid w:val="001E7D77"/>
    <w:rsid w:val="001F00D8"/>
    <w:rsid w:val="001F1DDC"/>
    <w:rsid w:val="001F2364"/>
    <w:rsid w:val="001F3313"/>
    <w:rsid w:val="001F36DB"/>
    <w:rsid w:val="001F382F"/>
    <w:rsid w:val="001F3A96"/>
    <w:rsid w:val="001F459B"/>
    <w:rsid w:val="001F501A"/>
    <w:rsid w:val="001F534F"/>
    <w:rsid w:val="001F5889"/>
    <w:rsid w:val="001F61BB"/>
    <w:rsid w:val="001F64B7"/>
    <w:rsid w:val="001F6A05"/>
    <w:rsid w:val="001F71ED"/>
    <w:rsid w:val="001F727C"/>
    <w:rsid w:val="001F79E5"/>
    <w:rsid w:val="00200845"/>
    <w:rsid w:val="00200C95"/>
    <w:rsid w:val="00201126"/>
    <w:rsid w:val="0020130E"/>
    <w:rsid w:val="00203054"/>
    <w:rsid w:val="00203321"/>
    <w:rsid w:val="00203ED6"/>
    <w:rsid w:val="00204889"/>
    <w:rsid w:val="00204A26"/>
    <w:rsid w:val="002051FA"/>
    <w:rsid w:val="00205421"/>
    <w:rsid w:val="00205A9E"/>
    <w:rsid w:val="002077F7"/>
    <w:rsid w:val="002103A1"/>
    <w:rsid w:val="00210696"/>
    <w:rsid w:val="00210796"/>
    <w:rsid w:val="00210FDE"/>
    <w:rsid w:val="002113AB"/>
    <w:rsid w:val="002119EC"/>
    <w:rsid w:val="00211BCA"/>
    <w:rsid w:val="00211E9C"/>
    <w:rsid w:val="00212F49"/>
    <w:rsid w:val="002136B8"/>
    <w:rsid w:val="00214445"/>
    <w:rsid w:val="0021474C"/>
    <w:rsid w:val="002151E1"/>
    <w:rsid w:val="00216806"/>
    <w:rsid w:val="002168BB"/>
    <w:rsid w:val="00217054"/>
    <w:rsid w:val="00217237"/>
    <w:rsid w:val="002172C1"/>
    <w:rsid w:val="0021763B"/>
    <w:rsid w:val="00220B67"/>
    <w:rsid w:val="00220DFB"/>
    <w:rsid w:val="002214F9"/>
    <w:rsid w:val="002218C0"/>
    <w:rsid w:val="00221B71"/>
    <w:rsid w:val="00221EA7"/>
    <w:rsid w:val="00222541"/>
    <w:rsid w:val="002228D6"/>
    <w:rsid w:val="0022402E"/>
    <w:rsid w:val="002242EE"/>
    <w:rsid w:val="00224726"/>
    <w:rsid w:val="002249D2"/>
    <w:rsid w:val="002250F6"/>
    <w:rsid w:val="00225147"/>
    <w:rsid w:val="0022542F"/>
    <w:rsid w:val="00227104"/>
    <w:rsid w:val="002276DD"/>
    <w:rsid w:val="00227E93"/>
    <w:rsid w:val="00227F2D"/>
    <w:rsid w:val="002301D8"/>
    <w:rsid w:val="0023080A"/>
    <w:rsid w:val="00230EF7"/>
    <w:rsid w:val="00231739"/>
    <w:rsid w:val="00231917"/>
    <w:rsid w:val="0023210F"/>
    <w:rsid w:val="00232DD4"/>
    <w:rsid w:val="00234AAF"/>
    <w:rsid w:val="00234D45"/>
    <w:rsid w:val="0023668A"/>
    <w:rsid w:val="0023678E"/>
    <w:rsid w:val="00236A6A"/>
    <w:rsid w:val="002403AF"/>
    <w:rsid w:val="002408B8"/>
    <w:rsid w:val="00240C79"/>
    <w:rsid w:val="0024306C"/>
    <w:rsid w:val="00243FC4"/>
    <w:rsid w:val="00244A9E"/>
    <w:rsid w:val="00244E9B"/>
    <w:rsid w:val="00244F6E"/>
    <w:rsid w:val="002451AD"/>
    <w:rsid w:val="00245623"/>
    <w:rsid w:val="00245744"/>
    <w:rsid w:val="00245861"/>
    <w:rsid w:val="00246088"/>
    <w:rsid w:val="002467B1"/>
    <w:rsid w:val="00246B48"/>
    <w:rsid w:val="00247AC6"/>
    <w:rsid w:val="002519AD"/>
    <w:rsid w:val="002523FB"/>
    <w:rsid w:val="0025393D"/>
    <w:rsid w:val="00254247"/>
    <w:rsid w:val="00254ADB"/>
    <w:rsid w:val="00254D0F"/>
    <w:rsid w:val="0025507A"/>
    <w:rsid w:val="002554D3"/>
    <w:rsid w:val="00255C57"/>
    <w:rsid w:val="00255F33"/>
    <w:rsid w:val="00256410"/>
    <w:rsid w:val="002566C7"/>
    <w:rsid w:val="002569EF"/>
    <w:rsid w:val="00257294"/>
    <w:rsid w:val="002607E8"/>
    <w:rsid w:val="0026273D"/>
    <w:rsid w:val="00262DFA"/>
    <w:rsid w:val="0026317B"/>
    <w:rsid w:val="00263470"/>
    <w:rsid w:val="002634A8"/>
    <w:rsid w:val="002639EC"/>
    <w:rsid w:val="00263A7C"/>
    <w:rsid w:val="00263FFF"/>
    <w:rsid w:val="002643F5"/>
    <w:rsid w:val="00264561"/>
    <w:rsid w:val="00264957"/>
    <w:rsid w:val="00264C6F"/>
    <w:rsid w:val="0026537A"/>
    <w:rsid w:val="00270D59"/>
    <w:rsid w:val="00270DF2"/>
    <w:rsid w:val="00271265"/>
    <w:rsid w:val="00272652"/>
    <w:rsid w:val="00272CC6"/>
    <w:rsid w:val="00272D48"/>
    <w:rsid w:val="00272EE4"/>
    <w:rsid w:val="00273282"/>
    <w:rsid w:val="00273907"/>
    <w:rsid w:val="002739B2"/>
    <w:rsid w:val="002743F4"/>
    <w:rsid w:val="00274782"/>
    <w:rsid w:val="00275668"/>
    <w:rsid w:val="00275A6F"/>
    <w:rsid w:val="00275D1B"/>
    <w:rsid w:val="0027638E"/>
    <w:rsid w:val="0027666D"/>
    <w:rsid w:val="002766F9"/>
    <w:rsid w:val="002767BD"/>
    <w:rsid w:val="002769AC"/>
    <w:rsid w:val="00276B04"/>
    <w:rsid w:val="00277264"/>
    <w:rsid w:val="00277CC5"/>
    <w:rsid w:val="00277F63"/>
    <w:rsid w:val="0028039E"/>
    <w:rsid w:val="00280AE2"/>
    <w:rsid w:val="00281119"/>
    <w:rsid w:val="0028122B"/>
    <w:rsid w:val="00281402"/>
    <w:rsid w:val="002827FE"/>
    <w:rsid w:val="00283436"/>
    <w:rsid w:val="00283D95"/>
    <w:rsid w:val="00284F05"/>
    <w:rsid w:val="00287538"/>
    <w:rsid w:val="00287A59"/>
    <w:rsid w:val="00290319"/>
    <w:rsid w:val="00291A31"/>
    <w:rsid w:val="00291EB5"/>
    <w:rsid w:val="00292399"/>
    <w:rsid w:val="00292675"/>
    <w:rsid w:val="0029389C"/>
    <w:rsid w:val="002951AD"/>
    <w:rsid w:val="00295C8D"/>
    <w:rsid w:val="00295D68"/>
    <w:rsid w:val="00296B60"/>
    <w:rsid w:val="00296C4C"/>
    <w:rsid w:val="002973FA"/>
    <w:rsid w:val="00297735"/>
    <w:rsid w:val="002A0847"/>
    <w:rsid w:val="002A0B78"/>
    <w:rsid w:val="002A13C1"/>
    <w:rsid w:val="002A1A49"/>
    <w:rsid w:val="002A2071"/>
    <w:rsid w:val="002A3166"/>
    <w:rsid w:val="002A3355"/>
    <w:rsid w:val="002A3683"/>
    <w:rsid w:val="002A3D51"/>
    <w:rsid w:val="002A4852"/>
    <w:rsid w:val="002A4FE2"/>
    <w:rsid w:val="002A5707"/>
    <w:rsid w:val="002A5948"/>
    <w:rsid w:val="002A5F2B"/>
    <w:rsid w:val="002A7A47"/>
    <w:rsid w:val="002B03BC"/>
    <w:rsid w:val="002B0808"/>
    <w:rsid w:val="002B0FEE"/>
    <w:rsid w:val="002B1358"/>
    <w:rsid w:val="002B18CF"/>
    <w:rsid w:val="002B33AF"/>
    <w:rsid w:val="002B33C2"/>
    <w:rsid w:val="002B483F"/>
    <w:rsid w:val="002B5AE2"/>
    <w:rsid w:val="002B5B33"/>
    <w:rsid w:val="002B5F03"/>
    <w:rsid w:val="002B637C"/>
    <w:rsid w:val="002B6782"/>
    <w:rsid w:val="002B7BEC"/>
    <w:rsid w:val="002B7E52"/>
    <w:rsid w:val="002C0664"/>
    <w:rsid w:val="002C07E1"/>
    <w:rsid w:val="002C08C8"/>
    <w:rsid w:val="002C106E"/>
    <w:rsid w:val="002C1DA6"/>
    <w:rsid w:val="002C2DFB"/>
    <w:rsid w:val="002C3967"/>
    <w:rsid w:val="002C3A0C"/>
    <w:rsid w:val="002C4108"/>
    <w:rsid w:val="002C4D3D"/>
    <w:rsid w:val="002C5806"/>
    <w:rsid w:val="002C6AA2"/>
    <w:rsid w:val="002C6CB2"/>
    <w:rsid w:val="002C6F2C"/>
    <w:rsid w:val="002C7302"/>
    <w:rsid w:val="002D0C7B"/>
    <w:rsid w:val="002D1FAB"/>
    <w:rsid w:val="002D2DA1"/>
    <w:rsid w:val="002D366B"/>
    <w:rsid w:val="002D4595"/>
    <w:rsid w:val="002D7CD4"/>
    <w:rsid w:val="002E0E48"/>
    <w:rsid w:val="002E11EC"/>
    <w:rsid w:val="002E21E4"/>
    <w:rsid w:val="002E21E9"/>
    <w:rsid w:val="002E3581"/>
    <w:rsid w:val="002E364B"/>
    <w:rsid w:val="002E3E0C"/>
    <w:rsid w:val="002E50D2"/>
    <w:rsid w:val="002E5A96"/>
    <w:rsid w:val="002E5B65"/>
    <w:rsid w:val="002E6445"/>
    <w:rsid w:val="002E648C"/>
    <w:rsid w:val="002E755F"/>
    <w:rsid w:val="002F100A"/>
    <w:rsid w:val="002F1FD9"/>
    <w:rsid w:val="002F3646"/>
    <w:rsid w:val="002F44B4"/>
    <w:rsid w:val="002F4653"/>
    <w:rsid w:val="002F5357"/>
    <w:rsid w:val="002F5921"/>
    <w:rsid w:val="002F5D45"/>
    <w:rsid w:val="002F6C84"/>
    <w:rsid w:val="0030021C"/>
    <w:rsid w:val="00300C9B"/>
    <w:rsid w:val="003011B9"/>
    <w:rsid w:val="0030127B"/>
    <w:rsid w:val="00301D4B"/>
    <w:rsid w:val="00302C25"/>
    <w:rsid w:val="00302C96"/>
    <w:rsid w:val="00302FCC"/>
    <w:rsid w:val="0030303C"/>
    <w:rsid w:val="003038DE"/>
    <w:rsid w:val="00303B22"/>
    <w:rsid w:val="00303C28"/>
    <w:rsid w:val="00304450"/>
    <w:rsid w:val="0030506D"/>
    <w:rsid w:val="0030588D"/>
    <w:rsid w:val="003060C8"/>
    <w:rsid w:val="00306315"/>
    <w:rsid w:val="003070C2"/>
    <w:rsid w:val="00307D44"/>
    <w:rsid w:val="00310DDA"/>
    <w:rsid w:val="00312573"/>
    <w:rsid w:val="00313E70"/>
    <w:rsid w:val="003151D5"/>
    <w:rsid w:val="00315823"/>
    <w:rsid w:val="00315859"/>
    <w:rsid w:val="00315912"/>
    <w:rsid w:val="00316185"/>
    <w:rsid w:val="00317848"/>
    <w:rsid w:val="003219FE"/>
    <w:rsid w:val="00321CA3"/>
    <w:rsid w:val="0032208C"/>
    <w:rsid w:val="00322A5C"/>
    <w:rsid w:val="00323243"/>
    <w:rsid w:val="00323682"/>
    <w:rsid w:val="003238C2"/>
    <w:rsid w:val="00323D49"/>
    <w:rsid w:val="00323D98"/>
    <w:rsid w:val="0032415F"/>
    <w:rsid w:val="0032428B"/>
    <w:rsid w:val="00325A66"/>
    <w:rsid w:val="00326121"/>
    <w:rsid w:val="003264EE"/>
    <w:rsid w:val="00326F0B"/>
    <w:rsid w:val="00326F2F"/>
    <w:rsid w:val="0032709B"/>
    <w:rsid w:val="00327305"/>
    <w:rsid w:val="003302F8"/>
    <w:rsid w:val="00330353"/>
    <w:rsid w:val="00330CA2"/>
    <w:rsid w:val="0033169C"/>
    <w:rsid w:val="003316BB"/>
    <w:rsid w:val="00332139"/>
    <w:rsid w:val="003323B3"/>
    <w:rsid w:val="003324DF"/>
    <w:rsid w:val="003326C7"/>
    <w:rsid w:val="003339B8"/>
    <w:rsid w:val="00333D6C"/>
    <w:rsid w:val="00334098"/>
    <w:rsid w:val="0033483B"/>
    <w:rsid w:val="00335140"/>
    <w:rsid w:val="00335287"/>
    <w:rsid w:val="003355B0"/>
    <w:rsid w:val="003356A4"/>
    <w:rsid w:val="00335838"/>
    <w:rsid w:val="00336EF8"/>
    <w:rsid w:val="003371CD"/>
    <w:rsid w:val="00337640"/>
    <w:rsid w:val="00337E88"/>
    <w:rsid w:val="00337E95"/>
    <w:rsid w:val="00337F61"/>
    <w:rsid w:val="00341590"/>
    <w:rsid w:val="00341D88"/>
    <w:rsid w:val="00342149"/>
    <w:rsid w:val="0034243E"/>
    <w:rsid w:val="0034338E"/>
    <w:rsid w:val="003439FC"/>
    <w:rsid w:val="003447F5"/>
    <w:rsid w:val="0034546F"/>
    <w:rsid w:val="00345503"/>
    <w:rsid w:val="003469EC"/>
    <w:rsid w:val="003500DA"/>
    <w:rsid w:val="0035022C"/>
    <w:rsid w:val="00350349"/>
    <w:rsid w:val="00350C23"/>
    <w:rsid w:val="00351575"/>
    <w:rsid w:val="00351A3F"/>
    <w:rsid w:val="00352C2E"/>
    <w:rsid w:val="00352F88"/>
    <w:rsid w:val="00353EDB"/>
    <w:rsid w:val="00354906"/>
    <w:rsid w:val="003549EE"/>
    <w:rsid w:val="0035518C"/>
    <w:rsid w:val="003560D2"/>
    <w:rsid w:val="003563D3"/>
    <w:rsid w:val="003564F7"/>
    <w:rsid w:val="0035752C"/>
    <w:rsid w:val="003578B6"/>
    <w:rsid w:val="00357C05"/>
    <w:rsid w:val="00360833"/>
    <w:rsid w:val="00362198"/>
    <w:rsid w:val="003621A2"/>
    <w:rsid w:val="00362A4F"/>
    <w:rsid w:val="00362E6E"/>
    <w:rsid w:val="0036389D"/>
    <w:rsid w:val="00363C67"/>
    <w:rsid w:val="0036401A"/>
    <w:rsid w:val="0036516F"/>
    <w:rsid w:val="00365301"/>
    <w:rsid w:val="0036560C"/>
    <w:rsid w:val="0036592E"/>
    <w:rsid w:val="003660F0"/>
    <w:rsid w:val="00367A22"/>
    <w:rsid w:val="00367F5F"/>
    <w:rsid w:val="0037068F"/>
    <w:rsid w:val="00371E08"/>
    <w:rsid w:val="00372A8F"/>
    <w:rsid w:val="00372C1F"/>
    <w:rsid w:val="00373301"/>
    <w:rsid w:val="003733F4"/>
    <w:rsid w:val="00373650"/>
    <w:rsid w:val="003746D5"/>
    <w:rsid w:val="0037489E"/>
    <w:rsid w:val="003754D7"/>
    <w:rsid w:val="003758D4"/>
    <w:rsid w:val="0037594B"/>
    <w:rsid w:val="00376275"/>
    <w:rsid w:val="0037630A"/>
    <w:rsid w:val="003774C2"/>
    <w:rsid w:val="003775AA"/>
    <w:rsid w:val="003778AD"/>
    <w:rsid w:val="00380074"/>
    <w:rsid w:val="00380CC5"/>
    <w:rsid w:val="00380E72"/>
    <w:rsid w:val="003815A3"/>
    <w:rsid w:val="00381673"/>
    <w:rsid w:val="00381898"/>
    <w:rsid w:val="0038261F"/>
    <w:rsid w:val="00383093"/>
    <w:rsid w:val="00383B56"/>
    <w:rsid w:val="00385055"/>
    <w:rsid w:val="00385C37"/>
    <w:rsid w:val="00385F50"/>
    <w:rsid w:val="0038603A"/>
    <w:rsid w:val="00386BF9"/>
    <w:rsid w:val="00386FCE"/>
    <w:rsid w:val="00387B25"/>
    <w:rsid w:val="0039013E"/>
    <w:rsid w:val="003905AB"/>
    <w:rsid w:val="00391CB4"/>
    <w:rsid w:val="00391D83"/>
    <w:rsid w:val="00392101"/>
    <w:rsid w:val="00392795"/>
    <w:rsid w:val="003927B2"/>
    <w:rsid w:val="003927D1"/>
    <w:rsid w:val="00392C11"/>
    <w:rsid w:val="00393681"/>
    <w:rsid w:val="003938A2"/>
    <w:rsid w:val="00393EB9"/>
    <w:rsid w:val="003946D8"/>
    <w:rsid w:val="003946F7"/>
    <w:rsid w:val="0039509D"/>
    <w:rsid w:val="003957E4"/>
    <w:rsid w:val="00395DC4"/>
    <w:rsid w:val="00395F04"/>
    <w:rsid w:val="003968BF"/>
    <w:rsid w:val="0039693F"/>
    <w:rsid w:val="003A0AED"/>
    <w:rsid w:val="003A0CFF"/>
    <w:rsid w:val="003A1456"/>
    <w:rsid w:val="003A153B"/>
    <w:rsid w:val="003A1B2F"/>
    <w:rsid w:val="003A2A5F"/>
    <w:rsid w:val="003A31A8"/>
    <w:rsid w:val="003A381A"/>
    <w:rsid w:val="003A4CFE"/>
    <w:rsid w:val="003A51A3"/>
    <w:rsid w:val="003A57E5"/>
    <w:rsid w:val="003A5E14"/>
    <w:rsid w:val="003A64C4"/>
    <w:rsid w:val="003A6548"/>
    <w:rsid w:val="003A750F"/>
    <w:rsid w:val="003A7B03"/>
    <w:rsid w:val="003B021B"/>
    <w:rsid w:val="003B0D68"/>
    <w:rsid w:val="003B1B58"/>
    <w:rsid w:val="003B1EE5"/>
    <w:rsid w:val="003B255D"/>
    <w:rsid w:val="003B3D55"/>
    <w:rsid w:val="003B3E08"/>
    <w:rsid w:val="003B416B"/>
    <w:rsid w:val="003B421F"/>
    <w:rsid w:val="003B4992"/>
    <w:rsid w:val="003B4BBB"/>
    <w:rsid w:val="003B541E"/>
    <w:rsid w:val="003B5710"/>
    <w:rsid w:val="003B6056"/>
    <w:rsid w:val="003B6B50"/>
    <w:rsid w:val="003B6E36"/>
    <w:rsid w:val="003B7C1A"/>
    <w:rsid w:val="003C06E0"/>
    <w:rsid w:val="003C086E"/>
    <w:rsid w:val="003C08A3"/>
    <w:rsid w:val="003C0CFF"/>
    <w:rsid w:val="003C11DE"/>
    <w:rsid w:val="003C1A60"/>
    <w:rsid w:val="003C214D"/>
    <w:rsid w:val="003C2290"/>
    <w:rsid w:val="003C3687"/>
    <w:rsid w:val="003C409F"/>
    <w:rsid w:val="003C4EC2"/>
    <w:rsid w:val="003C6DF2"/>
    <w:rsid w:val="003C7238"/>
    <w:rsid w:val="003C7827"/>
    <w:rsid w:val="003D0642"/>
    <w:rsid w:val="003D0C02"/>
    <w:rsid w:val="003D1583"/>
    <w:rsid w:val="003D1D46"/>
    <w:rsid w:val="003D35E7"/>
    <w:rsid w:val="003D3EEC"/>
    <w:rsid w:val="003D48F4"/>
    <w:rsid w:val="003D5E00"/>
    <w:rsid w:val="003D600C"/>
    <w:rsid w:val="003D6015"/>
    <w:rsid w:val="003D6F37"/>
    <w:rsid w:val="003D712B"/>
    <w:rsid w:val="003D78D6"/>
    <w:rsid w:val="003E0E5D"/>
    <w:rsid w:val="003E10E1"/>
    <w:rsid w:val="003E1260"/>
    <w:rsid w:val="003E14DD"/>
    <w:rsid w:val="003E191F"/>
    <w:rsid w:val="003E1B0F"/>
    <w:rsid w:val="003E1EB8"/>
    <w:rsid w:val="003E2202"/>
    <w:rsid w:val="003E29AA"/>
    <w:rsid w:val="003E37BD"/>
    <w:rsid w:val="003E3975"/>
    <w:rsid w:val="003E3C32"/>
    <w:rsid w:val="003E3F7E"/>
    <w:rsid w:val="003E42F4"/>
    <w:rsid w:val="003E4CC9"/>
    <w:rsid w:val="003E4F52"/>
    <w:rsid w:val="003E595E"/>
    <w:rsid w:val="003E5C0C"/>
    <w:rsid w:val="003E7678"/>
    <w:rsid w:val="003E7AC5"/>
    <w:rsid w:val="003E7D7D"/>
    <w:rsid w:val="003E7E36"/>
    <w:rsid w:val="003F1A53"/>
    <w:rsid w:val="003F226A"/>
    <w:rsid w:val="003F2BFB"/>
    <w:rsid w:val="003F2CCC"/>
    <w:rsid w:val="003F3347"/>
    <w:rsid w:val="003F338A"/>
    <w:rsid w:val="003F4744"/>
    <w:rsid w:val="003F4838"/>
    <w:rsid w:val="003F49D9"/>
    <w:rsid w:val="003F633F"/>
    <w:rsid w:val="003F73D2"/>
    <w:rsid w:val="003F78DE"/>
    <w:rsid w:val="004006FD"/>
    <w:rsid w:val="00400807"/>
    <w:rsid w:val="00400BAC"/>
    <w:rsid w:val="00402548"/>
    <w:rsid w:val="00402BE0"/>
    <w:rsid w:val="00402C36"/>
    <w:rsid w:val="00402D5A"/>
    <w:rsid w:val="00402D8B"/>
    <w:rsid w:val="00403499"/>
    <w:rsid w:val="00403B6F"/>
    <w:rsid w:val="00404278"/>
    <w:rsid w:val="0040535A"/>
    <w:rsid w:val="0040676D"/>
    <w:rsid w:val="0040677D"/>
    <w:rsid w:val="00406791"/>
    <w:rsid w:val="00406C78"/>
    <w:rsid w:val="00407107"/>
    <w:rsid w:val="00407D2F"/>
    <w:rsid w:val="004107D2"/>
    <w:rsid w:val="004107F0"/>
    <w:rsid w:val="004109B4"/>
    <w:rsid w:val="00410A8C"/>
    <w:rsid w:val="004111E3"/>
    <w:rsid w:val="004115DD"/>
    <w:rsid w:val="0041171C"/>
    <w:rsid w:val="004120FD"/>
    <w:rsid w:val="004122C0"/>
    <w:rsid w:val="0041275B"/>
    <w:rsid w:val="00413930"/>
    <w:rsid w:val="004139D2"/>
    <w:rsid w:val="00413C88"/>
    <w:rsid w:val="0041471B"/>
    <w:rsid w:val="00414720"/>
    <w:rsid w:val="00415CA8"/>
    <w:rsid w:val="00417BC7"/>
    <w:rsid w:val="0042096A"/>
    <w:rsid w:val="00420F0C"/>
    <w:rsid w:val="00421306"/>
    <w:rsid w:val="004216B0"/>
    <w:rsid w:val="00422353"/>
    <w:rsid w:val="00422786"/>
    <w:rsid w:val="00423646"/>
    <w:rsid w:val="00423B22"/>
    <w:rsid w:val="004241B8"/>
    <w:rsid w:val="00424B87"/>
    <w:rsid w:val="004250DF"/>
    <w:rsid w:val="0042628C"/>
    <w:rsid w:val="00426EF2"/>
    <w:rsid w:val="00426F81"/>
    <w:rsid w:val="004277E4"/>
    <w:rsid w:val="0042781C"/>
    <w:rsid w:val="004317E6"/>
    <w:rsid w:val="00431A63"/>
    <w:rsid w:val="004320A0"/>
    <w:rsid w:val="004328EB"/>
    <w:rsid w:val="00432B03"/>
    <w:rsid w:val="004341BB"/>
    <w:rsid w:val="0043586E"/>
    <w:rsid w:val="00436751"/>
    <w:rsid w:val="00437051"/>
    <w:rsid w:val="00437507"/>
    <w:rsid w:val="0043766A"/>
    <w:rsid w:val="00440242"/>
    <w:rsid w:val="00440483"/>
    <w:rsid w:val="0044050E"/>
    <w:rsid w:val="004409B1"/>
    <w:rsid w:val="00440AA6"/>
    <w:rsid w:val="00440F1E"/>
    <w:rsid w:val="00441ECF"/>
    <w:rsid w:val="00441F78"/>
    <w:rsid w:val="004425F5"/>
    <w:rsid w:val="004426A2"/>
    <w:rsid w:val="00442B64"/>
    <w:rsid w:val="0044393A"/>
    <w:rsid w:val="00443F8B"/>
    <w:rsid w:val="0044429A"/>
    <w:rsid w:val="00444BA1"/>
    <w:rsid w:val="00444EFA"/>
    <w:rsid w:val="00444F0A"/>
    <w:rsid w:val="004450BF"/>
    <w:rsid w:val="004452E6"/>
    <w:rsid w:val="00445676"/>
    <w:rsid w:val="00445677"/>
    <w:rsid w:val="004456E3"/>
    <w:rsid w:val="004462E4"/>
    <w:rsid w:val="004462EA"/>
    <w:rsid w:val="00446373"/>
    <w:rsid w:val="0044704E"/>
    <w:rsid w:val="00447197"/>
    <w:rsid w:val="0044734A"/>
    <w:rsid w:val="00447588"/>
    <w:rsid w:val="00447914"/>
    <w:rsid w:val="00447F0E"/>
    <w:rsid w:val="00447FD7"/>
    <w:rsid w:val="0045001D"/>
    <w:rsid w:val="0045160C"/>
    <w:rsid w:val="004525AB"/>
    <w:rsid w:val="00452889"/>
    <w:rsid w:val="00452E4F"/>
    <w:rsid w:val="00454552"/>
    <w:rsid w:val="004549F6"/>
    <w:rsid w:val="00454F7D"/>
    <w:rsid w:val="0045667F"/>
    <w:rsid w:val="00456CBF"/>
    <w:rsid w:val="0045726C"/>
    <w:rsid w:val="004575FF"/>
    <w:rsid w:val="004576CE"/>
    <w:rsid w:val="0045782F"/>
    <w:rsid w:val="00457A4E"/>
    <w:rsid w:val="004602FD"/>
    <w:rsid w:val="004607B4"/>
    <w:rsid w:val="00460D65"/>
    <w:rsid w:val="004610AB"/>
    <w:rsid w:val="0046141E"/>
    <w:rsid w:val="00461EDC"/>
    <w:rsid w:val="004631B2"/>
    <w:rsid w:val="004637D0"/>
    <w:rsid w:val="00463F89"/>
    <w:rsid w:val="00465067"/>
    <w:rsid w:val="00465923"/>
    <w:rsid w:val="00465EF6"/>
    <w:rsid w:val="0046765F"/>
    <w:rsid w:val="0046777D"/>
    <w:rsid w:val="00467BD8"/>
    <w:rsid w:val="00467FEE"/>
    <w:rsid w:val="00470481"/>
    <w:rsid w:val="00470BDB"/>
    <w:rsid w:val="004717BA"/>
    <w:rsid w:val="00471955"/>
    <w:rsid w:val="004725A9"/>
    <w:rsid w:val="00472644"/>
    <w:rsid w:val="004728D1"/>
    <w:rsid w:val="00473513"/>
    <w:rsid w:val="00473923"/>
    <w:rsid w:val="00474D32"/>
    <w:rsid w:val="00475012"/>
    <w:rsid w:val="00477C61"/>
    <w:rsid w:val="00480182"/>
    <w:rsid w:val="004805A1"/>
    <w:rsid w:val="00480E8E"/>
    <w:rsid w:val="00482F1C"/>
    <w:rsid w:val="0048384C"/>
    <w:rsid w:val="004839CE"/>
    <w:rsid w:val="00483A91"/>
    <w:rsid w:val="00486D95"/>
    <w:rsid w:val="004876F0"/>
    <w:rsid w:val="00490198"/>
    <w:rsid w:val="004913D0"/>
    <w:rsid w:val="00491CB8"/>
    <w:rsid w:val="00492A9A"/>
    <w:rsid w:val="00492BB2"/>
    <w:rsid w:val="00492F03"/>
    <w:rsid w:val="00493435"/>
    <w:rsid w:val="004935EC"/>
    <w:rsid w:val="00493634"/>
    <w:rsid w:val="00494C7C"/>
    <w:rsid w:val="0049718F"/>
    <w:rsid w:val="00497421"/>
    <w:rsid w:val="004979BA"/>
    <w:rsid w:val="00497C0A"/>
    <w:rsid w:val="004A1330"/>
    <w:rsid w:val="004A155B"/>
    <w:rsid w:val="004A17C5"/>
    <w:rsid w:val="004A1A98"/>
    <w:rsid w:val="004A20C7"/>
    <w:rsid w:val="004A2ECE"/>
    <w:rsid w:val="004A3B44"/>
    <w:rsid w:val="004A3C39"/>
    <w:rsid w:val="004A3CCA"/>
    <w:rsid w:val="004A3E70"/>
    <w:rsid w:val="004A4144"/>
    <w:rsid w:val="004A4192"/>
    <w:rsid w:val="004A4455"/>
    <w:rsid w:val="004A4A05"/>
    <w:rsid w:val="004A505E"/>
    <w:rsid w:val="004A5D4F"/>
    <w:rsid w:val="004A6193"/>
    <w:rsid w:val="004A6624"/>
    <w:rsid w:val="004A6DBD"/>
    <w:rsid w:val="004A7AE5"/>
    <w:rsid w:val="004B03A6"/>
    <w:rsid w:val="004B0457"/>
    <w:rsid w:val="004B0723"/>
    <w:rsid w:val="004B0E42"/>
    <w:rsid w:val="004B137A"/>
    <w:rsid w:val="004B1FB5"/>
    <w:rsid w:val="004B34D0"/>
    <w:rsid w:val="004B4514"/>
    <w:rsid w:val="004B46AB"/>
    <w:rsid w:val="004B505D"/>
    <w:rsid w:val="004B5899"/>
    <w:rsid w:val="004B5910"/>
    <w:rsid w:val="004B6344"/>
    <w:rsid w:val="004B64D8"/>
    <w:rsid w:val="004B664F"/>
    <w:rsid w:val="004B6835"/>
    <w:rsid w:val="004B6FCF"/>
    <w:rsid w:val="004B72DA"/>
    <w:rsid w:val="004B7975"/>
    <w:rsid w:val="004C0197"/>
    <w:rsid w:val="004C1FD6"/>
    <w:rsid w:val="004C207E"/>
    <w:rsid w:val="004C212A"/>
    <w:rsid w:val="004C2EC6"/>
    <w:rsid w:val="004C32F5"/>
    <w:rsid w:val="004C4753"/>
    <w:rsid w:val="004C4D62"/>
    <w:rsid w:val="004C5174"/>
    <w:rsid w:val="004C6246"/>
    <w:rsid w:val="004D083E"/>
    <w:rsid w:val="004D11A0"/>
    <w:rsid w:val="004D1568"/>
    <w:rsid w:val="004D2D90"/>
    <w:rsid w:val="004D3793"/>
    <w:rsid w:val="004D4B91"/>
    <w:rsid w:val="004D5192"/>
    <w:rsid w:val="004D561C"/>
    <w:rsid w:val="004D6249"/>
    <w:rsid w:val="004D6736"/>
    <w:rsid w:val="004D6ED0"/>
    <w:rsid w:val="004E11B8"/>
    <w:rsid w:val="004E122E"/>
    <w:rsid w:val="004E12C0"/>
    <w:rsid w:val="004E189F"/>
    <w:rsid w:val="004E4549"/>
    <w:rsid w:val="004E4698"/>
    <w:rsid w:val="004E47EB"/>
    <w:rsid w:val="004E58CD"/>
    <w:rsid w:val="004E7466"/>
    <w:rsid w:val="004E79DD"/>
    <w:rsid w:val="004F012E"/>
    <w:rsid w:val="004F1A3A"/>
    <w:rsid w:val="004F25A9"/>
    <w:rsid w:val="004F25C1"/>
    <w:rsid w:val="004F2C8B"/>
    <w:rsid w:val="004F323B"/>
    <w:rsid w:val="004F367E"/>
    <w:rsid w:val="004F405E"/>
    <w:rsid w:val="004F6458"/>
    <w:rsid w:val="004F7391"/>
    <w:rsid w:val="004F74E4"/>
    <w:rsid w:val="004F75C6"/>
    <w:rsid w:val="005000D8"/>
    <w:rsid w:val="005004FB"/>
    <w:rsid w:val="00500500"/>
    <w:rsid w:val="0050078F"/>
    <w:rsid w:val="00501C54"/>
    <w:rsid w:val="00501D0F"/>
    <w:rsid w:val="00502243"/>
    <w:rsid w:val="00502C30"/>
    <w:rsid w:val="00503095"/>
    <w:rsid w:val="00503FFF"/>
    <w:rsid w:val="00504012"/>
    <w:rsid w:val="005040D6"/>
    <w:rsid w:val="005053BD"/>
    <w:rsid w:val="00505DD7"/>
    <w:rsid w:val="00505F0E"/>
    <w:rsid w:val="00506233"/>
    <w:rsid w:val="00506B2B"/>
    <w:rsid w:val="005074F9"/>
    <w:rsid w:val="0050758C"/>
    <w:rsid w:val="00507C3E"/>
    <w:rsid w:val="00511272"/>
    <w:rsid w:val="00512B40"/>
    <w:rsid w:val="00512E3C"/>
    <w:rsid w:val="005136A9"/>
    <w:rsid w:val="00513B75"/>
    <w:rsid w:val="00514395"/>
    <w:rsid w:val="00514E6C"/>
    <w:rsid w:val="00515693"/>
    <w:rsid w:val="00516230"/>
    <w:rsid w:val="00516A19"/>
    <w:rsid w:val="0051744F"/>
    <w:rsid w:val="00517AC9"/>
    <w:rsid w:val="0052000E"/>
    <w:rsid w:val="005212D5"/>
    <w:rsid w:val="00522068"/>
    <w:rsid w:val="0052288D"/>
    <w:rsid w:val="005243D2"/>
    <w:rsid w:val="00524480"/>
    <w:rsid w:val="00524F07"/>
    <w:rsid w:val="0052524D"/>
    <w:rsid w:val="00525383"/>
    <w:rsid w:val="00526B89"/>
    <w:rsid w:val="00526C43"/>
    <w:rsid w:val="005271FB"/>
    <w:rsid w:val="00527D33"/>
    <w:rsid w:val="005307C5"/>
    <w:rsid w:val="00530CD2"/>
    <w:rsid w:val="00530CE1"/>
    <w:rsid w:val="00530FC2"/>
    <w:rsid w:val="005312FC"/>
    <w:rsid w:val="005314A5"/>
    <w:rsid w:val="005339AB"/>
    <w:rsid w:val="00534BE8"/>
    <w:rsid w:val="005350D8"/>
    <w:rsid w:val="005354C6"/>
    <w:rsid w:val="005354F6"/>
    <w:rsid w:val="0053652D"/>
    <w:rsid w:val="00537537"/>
    <w:rsid w:val="00537EA6"/>
    <w:rsid w:val="00537EBE"/>
    <w:rsid w:val="0054034F"/>
    <w:rsid w:val="005404D1"/>
    <w:rsid w:val="00540547"/>
    <w:rsid w:val="0054063E"/>
    <w:rsid w:val="00540C6F"/>
    <w:rsid w:val="00540F2E"/>
    <w:rsid w:val="00541217"/>
    <w:rsid w:val="00541413"/>
    <w:rsid w:val="005427DC"/>
    <w:rsid w:val="00542A1B"/>
    <w:rsid w:val="00542B54"/>
    <w:rsid w:val="00542F9E"/>
    <w:rsid w:val="005442A1"/>
    <w:rsid w:val="005443AB"/>
    <w:rsid w:val="005448F0"/>
    <w:rsid w:val="00544F34"/>
    <w:rsid w:val="00545426"/>
    <w:rsid w:val="00545AFD"/>
    <w:rsid w:val="00545D80"/>
    <w:rsid w:val="00546636"/>
    <w:rsid w:val="005477CE"/>
    <w:rsid w:val="00552968"/>
    <w:rsid w:val="005536F4"/>
    <w:rsid w:val="0055491B"/>
    <w:rsid w:val="00554D96"/>
    <w:rsid w:val="005552D5"/>
    <w:rsid w:val="00555ADE"/>
    <w:rsid w:val="00555ED0"/>
    <w:rsid w:val="00556480"/>
    <w:rsid w:val="00556998"/>
    <w:rsid w:val="00556DA6"/>
    <w:rsid w:val="005570EC"/>
    <w:rsid w:val="0055719C"/>
    <w:rsid w:val="005573A4"/>
    <w:rsid w:val="00557DAC"/>
    <w:rsid w:val="00557FF1"/>
    <w:rsid w:val="00560535"/>
    <w:rsid w:val="00560868"/>
    <w:rsid w:val="00560939"/>
    <w:rsid w:val="00560AB0"/>
    <w:rsid w:val="00560B2F"/>
    <w:rsid w:val="00560E9B"/>
    <w:rsid w:val="005610BA"/>
    <w:rsid w:val="005617F8"/>
    <w:rsid w:val="005618BB"/>
    <w:rsid w:val="00561C19"/>
    <w:rsid w:val="00562116"/>
    <w:rsid w:val="005622BC"/>
    <w:rsid w:val="0056295C"/>
    <w:rsid w:val="00562A7D"/>
    <w:rsid w:val="00563990"/>
    <w:rsid w:val="00563994"/>
    <w:rsid w:val="00563EE5"/>
    <w:rsid w:val="005650C1"/>
    <w:rsid w:val="005653AE"/>
    <w:rsid w:val="00566320"/>
    <w:rsid w:val="00566BD3"/>
    <w:rsid w:val="00567B54"/>
    <w:rsid w:val="00570DFB"/>
    <w:rsid w:val="00570E84"/>
    <w:rsid w:val="005723AE"/>
    <w:rsid w:val="00573291"/>
    <w:rsid w:val="00573CE4"/>
    <w:rsid w:val="00573DD2"/>
    <w:rsid w:val="00573F72"/>
    <w:rsid w:val="0057485B"/>
    <w:rsid w:val="00576D61"/>
    <w:rsid w:val="00577F9E"/>
    <w:rsid w:val="0058039D"/>
    <w:rsid w:val="0058043E"/>
    <w:rsid w:val="00582285"/>
    <w:rsid w:val="005827B6"/>
    <w:rsid w:val="00583946"/>
    <w:rsid w:val="00584B6A"/>
    <w:rsid w:val="00584CF2"/>
    <w:rsid w:val="005855E4"/>
    <w:rsid w:val="00585D1D"/>
    <w:rsid w:val="00586A4B"/>
    <w:rsid w:val="00586B9F"/>
    <w:rsid w:val="00590401"/>
    <w:rsid w:val="00590487"/>
    <w:rsid w:val="0059115E"/>
    <w:rsid w:val="005912FA"/>
    <w:rsid w:val="00592796"/>
    <w:rsid w:val="00593162"/>
    <w:rsid w:val="005931DF"/>
    <w:rsid w:val="005933A1"/>
    <w:rsid w:val="00593629"/>
    <w:rsid w:val="0059385C"/>
    <w:rsid w:val="00593B55"/>
    <w:rsid w:val="00593ECA"/>
    <w:rsid w:val="005940D6"/>
    <w:rsid w:val="00595475"/>
    <w:rsid w:val="00595B2E"/>
    <w:rsid w:val="00596297"/>
    <w:rsid w:val="005969CB"/>
    <w:rsid w:val="00597403"/>
    <w:rsid w:val="005A0045"/>
    <w:rsid w:val="005A0742"/>
    <w:rsid w:val="005A1069"/>
    <w:rsid w:val="005A2BA3"/>
    <w:rsid w:val="005A39A8"/>
    <w:rsid w:val="005A42FE"/>
    <w:rsid w:val="005A45E0"/>
    <w:rsid w:val="005A485E"/>
    <w:rsid w:val="005A5225"/>
    <w:rsid w:val="005A5429"/>
    <w:rsid w:val="005A55B3"/>
    <w:rsid w:val="005A5B90"/>
    <w:rsid w:val="005A5E24"/>
    <w:rsid w:val="005A6375"/>
    <w:rsid w:val="005A6B22"/>
    <w:rsid w:val="005A7693"/>
    <w:rsid w:val="005A78AF"/>
    <w:rsid w:val="005A7C8A"/>
    <w:rsid w:val="005B047F"/>
    <w:rsid w:val="005B0ABE"/>
    <w:rsid w:val="005B1B8F"/>
    <w:rsid w:val="005B204C"/>
    <w:rsid w:val="005B2073"/>
    <w:rsid w:val="005B32CA"/>
    <w:rsid w:val="005B345E"/>
    <w:rsid w:val="005B3678"/>
    <w:rsid w:val="005B3728"/>
    <w:rsid w:val="005B47C2"/>
    <w:rsid w:val="005B4E33"/>
    <w:rsid w:val="005B537C"/>
    <w:rsid w:val="005B5877"/>
    <w:rsid w:val="005B5A30"/>
    <w:rsid w:val="005C0162"/>
    <w:rsid w:val="005C01CE"/>
    <w:rsid w:val="005C0FA8"/>
    <w:rsid w:val="005C3421"/>
    <w:rsid w:val="005C4A09"/>
    <w:rsid w:val="005C5045"/>
    <w:rsid w:val="005C52E5"/>
    <w:rsid w:val="005C5E2D"/>
    <w:rsid w:val="005C5F3B"/>
    <w:rsid w:val="005C6442"/>
    <w:rsid w:val="005C67CD"/>
    <w:rsid w:val="005C6A8B"/>
    <w:rsid w:val="005C717E"/>
    <w:rsid w:val="005C7CBE"/>
    <w:rsid w:val="005C7D68"/>
    <w:rsid w:val="005D078F"/>
    <w:rsid w:val="005D0EA7"/>
    <w:rsid w:val="005D10FE"/>
    <w:rsid w:val="005D211D"/>
    <w:rsid w:val="005D24A3"/>
    <w:rsid w:val="005D274A"/>
    <w:rsid w:val="005D4874"/>
    <w:rsid w:val="005D4954"/>
    <w:rsid w:val="005D6988"/>
    <w:rsid w:val="005D6FA7"/>
    <w:rsid w:val="005D7017"/>
    <w:rsid w:val="005D7D25"/>
    <w:rsid w:val="005E0814"/>
    <w:rsid w:val="005E16D8"/>
    <w:rsid w:val="005E2A35"/>
    <w:rsid w:val="005E2B88"/>
    <w:rsid w:val="005E3018"/>
    <w:rsid w:val="005E3124"/>
    <w:rsid w:val="005E3CED"/>
    <w:rsid w:val="005E3ED1"/>
    <w:rsid w:val="005E4374"/>
    <w:rsid w:val="005E4919"/>
    <w:rsid w:val="005E4B07"/>
    <w:rsid w:val="005E4B80"/>
    <w:rsid w:val="005E5A4F"/>
    <w:rsid w:val="005E5E9B"/>
    <w:rsid w:val="005E615C"/>
    <w:rsid w:val="005E6E8F"/>
    <w:rsid w:val="005E7531"/>
    <w:rsid w:val="005F01FF"/>
    <w:rsid w:val="005F03E0"/>
    <w:rsid w:val="005F27AB"/>
    <w:rsid w:val="005F3552"/>
    <w:rsid w:val="005F3AF0"/>
    <w:rsid w:val="005F4361"/>
    <w:rsid w:val="005F4756"/>
    <w:rsid w:val="005F4854"/>
    <w:rsid w:val="005F4FA8"/>
    <w:rsid w:val="005F5907"/>
    <w:rsid w:val="005F6DC5"/>
    <w:rsid w:val="005F73CE"/>
    <w:rsid w:val="005F740C"/>
    <w:rsid w:val="005F7462"/>
    <w:rsid w:val="005F768F"/>
    <w:rsid w:val="005F77CE"/>
    <w:rsid w:val="00600697"/>
    <w:rsid w:val="006012A0"/>
    <w:rsid w:val="00601765"/>
    <w:rsid w:val="00602698"/>
    <w:rsid w:val="00602ABB"/>
    <w:rsid w:val="00602DEE"/>
    <w:rsid w:val="006040A8"/>
    <w:rsid w:val="00604153"/>
    <w:rsid w:val="00604360"/>
    <w:rsid w:val="00604B57"/>
    <w:rsid w:val="00605549"/>
    <w:rsid w:val="00605FF8"/>
    <w:rsid w:val="00606B08"/>
    <w:rsid w:val="00606C39"/>
    <w:rsid w:val="00607A89"/>
    <w:rsid w:val="00607ECD"/>
    <w:rsid w:val="006117F4"/>
    <w:rsid w:val="00611F3E"/>
    <w:rsid w:val="00612311"/>
    <w:rsid w:val="00612ECD"/>
    <w:rsid w:val="006135E9"/>
    <w:rsid w:val="00613D88"/>
    <w:rsid w:val="006154FE"/>
    <w:rsid w:val="00615AC4"/>
    <w:rsid w:val="00615D34"/>
    <w:rsid w:val="00615D85"/>
    <w:rsid w:val="00616872"/>
    <w:rsid w:val="006178E0"/>
    <w:rsid w:val="0061796B"/>
    <w:rsid w:val="00617B6B"/>
    <w:rsid w:val="00617BBA"/>
    <w:rsid w:val="0062035F"/>
    <w:rsid w:val="0062041D"/>
    <w:rsid w:val="00621588"/>
    <w:rsid w:val="006232C1"/>
    <w:rsid w:val="00623C6C"/>
    <w:rsid w:val="00623F71"/>
    <w:rsid w:val="0062437C"/>
    <w:rsid w:val="006254BE"/>
    <w:rsid w:val="0062709E"/>
    <w:rsid w:val="00627C10"/>
    <w:rsid w:val="00627D2F"/>
    <w:rsid w:val="00627E0A"/>
    <w:rsid w:val="00630BE3"/>
    <w:rsid w:val="0063121D"/>
    <w:rsid w:val="006313F2"/>
    <w:rsid w:val="00633468"/>
    <w:rsid w:val="006348CD"/>
    <w:rsid w:val="006348E3"/>
    <w:rsid w:val="0063522D"/>
    <w:rsid w:val="0063543D"/>
    <w:rsid w:val="0063632A"/>
    <w:rsid w:val="006369DB"/>
    <w:rsid w:val="006369E8"/>
    <w:rsid w:val="00636EC7"/>
    <w:rsid w:val="00637656"/>
    <w:rsid w:val="00637CE5"/>
    <w:rsid w:val="00637DC8"/>
    <w:rsid w:val="00640752"/>
    <w:rsid w:val="00640885"/>
    <w:rsid w:val="00640CD5"/>
    <w:rsid w:val="00643396"/>
    <w:rsid w:val="006433CB"/>
    <w:rsid w:val="0064345B"/>
    <w:rsid w:val="006436F5"/>
    <w:rsid w:val="00643BAE"/>
    <w:rsid w:val="00643E56"/>
    <w:rsid w:val="00644005"/>
    <w:rsid w:val="0064409F"/>
    <w:rsid w:val="00644972"/>
    <w:rsid w:val="0064514D"/>
    <w:rsid w:val="006453DF"/>
    <w:rsid w:val="00645784"/>
    <w:rsid w:val="00646582"/>
    <w:rsid w:val="00646650"/>
    <w:rsid w:val="00646A53"/>
    <w:rsid w:val="00646C32"/>
    <w:rsid w:val="00646DCA"/>
    <w:rsid w:val="00647456"/>
    <w:rsid w:val="00647CBB"/>
    <w:rsid w:val="0065151C"/>
    <w:rsid w:val="006524ED"/>
    <w:rsid w:val="00652770"/>
    <w:rsid w:val="006535B9"/>
    <w:rsid w:val="00653804"/>
    <w:rsid w:val="00653BE3"/>
    <w:rsid w:val="006543E0"/>
    <w:rsid w:val="00654B9B"/>
    <w:rsid w:val="00654EEF"/>
    <w:rsid w:val="00655656"/>
    <w:rsid w:val="006575DC"/>
    <w:rsid w:val="00660076"/>
    <w:rsid w:val="00660388"/>
    <w:rsid w:val="00660A9A"/>
    <w:rsid w:val="00660DCF"/>
    <w:rsid w:val="00660E7D"/>
    <w:rsid w:val="006614AF"/>
    <w:rsid w:val="0066158E"/>
    <w:rsid w:val="0066225A"/>
    <w:rsid w:val="0066238D"/>
    <w:rsid w:val="00662435"/>
    <w:rsid w:val="0066297C"/>
    <w:rsid w:val="00662AF2"/>
    <w:rsid w:val="00662C25"/>
    <w:rsid w:val="00663764"/>
    <w:rsid w:val="00663C6E"/>
    <w:rsid w:val="00664218"/>
    <w:rsid w:val="006660E7"/>
    <w:rsid w:val="0066637C"/>
    <w:rsid w:val="006665BF"/>
    <w:rsid w:val="00666B87"/>
    <w:rsid w:val="006672D7"/>
    <w:rsid w:val="00670527"/>
    <w:rsid w:val="00670E82"/>
    <w:rsid w:val="00671663"/>
    <w:rsid w:val="006721A3"/>
    <w:rsid w:val="006727C2"/>
    <w:rsid w:val="006727DD"/>
    <w:rsid w:val="00672EFB"/>
    <w:rsid w:val="00673DEB"/>
    <w:rsid w:val="006743C3"/>
    <w:rsid w:val="00674B66"/>
    <w:rsid w:val="00675075"/>
    <w:rsid w:val="006752A0"/>
    <w:rsid w:val="00675782"/>
    <w:rsid w:val="00675E0B"/>
    <w:rsid w:val="00675ECD"/>
    <w:rsid w:val="006762BD"/>
    <w:rsid w:val="00676A5D"/>
    <w:rsid w:val="00676C86"/>
    <w:rsid w:val="0067701F"/>
    <w:rsid w:val="00677420"/>
    <w:rsid w:val="0067796F"/>
    <w:rsid w:val="00677D48"/>
    <w:rsid w:val="0068095A"/>
    <w:rsid w:val="00680E9D"/>
    <w:rsid w:val="0068154D"/>
    <w:rsid w:val="006830AA"/>
    <w:rsid w:val="00683919"/>
    <w:rsid w:val="00683B69"/>
    <w:rsid w:val="0068445B"/>
    <w:rsid w:val="006849E5"/>
    <w:rsid w:val="00684C3B"/>
    <w:rsid w:val="00684D5C"/>
    <w:rsid w:val="00685902"/>
    <w:rsid w:val="00686307"/>
    <w:rsid w:val="00690317"/>
    <w:rsid w:val="006906B2"/>
    <w:rsid w:val="006909FC"/>
    <w:rsid w:val="006910A9"/>
    <w:rsid w:val="006912BB"/>
    <w:rsid w:val="0069171D"/>
    <w:rsid w:val="006921FE"/>
    <w:rsid w:val="006927EF"/>
    <w:rsid w:val="00692E82"/>
    <w:rsid w:val="00693515"/>
    <w:rsid w:val="00693595"/>
    <w:rsid w:val="00693749"/>
    <w:rsid w:val="006937CF"/>
    <w:rsid w:val="00693F74"/>
    <w:rsid w:val="006940F0"/>
    <w:rsid w:val="0069577B"/>
    <w:rsid w:val="00696830"/>
    <w:rsid w:val="006979DE"/>
    <w:rsid w:val="006A03B4"/>
    <w:rsid w:val="006A1331"/>
    <w:rsid w:val="006A18CD"/>
    <w:rsid w:val="006A2284"/>
    <w:rsid w:val="006A2656"/>
    <w:rsid w:val="006A28CA"/>
    <w:rsid w:val="006A29C7"/>
    <w:rsid w:val="006A3AAE"/>
    <w:rsid w:val="006A3B7E"/>
    <w:rsid w:val="006A472B"/>
    <w:rsid w:val="006A63A5"/>
    <w:rsid w:val="006A68D7"/>
    <w:rsid w:val="006A70A2"/>
    <w:rsid w:val="006A7265"/>
    <w:rsid w:val="006A7C74"/>
    <w:rsid w:val="006B0B00"/>
    <w:rsid w:val="006B1BBA"/>
    <w:rsid w:val="006B1FE9"/>
    <w:rsid w:val="006B220E"/>
    <w:rsid w:val="006B28C4"/>
    <w:rsid w:val="006B298D"/>
    <w:rsid w:val="006B3C3E"/>
    <w:rsid w:val="006B4112"/>
    <w:rsid w:val="006B45BD"/>
    <w:rsid w:val="006B5545"/>
    <w:rsid w:val="006B5F02"/>
    <w:rsid w:val="006B71C0"/>
    <w:rsid w:val="006C0D43"/>
    <w:rsid w:val="006C1242"/>
    <w:rsid w:val="006C1325"/>
    <w:rsid w:val="006C1A8A"/>
    <w:rsid w:val="006C1FD3"/>
    <w:rsid w:val="006C3150"/>
    <w:rsid w:val="006C31B8"/>
    <w:rsid w:val="006C3D5A"/>
    <w:rsid w:val="006C4231"/>
    <w:rsid w:val="006C4B3A"/>
    <w:rsid w:val="006C6D4A"/>
    <w:rsid w:val="006C7159"/>
    <w:rsid w:val="006C7AAE"/>
    <w:rsid w:val="006D0456"/>
    <w:rsid w:val="006D06A7"/>
    <w:rsid w:val="006D1CC4"/>
    <w:rsid w:val="006D23A4"/>
    <w:rsid w:val="006D248F"/>
    <w:rsid w:val="006D252A"/>
    <w:rsid w:val="006D2794"/>
    <w:rsid w:val="006D282C"/>
    <w:rsid w:val="006D3149"/>
    <w:rsid w:val="006D39A9"/>
    <w:rsid w:val="006D3A32"/>
    <w:rsid w:val="006D4702"/>
    <w:rsid w:val="006D4ADC"/>
    <w:rsid w:val="006D5A6B"/>
    <w:rsid w:val="006D71AC"/>
    <w:rsid w:val="006D74D5"/>
    <w:rsid w:val="006D75F0"/>
    <w:rsid w:val="006E0DB9"/>
    <w:rsid w:val="006E3101"/>
    <w:rsid w:val="006E399D"/>
    <w:rsid w:val="006E3D07"/>
    <w:rsid w:val="006E4359"/>
    <w:rsid w:val="006E46FA"/>
    <w:rsid w:val="006E4B9D"/>
    <w:rsid w:val="006E50A4"/>
    <w:rsid w:val="006E55FF"/>
    <w:rsid w:val="006E5C25"/>
    <w:rsid w:val="006E6318"/>
    <w:rsid w:val="006E66D3"/>
    <w:rsid w:val="006E764E"/>
    <w:rsid w:val="006E7EE0"/>
    <w:rsid w:val="006F15B0"/>
    <w:rsid w:val="006F1C3A"/>
    <w:rsid w:val="006F1DCC"/>
    <w:rsid w:val="006F1DCD"/>
    <w:rsid w:val="006F2A8B"/>
    <w:rsid w:val="006F2FD8"/>
    <w:rsid w:val="006F2FFE"/>
    <w:rsid w:val="006F355C"/>
    <w:rsid w:val="006F3A6F"/>
    <w:rsid w:val="006F3B52"/>
    <w:rsid w:val="006F4EF8"/>
    <w:rsid w:val="006F52BC"/>
    <w:rsid w:val="006F6FDB"/>
    <w:rsid w:val="006F71C8"/>
    <w:rsid w:val="006F7576"/>
    <w:rsid w:val="006F7A81"/>
    <w:rsid w:val="006F7AAE"/>
    <w:rsid w:val="006F7DC9"/>
    <w:rsid w:val="00700015"/>
    <w:rsid w:val="007016D2"/>
    <w:rsid w:val="00701A53"/>
    <w:rsid w:val="00701D84"/>
    <w:rsid w:val="00702B80"/>
    <w:rsid w:val="00703C8D"/>
    <w:rsid w:val="00704940"/>
    <w:rsid w:val="00704D50"/>
    <w:rsid w:val="007052FA"/>
    <w:rsid w:val="00705400"/>
    <w:rsid w:val="007068F2"/>
    <w:rsid w:val="00706AFA"/>
    <w:rsid w:val="00706F5D"/>
    <w:rsid w:val="0070761F"/>
    <w:rsid w:val="0070774F"/>
    <w:rsid w:val="00707AB2"/>
    <w:rsid w:val="00707E72"/>
    <w:rsid w:val="007102EA"/>
    <w:rsid w:val="007105D9"/>
    <w:rsid w:val="007113E6"/>
    <w:rsid w:val="00711537"/>
    <w:rsid w:val="00711540"/>
    <w:rsid w:val="00711B17"/>
    <w:rsid w:val="00712026"/>
    <w:rsid w:val="00712D90"/>
    <w:rsid w:val="007131B0"/>
    <w:rsid w:val="007131BC"/>
    <w:rsid w:val="007147F4"/>
    <w:rsid w:val="00715F34"/>
    <w:rsid w:val="00716A7A"/>
    <w:rsid w:val="0072046E"/>
    <w:rsid w:val="0072121E"/>
    <w:rsid w:val="00721271"/>
    <w:rsid w:val="00721883"/>
    <w:rsid w:val="00721E13"/>
    <w:rsid w:val="007220B0"/>
    <w:rsid w:val="00723F60"/>
    <w:rsid w:val="0072402C"/>
    <w:rsid w:val="00724387"/>
    <w:rsid w:val="00724629"/>
    <w:rsid w:val="0072499C"/>
    <w:rsid w:val="00724CB2"/>
    <w:rsid w:val="007258BF"/>
    <w:rsid w:val="007259B4"/>
    <w:rsid w:val="0072616A"/>
    <w:rsid w:val="00726381"/>
    <w:rsid w:val="00726C36"/>
    <w:rsid w:val="00726DBE"/>
    <w:rsid w:val="007278B7"/>
    <w:rsid w:val="007300E0"/>
    <w:rsid w:val="0073062F"/>
    <w:rsid w:val="00731062"/>
    <w:rsid w:val="00731621"/>
    <w:rsid w:val="00732B0E"/>
    <w:rsid w:val="00732DB5"/>
    <w:rsid w:val="0073407E"/>
    <w:rsid w:val="00734919"/>
    <w:rsid w:val="00735DCC"/>
    <w:rsid w:val="007363FB"/>
    <w:rsid w:val="0073792F"/>
    <w:rsid w:val="00737AD1"/>
    <w:rsid w:val="00740342"/>
    <w:rsid w:val="00740549"/>
    <w:rsid w:val="00740D33"/>
    <w:rsid w:val="00740DEC"/>
    <w:rsid w:val="00740FA3"/>
    <w:rsid w:val="0074108C"/>
    <w:rsid w:val="00741AF9"/>
    <w:rsid w:val="00743817"/>
    <w:rsid w:val="00744002"/>
    <w:rsid w:val="007442E1"/>
    <w:rsid w:val="00744735"/>
    <w:rsid w:val="0074547B"/>
    <w:rsid w:val="00745644"/>
    <w:rsid w:val="0074653D"/>
    <w:rsid w:val="007473B9"/>
    <w:rsid w:val="00747E41"/>
    <w:rsid w:val="00750CD2"/>
    <w:rsid w:val="00750D6A"/>
    <w:rsid w:val="00750DFB"/>
    <w:rsid w:val="007518BB"/>
    <w:rsid w:val="00751D21"/>
    <w:rsid w:val="00753C50"/>
    <w:rsid w:val="0075423D"/>
    <w:rsid w:val="0075443F"/>
    <w:rsid w:val="007544CA"/>
    <w:rsid w:val="00754D0F"/>
    <w:rsid w:val="00755722"/>
    <w:rsid w:val="0075608D"/>
    <w:rsid w:val="00756121"/>
    <w:rsid w:val="007564E6"/>
    <w:rsid w:val="00756A05"/>
    <w:rsid w:val="00757508"/>
    <w:rsid w:val="00760419"/>
    <w:rsid w:val="00761D3B"/>
    <w:rsid w:val="00762196"/>
    <w:rsid w:val="00762AD6"/>
    <w:rsid w:val="00762B57"/>
    <w:rsid w:val="00762CD5"/>
    <w:rsid w:val="0076330E"/>
    <w:rsid w:val="007638D5"/>
    <w:rsid w:val="00763D56"/>
    <w:rsid w:val="00764618"/>
    <w:rsid w:val="007649E5"/>
    <w:rsid w:val="00765479"/>
    <w:rsid w:val="007658F2"/>
    <w:rsid w:val="00766B1A"/>
    <w:rsid w:val="007672E4"/>
    <w:rsid w:val="00770037"/>
    <w:rsid w:val="00770184"/>
    <w:rsid w:val="0077199F"/>
    <w:rsid w:val="007724E0"/>
    <w:rsid w:val="007735D8"/>
    <w:rsid w:val="00773670"/>
    <w:rsid w:val="00774BDC"/>
    <w:rsid w:val="007773CA"/>
    <w:rsid w:val="00777930"/>
    <w:rsid w:val="00780763"/>
    <w:rsid w:val="00780A2F"/>
    <w:rsid w:val="00780BC9"/>
    <w:rsid w:val="00781DFC"/>
    <w:rsid w:val="007824DA"/>
    <w:rsid w:val="00783AE3"/>
    <w:rsid w:val="007842B7"/>
    <w:rsid w:val="00784DFE"/>
    <w:rsid w:val="00786A80"/>
    <w:rsid w:val="007870FB"/>
    <w:rsid w:val="0078761A"/>
    <w:rsid w:val="00787D3D"/>
    <w:rsid w:val="00790685"/>
    <w:rsid w:val="00790760"/>
    <w:rsid w:val="00791AD1"/>
    <w:rsid w:val="00792092"/>
    <w:rsid w:val="00792585"/>
    <w:rsid w:val="007929A2"/>
    <w:rsid w:val="00792E5F"/>
    <w:rsid w:val="007932C9"/>
    <w:rsid w:val="00793E8C"/>
    <w:rsid w:val="00794AD7"/>
    <w:rsid w:val="00794CE3"/>
    <w:rsid w:val="00795A32"/>
    <w:rsid w:val="00796CC0"/>
    <w:rsid w:val="007973DB"/>
    <w:rsid w:val="007979B3"/>
    <w:rsid w:val="00797A69"/>
    <w:rsid w:val="00797B7D"/>
    <w:rsid w:val="007A07C5"/>
    <w:rsid w:val="007A09E6"/>
    <w:rsid w:val="007A12A1"/>
    <w:rsid w:val="007A1579"/>
    <w:rsid w:val="007A16CD"/>
    <w:rsid w:val="007A3C8F"/>
    <w:rsid w:val="007A45C8"/>
    <w:rsid w:val="007A6309"/>
    <w:rsid w:val="007A745D"/>
    <w:rsid w:val="007A790B"/>
    <w:rsid w:val="007B0161"/>
    <w:rsid w:val="007B16CA"/>
    <w:rsid w:val="007B1982"/>
    <w:rsid w:val="007B34AC"/>
    <w:rsid w:val="007B58A7"/>
    <w:rsid w:val="007B5EE4"/>
    <w:rsid w:val="007B633E"/>
    <w:rsid w:val="007B6774"/>
    <w:rsid w:val="007B7110"/>
    <w:rsid w:val="007B7DD9"/>
    <w:rsid w:val="007B7E27"/>
    <w:rsid w:val="007B7E70"/>
    <w:rsid w:val="007C056A"/>
    <w:rsid w:val="007C17ED"/>
    <w:rsid w:val="007C194F"/>
    <w:rsid w:val="007C31D4"/>
    <w:rsid w:val="007C3661"/>
    <w:rsid w:val="007C3837"/>
    <w:rsid w:val="007C3FD3"/>
    <w:rsid w:val="007C4D2C"/>
    <w:rsid w:val="007C4FF3"/>
    <w:rsid w:val="007C5F75"/>
    <w:rsid w:val="007C64F0"/>
    <w:rsid w:val="007C7629"/>
    <w:rsid w:val="007C76B7"/>
    <w:rsid w:val="007C7A8C"/>
    <w:rsid w:val="007D0C3D"/>
    <w:rsid w:val="007D0D3A"/>
    <w:rsid w:val="007D0D5A"/>
    <w:rsid w:val="007D11E4"/>
    <w:rsid w:val="007D1664"/>
    <w:rsid w:val="007D1ECF"/>
    <w:rsid w:val="007D1F12"/>
    <w:rsid w:val="007D205E"/>
    <w:rsid w:val="007D2285"/>
    <w:rsid w:val="007D2350"/>
    <w:rsid w:val="007D2650"/>
    <w:rsid w:val="007D2EA1"/>
    <w:rsid w:val="007D43F7"/>
    <w:rsid w:val="007D4E2A"/>
    <w:rsid w:val="007D5314"/>
    <w:rsid w:val="007D568C"/>
    <w:rsid w:val="007D58C1"/>
    <w:rsid w:val="007D5B26"/>
    <w:rsid w:val="007D5D11"/>
    <w:rsid w:val="007D6445"/>
    <w:rsid w:val="007D6589"/>
    <w:rsid w:val="007D6AFB"/>
    <w:rsid w:val="007E1127"/>
    <w:rsid w:val="007E14B7"/>
    <w:rsid w:val="007E1F4F"/>
    <w:rsid w:val="007E22CC"/>
    <w:rsid w:val="007E272E"/>
    <w:rsid w:val="007E3992"/>
    <w:rsid w:val="007E4075"/>
    <w:rsid w:val="007E4217"/>
    <w:rsid w:val="007E5402"/>
    <w:rsid w:val="007E59CD"/>
    <w:rsid w:val="007E6097"/>
    <w:rsid w:val="007E6A2C"/>
    <w:rsid w:val="007E6B3F"/>
    <w:rsid w:val="007E6FAF"/>
    <w:rsid w:val="007E73D9"/>
    <w:rsid w:val="007E754F"/>
    <w:rsid w:val="007E7A52"/>
    <w:rsid w:val="007E7D85"/>
    <w:rsid w:val="007E7FF5"/>
    <w:rsid w:val="007F1516"/>
    <w:rsid w:val="007F25A7"/>
    <w:rsid w:val="007F3056"/>
    <w:rsid w:val="007F3D04"/>
    <w:rsid w:val="007F3DF2"/>
    <w:rsid w:val="007F5702"/>
    <w:rsid w:val="007F6D6C"/>
    <w:rsid w:val="007F79B5"/>
    <w:rsid w:val="00800144"/>
    <w:rsid w:val="0080105F"/>
    <w:rsid w:val="0080173A"/>
    <w:rsid w:val="0080181C"/>
    <w:rsid w:val="008022E7"/>
    <w:rsid w:val="0080459B"/>
    <w:rsid w:val="0080489B"/>
    <w:rsid w:val="00805407"/>
    <w:rsid w:val="00805905"/>
    <w:rsid w:val="008060F3"/>
    <w:rsid w:val="00806500"/>
    <w:rsid w:val="008066A4"/>
    <w:rsid w:val="00806F4C"/>
    <w:rsid w:val="0081173A"/>
    <w:rsid w:val="00811946"/>
    <w:rsid w:val="00812109"/>
    <w:rsid w:val="008137D8"/>
    <w:rsid w:val="008164FB"/>
    <w:rsid w:val="00816AB2"/>
    <w:rsid w:val="00816DA6"/>
    <w:rsid w:val="00816E96"/>
    <w:rsid w:val="00816F31"/>
    <w:rsid w:val="00820262"/>
    <w:rsid w:val="008207BF"/>
    <w:rsid w:val="00821315"/>
    <w:rsid w:val="00821636"/>
    <w:rsid w:val="00822145"/>
    <w:rsid w:val="00822279"/>
    <w:rsid w:val="00822D3F"/>
    <w:rsid w:val="0082370E"/>
    <w:rsid w:val="00823911"/>
    <w:rsid w:val="00823BF7"/>
    <w:rsid w:val="00824A2A"/>
    <w:rsid w:val="0082627D"/>
    <w:rsid w:val="00826614"/>
    <w:rsid w:val="008274E2"/>
    <w:rsid w:val="00827715"/>
    <w:rsid w:val="008278CC"/>
    <w:rsid w:val="00827CD7"/>
    <w:rsid w:val="00830488"/>
    <w:rsid w:val="00830D6D"/>
    <w:rsid w:val="00831753"/>
    <w:rsid w:val="008317FD"/>
    <w:rsid w:val="00831834"/>
    <w:rsid w:val="00831C87"/>
    <w:rsid w:val="00831E14"/>
    <w:rsid w:val="00833F46"/>
    <w:rsid w:val="00835281"/>
    <w:rsid w:val="008354BC"/>
    <w:rsid w:val="00835C87"/>
    <w:rsid w:val="00835D01"/>
    <w:rsid w:val="00836E5B"/>
    <w:rsid w:val="00836E94"/>
    <w:rsid w:val="0083729D"/>
    <w:rsid w:val="00837F31"/>
    <w:rsid w:val="008409F0"/>
    <w:rsid w:val="00842673"/>
    <w:rsid w:val="00842762"/>
    <w:rsid w:val="00842F86"/>
    <w:rsid w:val="008432B8"/>
    <w:rsid w:val="008440F0"/>
    <w:rsid w:val="00845769"/>
    <w:rsid w:val="008465CF"/>
    <w:rsid w:val="00846C3B"/>
    <w:rsid w:val="00847B53"/>
    <w:rsid w:val="00850FA3"/>
    <w:rsid w:val="00851A1B"/>
    <w:rsid w:val="0085369A"/>
    <w:rsid w:val="0085390A"/>
    <w:rsid w:val="00853BDA"/>
    <w:rsid w:val="00853FB8"/>
    <w:rsid w:val="00854294"/>
    <w:rsid w:val="00854A6B"/>
    <w:rsid w:val="0085531D"/>
    <w:rsid w:val="00855914"/>
    <w:rsid w:val="00857807"/>
    <w:rsid w:val="00857D84"/>
    <w:rsid w:val="00860A26"/>
    <w:rsid w:val="00860B50"/>
    <w:rsid w:val="0086125C"/>
    <w:rsid w:val="0086320B"/>
    <w:rsid w:val="00863E94"/>
    <w:rsid w:val="00864929"/>
    <w:rsid w:val="00865FC2"/>
    <w:rsid w:val="00866074"/>
    <w:rsid w:val="00866120"/>
    <w:rsid w:val="00866317"/>
    <w:rsid w:val="00866E2B"/>
    <w:rsid w:val="00871B42"/>
    <w:rsid w:val="00874966"/>
    <w:rsid w:val="00874CB8"/>
    <w:rsid w:val="00876DF1"/>
    <w:rsid w:val="0087778E"/>
    <w:rsid w:val="008779CF"/>
    <w:rsid w:val="00877C68"/>
    <w:rsid w:val="00877D60"/>
    <w:rsid w:val="00877F71"/>
    <w:rsid w:val="008808CC"/>
    <w:rsid w:val="00880F32"/>
    <w:rsid w:val="008816E9"/>
    <w:rsid w:val="00883949"/>
    <w:rsid w:val="00883F56"/>
    <w:rsid w:val="008856FA"/>
    <w:rsid w:val="00886A66"/>
    <w:rsid w:val="00886C92"/>
    <w:rsid w:val="00886D23"/>
    <w:rsid w:val="0088700C"/>
    <w:rsid w:val="008874C2"/>
    <w:rsid w:val="00887B41"/>
    <w:rsid w:val="008907C2"/>
    <w:rsid w:val="00891C25"/>
    <w:rsid w:val="00891CE9"/>
    <w:rsid w:val="00891F98"/>
    <w:rsid w:val="00892035"/>
    <w:rsid w:val="0089207B"/>
    <w:rsid w:val="008932B4"/>
    <w:rsid w:val="00893F99"/>
    <w:rsid w:val="0089423E"/>
    <w:rsid w:val="00895065"/>
    <w:rsid w:val="0089559D"/>
    <w:rsid w:val="00895A5B"/>
    <w:rsid w:val="00896D1A"/>
    <w:rsid w:val="00897084"/>
    <w:rsid w:val="008A05D2"/>
    <w:rsid w:val="008A1BEF"/>
    <w:rsid w:val="008A456B"/>
    <w:rsid w:val="008A4E6F"/>
    <w:rsid w:val="008A581C"/>
    <w:rsid w:val="008A5A49"/>
    <w:rsid w:val="008A630E"/>
    <w:rsid w:val="008A6461"/>
    <w:rsid w:val="008A72BD"/>
    <w:rsid w:val="008A77A2"/>
    <w:rsid w:val="008A7BDD"/>
    <w:rsid w:val="008B01F7"/>
    <w:rsid w:val="008B04AF"/>
    <w:rsid w:val="008B1FDD"/>
    <w:rsid w:val="008B2125"/>
    <w:rsid w:val="008B225B"/>
    <w:rsid w:val="008B29CC"/>
    <w:rsid w:val="008B3F38"/>
    <w:rsid w:val="008B5BF4"/>
    <w:rsid w:val="008B5EDD"/>
    <w:rsid w:val="008B77B9"/>
    <w:rsid w:val="008B79D9"/>
    <w:rsid w:val="008C1301"/>
    <w:rsid w:val="008C1400"/>
    <w:rsid w:val="008C1837"/>
    <w:rsid w:val="008C1CC7"/>
    <w:rsid w:val="008C2110"/>
    <w:rsid w:val="008C3927"/>
    <w:rsid w:val="008C480B"/>
    <w:rsid w:val="008C4AAA"/>
    <w:rsid w:val="008C4CB5"/>
    <w:rsid w:val="008C5D1C"/>
    <w:rsid w:val="008C670E"/>
    <w:rsid w:val="008C6995"/>
    <w:rsid w:val="008C6DC5"/>
    <w:rsid w:val="008C6EAD"/>
    <w:rsid w:val="008D0165"/>
    <w:rsid w:val="008D01F8"/>
    <w:rsid w:val="008D02C7"/>
    <w:rsid w:val="008D04C0"/>
    <w:rsid w:val="008D10A6"/>
    <w:rsid w:val="008D17CD"/>
    <w:rsid w:val="008D271E"/>
    <w:rsid w:val="008D2B99"/>
    <w:rsid w:val="008D3B4B"/>
    <w:rsid w:val="008D40CF"/>
    <w:rsid w:val="008D4D6D"/>
    <w:rsid w:val="008D4E95"/>
    <w:rsid w:val="008D69FF"/>
    <w:rsid w:val="008D6CB2"/>
    <w:rsid w:val="008D7789"/>
    <w:rsid w:val="008D7793"/>
    <w:rsid w:val="008D7950"/>
    <w:rsid w:val="008D7C17"/>
    <w:rsid w:val="008E0854"/>
    <w:rsid w:val="008E1475"/>
    <w:rsid w:val="008E2011"/>
    <w:rsid w:val="008E383D"/>
    <w:rsid w:val="008E3FA1"/>
    <w:rsid w:val="008E41E0"/>
    <w:rsid w:val="008E577A"/>
    <w:rsid w:val="008E6137"/>
    <w:rsid w:val="008E6273"/>
    <w:rsid w:val="008E6D08"/>
    <w:rsid w:val="008E6F5F"/>
    <w:rsid w:val="008E7D37"/>
    <w:rsid w:val="008F02E5"/>
    <w:rsid w:val="008F0D83"/>
    <w:rsid w:val="008F1A57"/>
    <w:rsid w:val="008F1D86"/>
    <w:rsid w:val="008F367B"/>
    <w:rsid w:val="008F3D38"/>
    <w:rsid w:val="008F4CE7"/>
    <w:rsid w:val="008F5005"/>
    <w:rsid w:val="008F5D78"/>
    <w:rsid w:val="008F5DD7"/>
    <w:rsid w:val="008F5FDC"/>
    <w:rsid w:val="008F77E8"/>
    <w:rsid w:val="008F77FF"/>
    <w:rsid w:val="008F7BC1"/>
    <w:rsid w:val="00900498"/>
    <w:rsid w:val="00900CBC"/>
    <w:rsid w:val="00901531"/>
    <w:rsid w:val="0090176D"/>
    <w:rsid w:val="0090211C"/>
    <w:rsid w:val="00902F40"/>
    <w:rsid w:val="009037B9"/>
    <w:rsid w:val="00904295"/>
    <w:rsid w:val="00904889"/>
    <w:rsid w:val="009057C5"/>
    <w:rsid w:val="00906500"/>
    <w:rsid w:val="0090770D"/>
    <w:rsid w:val="00910A54"/>
    <w:rsid w:val="009118CB"/>
    <w:rsid w:val="00911B69"/>
    <w:rsid w:val="00911F2D"/>
    <w:rsid w:val="009125A2"/>
    <w:rsid w:val="00914AB3"/>
    <w:rsid w:val="00915C08"/>
    <w:rsid w:val="009165A0"/>
    <w:rsid w:val="00916967"/>
    <w:rsid w:val="00917C3E"/>
    <w:rsid w:val="009202F7"/>
    <w:rsid w:val="00920388"/>
    <w:rsid w:val="0092224A"/>
    <w:rsid w:val="00922712"/>
    <w:rsid w:val="009229C2"/>
    <w:rsid w:val="00922C6C"/>
    <w:rsid w:val="0092349A"/>
    <w:rsid w:val="009236AD"/>
    <w:rsid w:val="009244F2"/>
    <w:rsid w:val="00924B73"/>
    <w:rsid w:val="009252AF"/>
    <w:rsid w:val="00926744"/>
    <w:rsid w:val="00927EC8"/>
    <w:rsid w:val="009301BF"/>
    <w:rsid w:val="00930A02"/>
    <w:rsid w:val="00930DBA"/>
    <w:rsid w:val="00930FCE"/>
    <w:rsid w:val="009315BC"/>
    <w:rsid w:val="00931D8F"/>
    <w:rsid w:val="00932230"/>
    <w:rsid w:val="00932364"/>
    <w:rsid w:val="00932466"/>
    <w:rsid w:val="00933DFD"/>
    <w:rsid w:val="00934591"/>
    <w:rsid w:val="009364B2"/>
    <w:rsid w:val="0093673F"/>
    <w:rsid w:val="009369BB"/>
    <w:rsid w:val="00937548"/>
    <w:rsid w:val="00937A16"/>
    <w:rsid w:val="009400C6"/>
    <w:rsid w:val="00940336"/>
    <w:rsid w:val="009408F2"/>
    <w:rsid w:val="00940BA3"/>
    <w:rsid w:val="00940C23"/>
    <w:rsid w:val="00941428"/>
    <w:rsid w:val="00941677"/>
    <w:rsid w:val="00941A93"/>
    <w:rsid w:val="00941FA6"/>
    <w:rsid w:val="00942E4F"/>
    <w:rsid w:val="00943835"/>
    <w:rsid w:val="00943871"/>
    <w:rsid w:val="00943BAA"/>
    <w:rsid w:val="00943D58"/>
    <w:rsid w:val="009446D7"/>
    <w:rsid w:val="00945A35"/>
    <w:rsid w:val="00950352"/>
    <w:rsid w:val="00950784"/>
    <w:rsid w:val="00950A54"/>
    <w:rsid w:val="009511D9"/>
    <w:rsid w:val="0095123F"/>
    <w:rsid w:val="0095194F"/>
    <w:rsid w:val="00951E8C"/>
    <w:rsid w:val="00952117"/>
    <w:rsid w:val="0095274E"/>
    <w:rsid w:val="00953201"/>
    <w:rsid w:val="009536E5"/>
    <w:rsid w:val="009536F6"/>
    <w:rsid w:val="00953905"/>
    <w:rsid w:val="00953F42"/>
    <w:rsid w:val="00954682"/>
    <w:rsid w:val="009550DD"/>
    <w:rsid w:val="009553FB"/>
    <w:rsid w:val="009561EC"/>
    <w:rsid w:val="00956350"/>
    <w:rsid w:val="009564E0"/>
    <w:rsid w:val="0095651B"/>
    <w:rsid w:val="009568D4"/>
    <w:rsid w:val="0095715D"/>
    <w:rsid w:val="00960D1E"/>
    <w:rsid w:val="00961ED6"/>
    <w:rsid w:val="00963311"/>
    <w:rsid w:val="009637A7"/>
    <w:rsid w:val="00963F37"/>
    <w:rsid w:val="00964B66"/>
    <w:rsid w:val="00964B9D"/>
    <w:rsid w:val="00965021"/>
    <w:rsid w:val="00965270"/>
    <w:rsid w:val="00965625"/>
    <w:rsid w:val="0096594D"/>
    <w:rsid w:val="00965AF8"/>
    <w:rsid w:val="0096659A"/>
    <w:rsid w:val="00966780"/>
    <w:rsid w:val="009668CC"/>
    <w:rsid w:val="009671B9"/>
    <w:rsid w:val="009677CE"/>
    <w:rsid w:val="00967820"/>
    <w:rsid w:val="00967942"/>
    <w:rsid w:val="00970A28"/>
    <w:rsid w:val="009715EB"/>
    <w:rsid w:val="00972091"/>
    <w:rsid w:val="009725FE"/>
    <w:rsid w:val="00972877"/>
    <w:rsid w:val="0097383B"/>
    <w:rsid w:val="00973AF6"/>
    <w:rsid w:val="00973C84"/>
    <w:rsid w:val="00974D53"/>
    <w:rsid w:val="009756AA"/>
    <w:rsid w:val="00975DD1"/>
    <w:rsid w:val="009768EE"/>
    <w:rsid w:val="009776DF"/>
    <w:rsid w:val="00977C7C"/>
    <w:rsid w:val="00977EE2"/>
    <w:rsid w:val="0098031F"/>
    <w:rsid w:val="00980577"/>
    <w:rsid w:val="0098070A"/>
    <w:rsid w:val="00980962"/>
    <w:rsid w:val="0098099E"/>
    <w:rsid w:val="009810C0"/>
    <w:rsid w:val="00981BB7"/>
    <w:rsid w:val="00981E52"/>
    <w:rsid w:val="009827CD"/>
    <w:rsid w:val="00982ABD"/>
    <w:rsid w:val="00983833"/>
    <w:rsid w:val="009839E0"/>
    <w:rsid w:val="00983DB4"/>
    <w:rsid w:val="009842E3"/>
    <w:rsid w:val="009850BB"/>
    <w:rsid w:val="00985C7D"/>
    <w:rsid w:val="00985D7C"/>
    <w:rsid w:val="00985EDB"/>
    <w:rsid w:val="00987566"/>
    <w:rsid w:val="00990778"/>
    <w:rsid w:val="009930AE"/>
    <w:rsid w:val="009931F8"/>
    <w:rsid w:val="009932DD"/>
    <w:rsid w:val="00993E1C"/>
    <w:rsid w:val="0099473B"/>
    <w:rsid w:val="0099579E"/>
    <w:rsid w:val="0099699C"/>
    <w:rsid w:val="00996B1E"/>
    <w:rsid w:val="00997848"/>
    <w:rsid w:val="00997880"/>
    <w:rsid w:val="0099798D"/>
    <w:rsid w:val="00997B2B"/>
    <w:rsid w:val="009A0C33"/>
    <w:rsid w:val="009A0D71"/>
    <w:rsid w:val="009A15F0"/>
    <w:rsid w:val="009A16D4"/>
    <w:rsid w:val="009A16EA"/>
    <w:rsid w:val="009A198D"/>
    <w:rsid w:val="009A1BFB"/>
    <w:rsid w:val="009A2849"/>
    <w:rsid w:val="009A3660"/>
    <w:rsid w:val="009A47E4"/>
    <w:rsid w:val="009A4CD6"/>
    <w:rsid w:val="009A5136"/>
    <w:rsid w:val="009A5548"/>
    <w:rsid w:val="009A5EE0"/>
    <w:rsid w:val="009A61F8"/>
    <w:rsid w:val="009A7321"/>
    <w:rsid w:val="009A75CB"/>
    <w:rsid w:val="009A79E2"/>
    <w:rsid w:val="009A7E88"/>
    <w:rsid w:val="009A7E90"/>
    <w:rsid w:val="009B0D3C"/>
    <w:rsid w:val="009B14E2"/>
    <w:rsid w:val="009B267B"/>
    <w:rsid w:val="009B2BCD"/>
    <w:rsid w:val="009B4341"/>
    <w:rsid w:val="009B4400"/>
    <w:rsid w:val="009B4BCF"/>
    <w:rsid w:val="009B56D8"/>
    <w:rsid w:val="009B6125"/>
    <w:rsid w:val="009B76EC"/>
    <w:rsid w:val="009B7A3B"/>
    <w:rsid w:val="009C0736"/>
    <w:rsid w:val="009C1072"/>
    <w:rsid w:val="009C1CE2"/>
    <w:rsid w:val="009C2714"/>
    <w:rsid w:val="009C3C62"/>
    <w:rsid w:val="009C3F58"/>
    <w:rsid w:val="009C48E1"/>
    <w:rsid w:val="009C4FFA"/>
    <w:rsid w:val="009C79CF"/>
    <w:rsid w:val="009C7BCC"/>
    <w:rsid w:val="009C7F72"/>
    <w:rsid w:val="009C7F96"/>
    <w:rsid w:val="009D0B23"/>
    <w:rsid w:val="009D0D1C"/>
    <w:rsid w:val="009D181E"/>
    <w:rsid w:val="009D27DF"/>
    <w:rsid w:val="009D3E1B"/>
    <w:rsid w:val="009D427B"/>
    <w:rsid w:val="009D4BEC"/>
    <w:rsid w:val="009D5A67"/>
    <w:rsid w:val="009D6039"/>
    <w:rsid w:val="009D6298"/>
    <w:rsid w:val="009D65A5"/>
    <w:rsid w:val="009D6FC3"/>
    <w:rsid w:val="009D6FF0"/>
    <w:rsid w:val="009D7852"/>
    <w:rsid w:val="009D7FA3"/>
    <w:rsid w:val="009E159F"/>
    <w:rsid w:val="009E1EFE"/>
    <w:rsid w:val="009E22D3"/>
    <w:rsid w:val="009E23B9"/>
    <w:rsid w:val="009E26D6"/>
    <w:rsid w:val="009E276A"/>
    <w:rsid w:val="009E3B2E"/>
    <w:rsid w:val="009E3CF5"/>
    <w:rsid w:val="009E4832"/>
    <w:rsid w:val="009E4873"/>
    <w:rsid w:val="009E4F84"/>
    <w:rsid w:val="009E559B"/>
    <w:rsid w:val="009E6762"/>
    <w:rsid w:val="009E6F58"/>
    <w:rsid w:val="009E75E0"/>
    <w:rsid w:val="009E77C7"/>
    <w:rsid w:val="009F12EE"/>
    <w:rsid w:val="009F27C2"/>
    <w:rsid w:val="009F2842"/>
    <w:rsid w:val="009F2F99"/>
    <w:rsid w:val="009F38AC"/>
    <w:rsid w:val="009F42CE"/>
    <w:rsid w:val="009F4E20"/>
    <w:rsid w:val="009F513A"/>
    <w:rsid w:val="009F5AAD"/>
    <w:rsid w:val="009F6F97"/>
    <w:rsid w:val="009F7258"/>
    <w:rsid w:val="009F7B44"/>
    <w:rsid w:val="009F7F00"/>
    <w:rsid w:val="009F7F0B"/>
    <w:rsid w:val="00A004C3"/>
    <w:rsid w:val="00A00753"/>
    <w:rsid w:val="00A008DD"/>
    <w:rsid w:val="00A010AD"/>
    <w:rsid w:val="00A0117D"/>
    <w:rsid w:val="00A0244D"/>
    <w:rsid w:val="00A0244F"/>
    <w:rsid w:val="00A02CFE"/>
    <w:rsid w:val="00A049EB"/>
    <w:rsid w:val="00A04A54"/>
    <w:rsid w:val="00A04B6C"/>
    <w:rsid w:val="00A04F55"/>
    <w:rsid w:val="00A051E5"/>
    <w:rsid w:val="00A0605F"/>
    <w:rsid w:val="00A068F8"/>
    <w:rsid w:val="00A074DF"/>
    <w:rsid w:val="00A075FE"/>
    <w:rsid w:val="00A10241"/>
    <w:rsid w:val="00A104FF"/>
    <w:rsid w:val="00A10BB0"/>
    <w:rsid w:val="00A116FB"/>
    <w:rsid w:val="00A11745"/>
    <w:rsid w:val="00A11F90"/>
    <w:rsid w:val="00A1254F"/>
    <w:rsid w:val="00A13CD4"/>
    <w:rsid w:val="00A13DBD"/>
    <w:rsid w:val="00A14C06"/>
    <w:rsid w:val="00A14C37"/>
    <w:rsid w:val="00A155C7"/>
    <w:rsid w:val="00A15BA0"/>
    <w:rsid w:val="00A16357"/>
    <w:rsid w:val="00A16D4D"/>
    <w:rsid w:val="00A17897"/>
    <w:rsid w:val="00A206EB"/>
    <w:rsid w:val="00A20D48"/>
    <w:rsid w:val="00A21068"/>
    <w:rsid w:val="00A21C68"/>
    <w:rsid w:val="00A221D6"/>
    <w:rsid w:val="00A222C3"/>
    <w:rsid w:val="00A2316E"/>
    <w:rsid w:val="00A239E5"/>
    <w:rsid w:val="00A23BC5"/>
    <w:rsid w:val="00A24570"/>
    <w:rsid w:val="00A24992"/>
    <w:rsid w:val="00A25475"/>
    <w:rsid w:val="00A265EB"/>
    <w:rsid w:val="00A30243"/>
    <w:rsid w:val="00A30AD7"/>
    <w:rsid w:val="00A30D5A"/>
    <w:rsid w:val="00A310E2"/>
    <w:rsid w:val="00A31159"/>
    <w:rsid w:val="00A31C64"/>
    <w:rsid w:val="00A31D2A"/>
    <w:rsid w:val="00A32ED2"/>
    <w:rsid w:val="00A32F05"/>
    <w:rsid w:val="00A33920"/>
    <w:rsid w:val="00A33B38"/>
    <w:rsid w:val="00A3411D"/>
    <w:rsid w:val="00A344C1"/>
    <w:rsid w:val="00A34A7E"/>
    <w:rsid w:val="00A3522B"/>
    <w:rsid w:val="00A359F8"/>
    <w:rsid w:val="00A367D1"/>
    <w:rsid w:val="00A36995"/>
    <w:rsid w:val="00A37AB1"/>
    <w:rsid w:val="00A37B32"/>
    <w:rsid w:val="00A37BDD"/>
    <w:rsid w:val="00A4004C"/>
    <w:rsid w:val="00A40A9E"/>
    <w:rsid w:val="00A40F92"/>
    <w:rsid w:val="00A41249"/>
    <w:rsid w:val="00A418B0"/>
    <w:rsid w:val="00A41C27"/>
    <w:rsid w:val="00A420BA"/>
    <w:rsid w:val="00A42288"/>
    <w:rsid w:val="00A42BC3"/>
    <w:rsid w:val="00A42CA3"/>
    <w:rsid w:val="00A43A5F"/>
    <w:rsid w:val="00A4449D"/>
    <w:rsid w:val="00A44ACE"/>
    <w:rsid w:val="00A44EE6"/>
    <w:rsid w:val="00A45676"/>
    <w:rsid w:val="00A460DB"/>
    <w:rsid w:val="00A46456"/>
    <w:rsid w:val="00A46C59"/>
    <w:rsid w:val="00A479ED"/>
    <w:rsid w:val="00A47C1C"/>
    <w:rsid w:val="00A47EEC"/>
    <w:rsid w:val="00A509CB"/>
    <w:rsid w:val="00A50A48"/>
    <w:rsid w:val="00A511A4"/>
    <w:rsid w:val="00A5157E"/>
    <w:rsid w:val="00A51C40"/>
    <w:rsid w:val="00A521EB"/>
    <w:rsid w:val="00A52FAE"/>
    <w:rsid w:val="00A532B4"/>
    <w:rsid w:val="00A53989"/>
    <w:rsid w:val="00A550BA"/>
    <w:rsid w:val="00A55264"/>
    <w:rsid w:val="00A55B23"/>
    <w:rsid w:val="00A55CD0"/>
    <w:rsid w:val="00A56521"/>
    <w:rsid w:val="00A56C99"/>
    <w:rsid w:val="00A571C5"/>
    <w:rsid w:val="00A57553"/>
    <w:rsid w:val="00A576DC"/>
    <w:rsid w:val="00A60517"/>
    <w:rsid w:val="00A6055C"/>
    <w:rsid w:val="00A60629"/>
    <w:rsid w:val="00A60DF3"/>
    <w:rsid w:val="00A617C8"/>
    <w:rsid w:val="00A61A28"/>
    <w:rsid w:val="00A63124"/>
    <w:rsid w:val="00A63164"/>
    <w:rsid w:val="00A6377D"/>
    <w:rsid w:val="00A638AC"/>
    <w:rsid w:val="00A65168"/>
    <w:rsid w:val="00A65796"/>
    <w:rsid w:val="00A66330"/>
    <w:rsid w:val="00A66557"/>
    <w:rsid w:val="00A6735C"/>
    <w:rsid w:val="00A6794D"/>
    <w:rsid w:val="00A70528"/>
    <w:rsid w:val="00A707D8"/>
    <w:rsid w:val="00A70D5E"/>
    <w:rsid w:val="00A71613"/>
    <w:rsid w:val="00A720E9"/>
    <w:rsid w:val="00A72BA9"/>
    <w:rsid w:val="00A73472"/>
    <w:rsid w:val="00A734D3"/>
    <w:rsid w:val="00A73611"/>
    <w:rsid w:val="00A747B5"/>
    <w:rsid w:val="00A75DC0"/>
    <w:rsid w:val="00A75E57"/>
    <w:rsid w:val="00A761C6"/>
    <w:rsid w:val="00A769BA"/>
    <w:rsid w:val="00A76B3E"/>
    <w:rsid w:val="00A76CFD"/>
    <w:rsid w:val="00A8032A"/>
    <w:rsid w:val="00A807AD"/>
    <w:rsid w:val="00A80BAD"/>
    <w:rsid w:val="00A80C68"/>
    <w:rsid w:val="00A82398"/>
    <w:rsid w:val="00A82F0A"/>
    <w:rsid w:val="00A83900"/>
    <w:rsid w:val="00A83906"/>
    <w:rsid w:val="00A841BA"/>
    <w:rsid w:val="00A84302"/>
    <w:rsid w:val="00A8449A"/>
    <w:rsid w:val="00A84D4E"/>
    <w:rsid w:val="00A84F50"/>
    <w:rsid w:val="00A857B2"/>
    <w:rsid w:val="00A876A0"/>
    <w:rsid w:val="00A908FE"/>
    <w:rsid w:val="00A9190E"/>
    <w:rsid w:val="00A92A54"/>
    <w:rsid w:val="00A92CB4"/>
    <w:rsid w:val="00A93002"/>
    <w:rsid w:val="00A93CF9"/>
    <w:rsid w:val="00A93E8B"/>
    <w:rsid w:val="00A94158"/>
    <w:rsid w:val="00A94DF6"/>
    <w:rsid w:val="00A96255"/>
    <w:rsid w:val="00A9664F"/>
    <w:rsid w:val="00A968F4"/>
    <w:rsid w:val="00A96EF5"/>
    <w:rsid w:val="00A96FAA"/>
    <w:rsid w:val="00A97384"/>
    <w:rsid w:val="00A9739E"/>
    <w:rsid w:val="00AA0580"/>
    <w:rsid w:val="00AA0A28"/>
    <w:rsid w:val="00AA24C4"/>
    <w:rsid w:val="00AA33E2"/>
    <w:rsid w:val="00AA491D"/>
    <w:rsid w:val="00AA5BE1"/>
    <w:rsid w:val="00AA75DD"/>
    <w:rsid w:val="00AA7A50"/>
    <w:rsid w:val="00AB07B9"/>
    <w:rsid w:val="00AB0AD0"/>
    <w:rsid w:val="00AB0EC0"/>
    <w:rsid w:val="00AB1AC0"/>
    <w:rsid w:val="00AB2973"/>
    <w:rsid w:val="00AB2D21"/>
    <w:rsid w:val="00AB3876"/>
    <w:rsid w:val="00AB46F5"/>
    <w:rsid w:val="00AB48F5"/>
    <w:rsid w:val="00AB601F"/>
    <w:rsid w:val="00AB64F1"/>
    <w:rsid w:val="00AB64FA"/>
    <w:rsid w:val="00AC05B6"/>
    <w:rsid w:val="00AC139E"/>
    <w:rsid w:val="00AC17D4"/>
    <w:rsid w:val="00AC1E34"/>
    <w:rsid w:val="00AC1F88"/>
    <w:rsid w:val="00AC3D83"/>
    <w:rsid w:val="00AC4462"/>
    <w:rsid w:val="00AC5567"/>
    <w:rsid w:val="00AC5B61"/>
    <w:rsid w:val="00AC6079"/>
    <w:rsid w:val="00AC63E2"/>
    <w:rsid w:val="00AC6415"/>
    <w:rsid w:val="00AC694B"/>
    <w:rsid w:val="00AC6FFE"/>
    <w:rsid w:val="00AC7131"/>
    <w:rsid w:val="00AC7C21"/>
    <w:rsid w:val="00AC7F25"/>
    <w:rsid w:val="00AC7F53"/>
    <w:rsid w:val="00AD02F5"/>
    <w:rsid w:val="00AD0361"/>
    <w:rsid w:val="00AD09A6"/>
    <w:rsid w:val="00AD0B2B"/>
    <w:rsid w:val="00AD0E82"/>
    <w:rsid w:val="00AD1C78"/>
    <w:rsid w:val="00AD2A8E"/>
    <w:rsid w:val="00AD2DBA"/>
    <w:rsid w:val="00AD3E30"/>
    <w:rsid w:val="00AD4E63"/>
    <w:rsid w:val="00AD4ED1"/>
    <w:rsid w:val="00AD507E"/>
    <w:rsid w:val="00AD514E"/>
    <w:rsid w:val="00AD52E5"/>
    <w:rsid w:val="00AD5A3D"/>
    <w:rsid w:val="00AD776E"/>
    <w:rsid w:val="00AD7953"/>
    <w:rsid w:val="00AE0176"/>
    <w:rsid w:val="00AE06F2"/>
    <w:rsid w:val="00AE0989"/>
    <w:rsid w:val="00AE1190"/>
    <w:rsid w:val="00AE1274"/>
    <w:rsid w:val="00AE18DB"/>
    <w:rsid w:val="00AE1C3B"/>
    <w:rsid w:val="00AE25F0"/>
    <w:rsid w:val="00AE25F8"/>
    <w:rsid w:val="00AE2711"/>
    <w:rsid w:val="00AE3A68"/>
    <w:rsid w:val="00AE3D37"/>
    <w:rsid w:val="00AE3F41"/>
    <w:rsid w:val="00AE4039"/>
    <w:rsid w:val="00AE45CA"/>
    <w:rsid w:val="00AE4F40"/>
    <w:rsid w:val="00AF0662"/>
    <w:rsid w:val="00AF3487"/>
    <w:rsid w:val="00AF3DB3"/>
    <w:rsid w:val="00AF4FE3"/>
    <w:rsid w:val="00AF54D5"/>
    <w:rsid w:val="00AF6471"/>
    <w:rsid w:val="00AF6700"/>
    <w:rsid w:val="00AF6C91"/>
    <w:rsid w:val="00AF6CD9"/>
    <w:rsid w:val="00AF6EE4"/>
    <w:rsid w:val="00AF750B"/>
    <w:rsid w:val="00AF7782"/>
    <w:rsid w:val="00AF7788"/>
    <w:rsid w:val="00AF7A94"/>
    <w:rsid w:val="00AF7CEC"/>
    <w:rsid w:val="00AF7D76"/>
    <w:rsid w:val="00B0017A"/>
    <w:rsid w:val="00B013F8"/>
    <w:rsid w:val="00B01BB5"/>
    <w:rsid w:val="00B0223F"/>
    <w:rsid w:val="00B0269C"/>
    <w:rsid w:val="00B02E42"/>
    <w:rsid w:val="00B03C8A"/>
    <w:rsid w:val="00B04009"/>
    <w:rsid w:val="00B0414E"/>
    <w:rsid w:val="00B04F2E"/>
    <w:rsid w:val="00B04F92"/>
    <w:rsid w:val="00B0778B"/>
    <w:rsid w:val="00B07846"/>
    <w:rsid w:val="00B11BF3"/>
    <w:rsid w:val="00B11C2D"/>
    <w:rsid w:val="00B1229C"/>
    <w:rsid w:val="00B12BAA"/>
    <w:rsid w:val="00B12BF3"/>
    <w:rsid w:val="00B12C7E"/>
    <w:rsid w:val="00B135FE"/>
    <w:rsid w:val="00B1380B"/>
    <w:rsid w:val="00B13E98"/>
    <w:rsid w:val="00B143E0"/>
    <w:rsid w:val="00B14D36"/>
    <w:rsid w:val="00B15065"/>
    <w:rsid w:val="00B151A8"/>
    <w:rsid w:val="00B15FB6"/>
    <w:rsid w:val="00B1666D"/>
    <w:rsid w:val="00B17959"/>
    <w:rsid w:val="00B20688"/>
    <w:rsid w:val="00B206AE"/>
    <w:rsid w:val="00B211BC"/>
    <w:rsid w:val="00B212BA"/>
    <w:rsid w:val="00B22C0F"/>
    <w:rsid w:val="00B22E98"/>
    <w:rsid w:val="00B235F7"/>
    <w:rsid w:val="00B238E5"/>
    <w:rsid w:val="00B247E4"/>
    <w:rsid w:val="00B2500E"/>
    <w:rsid w:val="00B25408"/>
    <w:rsid w:val="00B25A9C"/>
    <w:rsid w:val="00B25DE5"/>
    <w:rsid w:val="00B26C10"/>
    <w:rsid w:val="00B27621"/>
    <w:rsid w:val="00B27695"/>
    <w:rsid w:val="00B27912"/>
    <w:rsid w:val="00B2798E"/>
    <w:rsid w:val="00B27D54"/>
    <w:rsid w:val="00B30249"/>
    <w:rsid w:val="00B3077E"/>
    <w:rsid w:val="00B3088A"/>
    <w:rsid w:val="00B30BBD"/>
    <w:rsid w:val="00B322A1"/>
    <w:rsid w:val="00B32429"/>
    <w:rsid w:val="00B32BFA"/>
    <w:rsid w:val="00B33010"/>
    <w:rsid w:val="00B34F90"/>
    <w:rsid w:val="00B35507"/>
    <w:rsid w:val="00B35810"/>
    <w:rsid w:val="00B35BC3"/>
    <w:rsid w:val="00B3601C"/>
    <w:rsid w:val="00B36C98"/>
    <w:rsid w:val="00B372AC"/>
    <w:rsid w:val="00B3734C"/>
    <w:rsid w:val="00B37B05"/>
    <w:rsid w:val="00B37B50"/>
    <w:rsid w:val="00B37DB6"/>
    <w:rsid w:val="00B37EB4"/>
    <w:rsid w:val="00B40287"/>
    <w:rsid w:val="00B40542"/>
    <w:rsid w:val="00B41DF9"/>
    <w:rsid w:val="00B44187"/>
    <w:rsid w:val="00B443B1"/>
    <w:rsid w:val="00B453A8"/>
    <w:rsid w:val="00B457A0"/>
    <w:rsid w:val="00B459BD"/>
    <w:rsid w:val="00B45AE7"/>
    <w:rsid w:val="00B46C91"/>
    <w:rsid w:val="00B46F64"/>
    <w:rsid w:val="00B47905"/>
    <w:rsid w:val="00B5043E"/>
    <w:rsid w:val="00B5085D"/>
    <w:rsid w:val="00B50B38"/>
    <w:rsid w:val="00B50B5F"/>
    <w:rsid w:val="00B50E04"/>
    <w:rsid w:val="00B50E48"/>
    <w:rsid w:val="00B52AE2"/>
    <w:rsid w:val="00B52F31"/>
    <w:rsid w:val="00B5319F"/>
    <w:rsid w:val="00B539AB"/>
    <w:rsid w:val="00B545D3"/>
    <w:rsid w:val="00B54809"/>
    <w:rsid w:val="00B557FB"/>
    <w:rsid w:val="00B561AE"/>
    <w:rsid w:val="00B6054F"/>
    <w:rsid w:val="00B605EE"/>
    <w:rsid w:val="00B60887"/>
    <w:rsid w:val="00B617C7"/>
    <w:rsid w:val="00B61F7D"/>
    <w:rsid w:val="00B62C81"/>
    <w:rsid w:val="00B6390B"/>
    <w:rsid w:val="00B639FA"/>
    <w:rsid w:val="00B64285"/>
    <w:rsid w:val="00B644D8"/>
    <w:rsid w:val="00B64F30"/>
    <w:rsid w:val="00B65BC7"/>
    <w:rsid w:val="00B65E84"/>
    <w:rsid w:val="00B65FBD"/>
    <w:rsid w:val="00B66806"/>
    <w:rsid w:val="00B67FF4"/>
    <w:rsid w:val="00B7007D"/>
    <w:rsid w:val="00B70EDF"/>
    <w:rsid w:val="00B7254C"/>
    <w:rsid w:val="00B72ADB"/>
    <w:rsid w:val="00B72EE1"/>
    <w:rsid w:val="00B732C8"/>
    <w:rsid w:val="00B73D73"/>
    <w:rsid w:val="00B75305"/>
    <w:rsid w:val="00B75AB5"/>
    <w:rsid w:val="00B75C6E"/>
    <w:rsid w:val="00B765E2"/>
    <w:rsid w:val="00B770F2"/>
    <w:rsid w:val="00B801C9"/>
    <w:rsid w:val="00B80314"/>
    <w:rsid w:val="00B80C54"/>
    <w:rsid w:val="00B813DD"/>
    <w:rsid w:val="00B81708"/>
    <w:rsid w:val="00B820D8"/>
    <w:rsid w:val="00B82695"/>
    <w:rsid w:val="00B8288B"/>
    <w:rsid w:val="00B83FB7"/>
    <w:rsid w:val="00B84B16"/>
    <w:rsid w:val="00B84DBC"/>
    <w:rsid w:val="00B8557E"/>
    <w:rsid w:val="00B85C13"/>
    <w:rsid w:val="00B865B7"/>
    <w:rsid w:val="00B86B0D"/>
    <w:rsid w:val="00B871B6"/>
    <w:rsid w:val="00B877E4"/>
    <w:rsid w:val="00B8785D"/>
    <w:rsid w:val="00B91B1D"/>
    <w:rsid w:val="00B91DF8"/>
    <w:rsid w:val="00B9430C"/>
    <w:rsid w:val="00B955E1"/>
    <w:rsid w:val="00B95B0A"/>
    <w:rsid w:val="00B96DEE"/>
    <w:rsid w:val="00B9779A"/>
    <w:rsid w:val="00B97D0F"/>
    <w:rsid w:val="00B97ECF"/>
    <w:rsid w:val="00BA0320"/>
    <w:rsid w:val="00BA09F4"/>
    <w:rsid w:val="00BA0E48"/>
    <w:rsid w:val="00BA2611"/>
    <w:rsid w:val="00BA2639"/>
    <w:rsid w:val="00BA26BC"/>
    <w:rsid w:val="00BA3601"/>
    <w:rsid w:val="00BA39FF"/>
    <w:rsid w:val="00BA4E9D"/>
    <w:rsid w:val="00BA521A"/>
    <w:rsid w:val="00BA5B56"/>
    <w:rsid w:val="00BA5CAB"/>
    <w:rsid w:val="00BA7011"/>
    <w:rsid w:val="00BA77A9"/>
    <w:rsid w:val="00BB0F7C"/>
    <w:rsid w:val="00BB1D40"/>
    <w:rsid w:val="00BB2A58"/>
    <w:rsid w:val="00BB2C7A"/>
    <w:rsid w:val="00BB34A5"/>
    <w:rsid w:val="00BB3ED3"/>
    <w:rsid w:val="00BB3FD6"/>
    <w:rsid w:val="00BB40A4"/>
    <w:rsid w:val="00BB4A09"/>
    <w:rsid w:val="00BB65FB"/>
    <w:rsid w:val="00BB6E8F"/>
    <w:rsid w:val="00BB7CFE"/>
    <w:rsid w:val="00BC00E1"/>
    <w:rsid w:val="00BC065D"/>
    <w:rsid w:val="00BC1229"/>
    <w:rsid w:val="00BC2A1C"/>
    <w:rsid w:val="00BC2B84"/>
    <w:rsid w:val="00BC3B99"/>
    <w:rsid w:val="00BC4055"/>
    <w:rsid w:val="00BC4307"/>
    <w:rsid w:val="00BC5EE0"/>
    <w:rsid w:val="00BC62B7"/>
    <w:rsid w:val="00BC63FE"/>
    <w:rsid w:val="00BC68A9"/>
    <w:rsid w:val="00BC6C30"/>
    <w:rsid w:val="00BC70F5"/>
    <w:rsid w:val="00BC742F"/>
    <w:rsid w:val="00BC7BBA"/>
    <w:rsid w:val="00BD08ED"/>
    <w:rsid w:val="00BD251A"/>
    <w:rsid w:val="00BD2F37"/>
    <w:rsid w:val="00BD3B4D"/>
    <w:rsid w:val="00BD3EF5"/>
    <w:rsid w:val="00BD3F22"/>
    <w:rsid w:val="00BD4344"/>
    <w:rsid w:val="00BD4B40"/>
    <w:rsid w:val="00BD4F16"/>
    <w:rsid w:val="00BD5445"/>
    <w:rsid w:val="00BD54FC"/>
    <w:rsid w:val="00BD55C2"/>
    <w:rsid w:val="00BD56BF"/>
    <w:rsid w:val="00BD6F1F"/>
    <w:rsid w:val="00BD7059"/>
    <w:rsid w:val="00BD7957"/>
    <w:rsid w:val="00BE0041"/>
    <w:rsid w:val="00BE0D0E"/>
    <w:rsid w:val="00BE1863"/>
    <w:rsid w:val="00BE1D8E"/>
    <w:rsid w:val="00BE1F24"/>
    <w:rsid w:val="00BE2030"/>
    <w:rsid w:val="00BE335F"/>
    <w:rsid w:val="00BE39A9"/>
    <w:rsid w:val="00BE3CCF"/>
    <w:rsid w:val="00BE5282"/>
    <w:rsid w:val="00BE5CB2"/>
    <w:rsid w:val="00BE5CD2"/>
    <w:rsid w:val="00BF00CD"/>
    <w:rsid w:val="00BF0960"/>
    <w:rsid w:val="00BF0CCF"/>
    <w:rsid w:val="00BF10F9"/>
    <w:rsid w:val="00BF1319"/>
    <w:rsid w:val="00BF136C"/>
    <w:rsid w:val="00BF1BC8"/>
    <w:rsid w:val="00BF3018"/>
    <w:rsid w:val="00BF3E28"/>
    <w:rsid w:val="00BF3ECC"/>
    <w:rsid w:val="00BF3F65"/>
    <w:rsid w:val="00BF3FB5"/>
    <w:rsid w:val="00BF4F7A"/>
    <w:rsid w:val="00BF5449"/>
    <w:rsid w:val="00BF65F1"/>
    <w:rsid w:val="00BF7A84"/>
    <w:rsid w:val="00BF7FDA"/>
    <w:rsid w:val="00C004A4"/>
    <w:rsid w:val="00C00D82"/>
    <w:rsid w:val="00C00FFA"/>
    <w:rsid w:val="00C01107"/>
    <w:rsid w:val="00C01A3A"/>
    <w:rsid w:val="00C01B17"/>
    <w:rsid w:val="00C037C6"/>
    <w:rsid w:val="00C03C01"/>
    <w:rsid w:val="00C04431"/>
    <w:rsid w:val="00C0449F"/>
    <w:rsid w:val="00C06367"/>
    <w:rsid w:val="00C100B3"/>
    <w:rsid w:val="00C1052C"/>
    <w:rsid w:val="00C107B8"/>
    <w:rsid w:val="00C11791"/>
    <w:rsid w:val="00C11899"/>
    <w:rsid w:val="00C11F05"/>
    <w:rsid w:val="00C11FE0"/>
    <w:rsid w:val="00C123F0"/>
    <w:rsid w:val="00C12505"/>
    <w:rsid w:val="00C127A5"/>
    <w:rsid w:val="00C130DE"/>
    <w:rsid w:val="00C1439A"/>
    <w:rsid w:val="00C145A0"/>
    <w:rsid w:val="00C1480A"/>
    <w:rsid w:val="00C16531"/>
    <w:rsid w:val="00C16895"/>
    <w:rsid w:val="00C16AF0"/>
    <w:rsid w:val="00C16E69"/>
    <w:rsid w:val="00C16F29"/>
    <w:rsid w:val="00C17223"/>
    <w:rsid w:val="00C175F1"/>
    <w:rsid w:val="00C177A5"/>
    <w:rsid w:val="00C17EAF"/>
    <w:rsid w:val="00C204E5"/>
    <w:rsid w:val="00C210AF"/>
    <w:rsid w:val="00C214A1"/>
    <w:rsid w:val="00C21781"/>
    <w:rsid w:val="00C21C95"/>
    <w:rsid w:val="00C22955"/>
    <w:rsid w:val="00C2356C"/>
    <w:rsid w:val="00C23B1C"/>
    <w:rsid w:val="00C240FD"/>
    <w:rsid w:val="00C252B7"/>
    <w:rsid w:val="00C25695"/>
    <w:rsid w:val="00C264EA"/>
    <w:rsid w:val="00C26792"/>
    <w:rsid w:val="00C268FD"/>
    <w:rsid w:val="00C26BAE"/>
    <w:rsid w:val="00C27164"/>
    <w:rsid w:val="00C272E8"/>
    <w:rsid w:val="00C27D7A"/>
    <w:rsid w:val="00C3187F"/>
    <w:rsid w:val="00C3360F"/>
    <w:rsid w:val="00C33BB3"/>
    <w:rsid w:val="00C34344"/>
    <w:rsid w:val="00C3439C"/>
    <w:rsid w:val="00C35A03"/>
    <w:rsid w:val="00C3603B"/>
    <w:rsid w:val="00C364EC"/>
    <w:rsid w:val="00C36631"/>
    <w:rsid w:val="00C36759"/>
    <w:rsid w:val="00C3677A"/>
    <w:rsid w:val="00C36952"/>
    <w:rsid w:val="00C379D4"/>
    <w:rsid w:val="00C40E0F"/>
    <w:rsid w:val="00C4108A"/>
    <w:rsid w:val="00C4179D"/>
    <w:rsid w:val="00C41A08"/>
    <w:rsid w:val="00C4217D"/>
    <w:rsid w:val="00C42461"/>
    <w:rsid w:val="00C436F7"/>
    <w:rsid w:val="00C4452A"/>
    <w:rsid w:val="00C446EE"/>
    <w:rsid w:val="00C44BF6"/>
    <w:rsid w:val="00C455EB"/>
    <w:rsid w:val="00C472DC"/>
    <w:rsid w:val="00C47987"/>
    <w:rsid w:val="00C504D6"/>
    <w:rsid w:val="00C51354"/>
    <w:rsid w:val="00C51E35"/>
    <w:rsid w:val="00C52060"/>
    <w:rsid w:val="00C53E5D"/>
    <w:rsid w:val="00C54054"/>
    <w:rsid w:val="00C5425E"/>
    <w:rsid w:val="00C542D2"/>
    <w:rsid w:val="00C54370"/>
    <w:rsid w:val="00C56B2F"/>
    <w:rsid w:val="00C56E16"/>
    <w:rsid w:val="00C56F48"/>
    <w:rsid w:val="00C56F92"/>
    <w:rsid w:val="00C571DF"/>
    <w:rsid w:val="00C57EB4"/>
    <w:rsid w:val="00C60100"/>
    <w:rsid w:val="00C60C52"/>
    <w:rsid w:val="00C613B2"/>
    <w:rsid w:val="00C6171D"/>
    <w:rsid w:val="00C61BB0"/>
    <w:rsid w:val="00C61CB3"/>
    <w:rsid w:val="00C62F67"/>
    <w:rsid w:val="00C6474B"/>
    <w:rsid w:val="00C64ACD"/>
    <w:rsid w:val="00C64F07"/>
    <w:rsid w:val="00C65032"/>
    <w:rsid w:val="00C65353"/>
    <w:rsid w:val="00C6630A"/>
    <w:rsid w:val="00C669BC"/>
    <w:rsid w:val="00C669D5"/>
    <w:rsid w:val="00C670E7"/>
    <w:rsid w:val="00C6783C"/>
    <w:rsid w:val="00C67D25"/>
    <w:rsid w:val="00C7016B"/>
    <w:rsid w:val="00C70B6A"/>
    <w:rsid w:val="00C70E0E"/>
    <w:rsid w:val="00C71C29"/>
    <w:rsid w:val="00C71C31"/>
    <w:rsid w:val="00C72B7F"/>
    <w:rsid w:val="00C744CB"/>
    <w:rsid w:val="00C74831"/>
    <w:rsid w:val="00C7633F"/>
    <w:rsid w:val="00C77893"/>
    <w:rsid w:val="00C77931"/>
    <w:rsid w:val="00C77EEA"/>
    <w:rsid w:val="00C803C8"/>
    <w:rsid w:val="00C80E76"/>
    <w:rsid w:val="00C81491"/>
    <w:rsid w:val="00C81B41"/>
    <w:rsid w:val="00C81E9D"/>
    <w:rsid w:val="00C83300"/>
    <w:rsid w:val="00C835F7"/>
    <w:rsid w:val="00C8362B"/>
    <w:rsid w:val="00C83A90"/>
    <w:rsid w:val="00C83F96"/>
    <w:rsid w:val="00C843D1"/>
    <w:rsid w:val="00C859DD"/>
    <w:rsid w:val="00C864CB"/>
    <w:rsid w:val="00C8684F"/>
    <w:rsid w:val="00C86BEB"/>
    <w:rsid w:val="00C872F0"/>
    <w:rsid w:val="00C87CA6"/>
    <w:rsid w:val="00C90093"/>
    <w:rsid w:val="00C90A1A"/>
    <w:rsid w:val="00C90B94"/>
    <w:rsid w:val="00C91164"/>
    <w:rsid w:val="00C91C51"/>
    <w:rsid w:val="00C91ECE"/>
    <w:rsid w:val="00C922AE"/>
    <w:rsid w:val="00C93AFE"/>
    <w:rsid w:val="00C94801"/>
    <w:rsid w:val="00C94D61"/>
    <w:rsid w:val="00C95366"/>
    <w:rsid w:val="00C9561F"/>
    <w:rsid w:val="00C95F55"/>
    <w:rsid w:val="00C960A2"/>
    <w:rsid w:val="00C964A9"/>
    <w:rsid w:val="00C972D0"/>
    <w:rsid w:val="00C97439"/>
    <w:rsid w:val="00CA0AEE"/>
    <w:rsid w:val="00CA25FB"/>
    <w:rsid w:val="00CA32C8"/>
    <w:rsid w:val="00CA3616"/>
    <w:rsid w:val="00CA4534"/>
    <w:rsid w:val="00CA4647"/>
    <w:rsid w:val="00CA46C1"/>
    <w:rsid w:val="00CA618C"/>
    <w:rsid w:val="00CA6870"/>
    <w:rsid w:val="00CA692D"/>
    <w:rsid w:val="00CA6F95"/>
    <w:rsid w:val="00CA7292"/>
    <w:rsid w:val="00CA77EF"/>
    <w:rsid w:val="00CA78BF"/>
    <w:rsid w:val="00CA78E6"/>
    <w:rsid w:val="00CA7A3F"/>
    <w:rsid w:val="00CB0965"/>
    <w:rsid w:val="00CB0C2A"/>
    <w:rsid w:val="00CB1728"/>
    <w:rsid w:val="00CB352A"/>
    <w:rsid w:val="00CB436C"/>
    <w:rsid w:val="00CB51BF"/>
    <w:rsid w:val="00CB5C65"/>
    <w:rsid w:val="00CB5E8B"/>
    <w:rsid w:val="00CB5FBE"/>
    <w:rsid w:val="00CB61DB"/>
    <w:rsid w:val="00CB660B"/>
    <w:rsid w:val="00CB7F1C"/>
    <w:rsid w:val="00CC1E09"/>
    <w:rsid w:val="00CC1FC1"/>
    <w:rsid w:val="00CC22AD"/>
    <w:rsid w:val="00CC25E0"/>
    <w:rsid w:val="00CC2C34"/>
    <w:rsid w:val="00CC32D9"/>
    <w:rsid w:val="00CC35F2"/>
    <w:rsid w:val="00CC43FC"/>
    <w:rsid w:val="00CC45A6"/>
    <w:rsid w:val="00CC4658"/>
    <w:rsid w:val="00CC484B"/>
    <w:rsid w:val="00CC50FF"/>
    <w:rsid w:val="00CC5ABA"/>
    <w:rsid w:val="00CC5C69"/>
    <w:rsid w:val="00CC6612"/>
    <w:rsid w:val="00CC66DA"/>
    <w:rsid w:val="00CC6F92"/>
    <w:rsid w:val="00CC706B"/>
    <w:rsid w:val="00CC7E4B"/>
    <w:rsid w:val="00CD0B9C"/>
    <w:rsid w:val="00CD147A"/>
    <w:rsid w:val="00CD153E"/>
    <w:rsid w:val="00CD1DC6"/>
    <w:rsid w:val="00CD249E"/>
    <w:rsid w:val="00CD274E"/>
    <w:rsid w:val="00CD27D2"/>
    <w:rsid w:val="00CD3052"/>
    <w:rsid w:val="00CD33D0"/>
    <w:rsid w:val="00CD353E"/>
    <w:rsid w:val="00CD3595"/>
    <w:rsid w:val="00CD3756"/>
    <w:rsid w:val="00CD378A"/>
    <w:rsid w:val="00CD3B3C"/>
    <w:rsid w:val="00CD40E4"/>
    <w:rsid w:val="00CD470C"/>
    <w:rsid w:val="00CD4733"/>
    <w:rsid w:val="00CD47CA"/>
    <w:rsid w:val="00CD493B"/>
    <w:rsid w:val="00CD65B4"/>
    <w:rsid w:val="00CD719D"/>
    <w:rsid w:val="00CD720C"/>
    <w:rsid w:val="00CE15AD"/>
    <w:rsid w:val="00CE1B36"/>
    <w:rsid w:val="00CE22B5"/>
    <w:rsid w:val="00CE23F9"/>
    <w:rsid w:val="00CE25B6"/>
    <w:rsid w:val="00CE2FB6"/>
    <w:rsid w:val="00CE3114"/>
    <w:rsid w:val="00CE3438"/>
    <w:rsid w:val="00CE3589"/>
    <w:rsid w:val="00CE448F"/>
    <w:rsid w:val="00CE5AD0"/>
    <w:rsid w:val="00CE5C2F"/>
    <w:rsid w:val="00CE6C83"/>
    <w:rsid w:val="00CE7168"/>
    <w:rsid w:val="00CE77C9"/>
    <w:rsid w:val="00CF039A"/>
    <w:rsid w:val="00CF1FDD"/>
    <w:rsid w:val="00CF342C"/>
    <w:rsid w:val="00CF39B3"/>
    <w:rsid w:val="00CF3BB6"/>
    <w:rsid w:val="00CF4111"/>
    <w:rsid w:val="00CF494B"/>
    <w:rsid w:val="00CF4A7B"/>
    <w:rsid w:val="00CF5C9F"/>
    <w:rsid w:val="00CF5FBF"/>
    <w:rsid w:val="00CF6F7B"/>
    <w:rsid w:val="00CF711B"/>
    <w:rsid w:val="00CF7679"/>
    <w:rsid w:val="00CF7D66"/>
    <w:rsid w:val="00D01431"/>
    <w:rsid w:val="00D01924"/>
    <w:rsid w:val="00D02152"/>
    <w:rsid w:val="00D021B1"/>
    <w:rsid w:val="00D022DC"/>
    <w:rsid w:val="00D0392C"/>
    <w:rsid w:val="00D05F11"/>
    <w:rsid w:val="00D06AD0"/>
    <w:rsid w:val="00D07687"/>
    <w:rsid w:val="00D07720"/>
    <w:rsid w:val="00D07DBF"/>
    <w:rsid w:val="00D105AB"/>
    <w:rsid w:val="00D107DD"/>
    <w:rsid w:val="00D10868"/>
    <w:rsid w:val="00D1166D"/>
    <w:rsid w:val="00D1185D"/>
    <w:rsid w:val="00D11E8A"/>
    <w:rsid w:val="00D11F5B"/>
    <w:rsid w:val="00D12069"/>
    <w:rsid w:val="00D1272F"/>
    <w:rsid w:val="00D127E6"/>
    <w:rsid w:val="00D131B6"/>
    <w:rsid w:val="00D13546"/>
    <w:rsid w:val="00D1425A"/>
    <w:rsid w:val="00D14511"/>
    <w:rsid w:val="00D14E30"/>
    <w:rsid w:val="00D1567E"/>
    <w:rsid w:val="00D156DC"/>
    <w:rsid w:val="00D15A05"/>
    <w:rsid w:val="00D1690E"/>
    <w:rsid w:val="00D174C9"/>
    <w:rsid w:val="00D20304"/>
    <w:rsid w:val="00D20D5B"/>
    <w:rsid w:val="00D217D2"/>
    <w:rsid w:val="00D22141"/>
    <w:rsid w:val="00D22201"/>
    <w:rsid w:val="00D222DF"/>
    <w:rsid w:val="00D2240E"/>
    <w:rsid w:val="00D2254E"/>
    <w:rsid w:val="00D22747"/>
    <w:rsid w:val="00D2298B"/>
    <w:rsid w:val="00D229C1"/>
    <w:rsid w:val="00D230D7"/>
    <w:rsid w:val="00D23ABD"/>
    <w:rsid w:val="00D2467D"/>
    <w:rsid w:val="00D25D36"/>
    <w:rsid w:val="00D265FD"/>
    <w:rsid w:val="00D26774"/>
    <w:rsid w:val="00D269E1"/>
    <w:rsid w:val="00D26B08"/>
    <w:rsid w:val="00D270FD"/>
    <w:rsid w:val="00D27349"/>
    <w:rsid w:val="00D301E1"/>
    <w:rsid w:val="00D304E9"/>
    <w:rsid w:val="00D3104F"/>
    <w:rsid w:val="00D32333"/>
    <w:rsid w:val="00D3269D"/>
    <w:rsid w:val="00D32891"/>
    <w:rsid w:val="00D328C5"/>
    <w:rsid w:val="00D33552"/>
    <w:rsid w:val="00D33A04"/>
    <w:rsid w:val="00D352BA"/>
    <w:rsid w:val="00D3626C"/>
    <w:rsid w:val="00D372E5"/>
    <w:rsid w:val="00D37D17"/>
    <w:rsid w:val="00D40358"/>
    <w:rsid w:val="00D4101B"/>
    <w:rsid w:val="00D417C4"/>
    <w:rsid w:val="00D41DFA"/>
    <w:rsid w:val="00D43122"/>
    <w:rsid w:val="00D43147"/>
    <w:rsid w:val="00D43CE2"/>
    <w:rsid w:val="00D4420C"/>
    <w:rsid w:val="00D4502B"/>
    <w:rsid w:val="00D466DE"/>
    <w:rsid w:val="00D470DB"/>
    <w:rsid w:val="00D474FE"/>
    <w:rsid w:val="00D479AE"/>
    <w:rsid w:val="00D50A5F"/>
    <w:rsid w:val="00D50B46"/>
    <w:rsid w:val="00D51349"/>
    <w:rsid w:val="00D51C56"/>
    <w:rsid w:val="00D51F13"/>
    <w:rsid w:val="00D52047"/>
    <w:rsid w:val="00D54333"/>
    <w:rsid w:val="00D54581"/>
    <w:rsid w:val="00D5513B"/>
    <w:rsid w:val="00D55467"/>
    <w:rsid w:val="00D55752"/>
    <w:rsid w:val="00D57236"/>
    <w:rsid w:val="00D57361"/>
    <w:rsid w:val="00D57366"/>
    <w:rsid w:val="00D57559"/>
    <w:rsid w:val="00D60D51"/>
    <w:rsid w:val="00D6191E"/>
    <w:rsid w:val="00D61C83"/>
    <w:rsid w:val="00D6278E"/>
    <w:rsid w:val="00D63180"/>
    <w:rsid w:val="00D632D4"/>
    <w:rsid w:val="00D6365C"/>
    <w:rsid w:val="00D6458F"/>
    <w:rsid w:val="00D64BE3"/>
    <w:rsid w:val="00D64DDD"/>
    <w:rsid w:val="00D65923"/>
    <w:rsid w:val="00D65A99"/>
    <w:rsid w:val="00D666E9"/>
    <w:rsid w:val="00D6776C"/>
    <w:rsid w:val="00D67B01"/>
    <w:rsid w:val="00D67F59"/>
    <w:rsid w:val="00D716F0"/>
    <w:rsid w:val="00D72E5F"/>
    <w:rsid w:val="00D7439B"/>
    <w:rsid w:val="00D74F15"/>
    <w:rsid w:val="00D75541"/>
    <w:rsid w:val="00D755E4"/>
    <w:rsid w:val="00D75A31"/>
    <w:rsid w:val="00D768E2"/>
    <w:rsid w:val="00D76CD9"/>
    <w:rsid w:val="00D76FE9"/>
    <w:rsid w:val="00D7719A"/>
    <w:rsid w:val="00D77311"/>
    <w:rsid w:val="00D800ED"/>
    <w:rsid w:val="00D802A0"/>
    <w:rsid w:val="00D8145C"/>
    <w:rsid w:val="00D8175D"/>
    <w:rsid w:val="00D8194D"/>
    <w:rsid w:val="00D827E0"/>
    <w:rsid w:val="00D82802"/>
    <w:rsid w:val="00D852E5"/>
    <w:rsid w:val="00D85C9E"/>
    <w:rsid w:val="00D86AFE"/>
    <w:rsid w:val="00D87906"/>
    <w:rsid w:val="00D87F7F"/>
    <w:rsid w:val="00D9076C"/>
    <w:rsid w:val="00D909DD"/>
    <w:rsid w:val="00D90BC9"/>
    <w:rsid w:val="00D90E61"/>
    <w:rsid w:val="00D911A1"/>
    <w:rsid w:val="00D91558"/>
    <w:rsid w:val="00D917BF"/>
    <w:rsid w:val="00D91979"/>
    <w:rsid w:val="00D9234C"/>
    <w:rsid w:val="00D92B96"/>
    <w:rsid w:val="00D9306C"/>
    <w:rsid w:val="00D9316C"/>
    <w:rsid w:val="00D9334D"/>
    <w:rsid w:val="00D93741"/>
    <w:rsid w:val="00D93A4A"/>
    <w:rsid w:val="00D94EB3"/>
    <w:rsid w:val="00D9582A"/>
    <w:rsid w:val="00D96999"/>
    <w:rsid w:val="00D96E26"/>
    <w:rsid w:val="00DA1646"/>
    <w:rsid w:val="00DA2134"/>
    <w:rsid w:val="00DA247A"/>
    <w:rsid w:val="00DA3787"/>
    <w:rsid w:val="00DA4413"/>
    <w:rsid w:val="00DA4421"/>
    <w:rsid w:val="00DA492C"/>
    <w:rsid w:val="00DA4D19"/>
    <w:rsid w:val="00DA4F39"/>
    <w:rsid w:val="00DA5226"/>
    <w:rsid w:val="00DA5956"/>
    <w:rsid w:val="00DA5E84"/>
    <w:rsid w:val="00DA60D1"/>
    <w:rsid w:val="00DA644D"/>
    <w:rsid w:val="00DA7372"/>
    <w:rsid w:val="00DB06ED"/>
    <w:rsid w:val="00DB0790"/>
    <w:rsid w:val="00DB0B03"/>
    <w:rsid w:val="00DB0EC7"/>
    <w:rsid w:val="00DB0ED0"/>
    <w:rsid w:val="00DB1095"/>
    <w:rsid w:val="00DB1D6F"/>
    <w:rsid w:val="00DB29CF"/>
    <w:rsid w:val="00DB30D8"/>
    <w:rsid w:val="00DB367C"/>
    <w:rsid w:val="00DB3F54"/>
    <w:rsid w:val="00DB4E3B"/>
    <w:rsid w:val="00DB4EEF"/>
    <w:rsid w:val="00DB6089"/>
    <w:rsid w:val="00DB6EFE"/>
    <w:rsid w:val="00DB7703"/>
    <w:rsid w:val="00DB7DAB"/>
    <w:rsid w:val="00DC115F"/>
    <w:rsid w:val="00DC16EF"/>
    <w:rsid w:val="00DC1A1E"/>
    <w:rsid w:val="00DC1B79"/>
    <w:rsid w:val="00DC1EA0"/>
    <w:rsid w:val="00DC277B"/>
    <w:rsid w:val="00DC298E"/>
    <w:rsid w:val="00DC316E"/>
    <w:rsid w:val="00DC337D"/>
    <w:rsid w:val="00DC379B"/>
    <w:rsid w:val="00DC3F75"/>
    <w:rsid w:val="00DC45C1"/>
    <w:rsid w:val="00DC5690"/>
    <w:rsid w:val="00DC7369"/>
    <w:rsid w:val="00DC769B"/>
    <w:rsid w:val="00DC76BC"/>
    <w:rsid w:val="00DD0FC5"/>
    <w:rsid w:val="00DD12EE"/>
    <w:rsid w:val="00DD3266"/>
    <w:rsid w:val="00DD49BA"/>
    <w:rsid w:val="00DD54AE"/>
    <w:rsid w:val="00DD67EF"/>
    <w:rsid w:val="00DD6C6B"/>
    <w:rsid w:val="00DD75C8"/>
    <w:rsid w:val="00DE1114"/>
    <w:rsid w:val="00DE1F85"/>
    <w:rsid w:val="00DE345B"/>
    <w:rsid w:val="00DE3563"/>
    <w:rsid w:val="00DE4206"/>
    <w:rsid w:val="00DE4309"/>
    <w:rsid w:val="00DE537B"/>
    <w:rsid w:val="00DE5A56"/>
    <w:rsid w:val="00DE7994"/>
    <w:rsid w:val="00DE7D3E"/>
    <w:rsid w:val="00DF17AD"/>
    <w:rsid w:val="00DF1BDA"/>
    <w:rsid w:val="00DF2229"/>
    <w:rsid w:val="00DF26AB"/>
    <w:rsid w:val="00DF2CAF"/>
    <w:rsid w:val="00DF2DE6"/>
    <w:rsid w:val="00DF49CE"/>
    <w:rsid w:val="00DF4D13"/>
    <w:rsid w:val="00DF4D45"/>
    <w:rsid w:val="00DF53C0"/>
    <w:rsid w:val="00DF601A"/>
    <w:rsid w:val="00DF61BB"/>
    <w:rsid w:val="00DF63E6"/>
    <w:rsid w:val="00E000B0"/>
    <w:rsid w:val="00E00871"/>
    <w:rsid w:val="00E01850"/>
    <w:rsid w:val="00E019A0"/>
    <w:rsid w:val="00E024F2"/>
    <w:rsid w:val="00E03438"/>
    <w:rsid w:val="00E04F84"/>
    <w:rsid w:val="00E06881"/>
    <w:rsid w:val="00E06B34"/>
    <w:rsid w:val="00E06DDC"/>
    <w:rsid w:val="00E06E12"/>
    <w:rsid w:val="00E075CA"/>
    <w:rsid w:val="00E11525"/>
    <w:rsid w:val="00E11B84"/>
    <w:rsid w:val="00E135FD"/>
    <w:rsid w:val="00E147D7"/>
    <w:rsid w:val="00E14B45"/>
    <w:rsid w:val="00E15006"/>
    <w:rsid w:val="00E15BD3"/>
    <w:rsid w:val="00E15E3A"/>
    <w:rsid w:val="00E16AAD"/>
    <w:rsid w:val="00E1785D"/>
    <w:rsid w:val="00E17F72"/>
    <w:rsid w:val="00E20C4F"/>
    <w:rsid w:val="00E2199D"/>
    <w:rsid w:val="00E21A00"/>
    <w:rsid w:val="00E221C8"/>
    <w:rsid w:val="00E235B6"/>
    <w:rsid w:val="00E2510B"/>
    <w:rsid w:val="00E25AA0"/>
    <w:rsid w:val="00E25CCE"/>
    <w:rsid w:val="00E26FF4"/>
    <w:rsid w:val="00E2709D"/>
    <w:rsid w:val="00E27EC7"/>
    <w:rsid w:val="00E30B2E"/>
    <w:rsid w:val="00E31061"/>
    <w:rsid w:val="00E31B23"/>
    <w:rsid w:val="00E323B1"/>
    <w:rsid w:val="00E3331C"/>
    <w:rsid w:val="00E33635"/>
    <w:rsid w:val="00E33806"/>
    <w:rsid w:val="00E33F0D"/>
    <w:rsid w:val="00E34477"/>
    <w:rsid w:val="00E34556"/>
    <w:rsid w:val="00E35C03"/>
    <w:rsid w:val="00E36287"/>
    <w:rsid w:val="00E36353"/>
    <w:rsid w:val="00E36D5C"/>
    <w:rsid w:val="00E371DE"/>
    <w:rsid w:val="00E3780C"/>
    <w:rsid w:val="00E403C5"/>
    <w:rsid w:val="00E4151E"/>
    <w:rsid w:val="00E41D92"/>
    <w:rsid w:val="00E420E0"/>
    <w:rsid w:val="00E44A9B"/>
    <w:rsid w:val="00E45E6C"/>
    <w:rsid w:val="00E461D6"/>
    <w:rsid w:val="00E46999"/>
    <w:rsid w:val="00E4738B"/>
    <w:rsid w:val="00E474A4"/>
    <w:rsid w:val="00E504E8"/>
    <w:rsid w:val="00E50502"/>
    <w:rsid w:val="00E50CE7"/>
    <w:rsid w:val="00E53051"/>
    <w:rsid w:val="00E537B7"/>
    <w:rsid w:val="00E5444F"/>
    <w:rsid w:val="00E54857"/>
    <w:rsid w:val="00E54C33"/>
    <w:rsid w:val="00E566C9"/>
    <w:rsid w:val="00E60184"/>
    <w:rsid w:val="00E6035F"/>
    <w:rsid w:val="00E60533"/>
    <w:rsid w:val="00E6078A"/>
    <w:rsid w:val="00E60948"/>
    <w:rsid w:val="00E60F4F"/>
    <w:rsid w:val="00E62D0D"/>
    <w:rsid w:val="00E63335"/>
    <w:rsid w:val="00E638C6"/>
    <w:rsid w:val="00E64A56"/>
    <w:rsid w:val="00E65844"/>
    <w:rsid w:val="00E66733"/>
    <w:rsid w:val="00E66F07"/>
    <w:rsid w:val="00E7059F"/>
    <w:rsid w:val="00E7078A"/>
    <w:rsid w:val="00E70CA5"/>
    <w:rsid w:val="00E71242"/>
    <w:rsid w:val="00E71DF5"/>
    <w:rsid w:val="00E728E3"/>
    <w:rsid w:val="00E72DE3"/>
    <w:rsid w:val="00E7448E"/>
    <w:rsid w:val="00E74B6A"/>
    <w:rsid w:val="00E74E1F"/>
    <w:rsid w:val="00E75899"/>
    <w:rsid w:val="00E75BF6"/>
    <w:rsid w:val="00E76D7F"/>
    <w:rsid w:val="00E76E99"/>
    <w:rsid w:val="00E77195"/>
    <w:rsid w:val="00E8015D"/>
    <w:rsid w:val="00E81CCA"/>
    <w:rsid w:val="00E83747"/>
    <w:rsid w:val="00E841F0"/>
    <w:rsid w:val="00E86739"/>
    <w:rsid w:val="00E8734F"/>
    <w:rsid w:val="00E90246"/>
    <w:rsid w:val="00E90A36"/>
    <w:rsid w:val="00E90FD9"/>
    <w:rsid w:val="00E91406"/>
    <w:rsid w:val="00E9164C"/>
    <w:rsid w:val="00E9238B"/>
    <w:rsid w:val="00E92420"/>
    <w:rsid w:val="00E92489"/>
    <w:rsid w:val="00E9360F"/>
    <w:rsid w:val="00E93833"/>
    <w:rsid w:val="00E93914"/>
    <w:rsid w:val="00E93C77"/>
    <w:rsid w:val="00E9475F"/>
    <w:rsid w:val="00E949AD"/>
    <w:rsid w:val="00E9621A"/>
    <w:rsid w:val="00E962B3"/>
    <w:rsid w:val="00E9648D"/>
    <w:rsid w:val="00E96B6E"/>
    <w:rsid w:val="00E972B3"/>
    <w:rsid w:val="00EA0049"/>
    <w:rsid w:val="00EA0552"/>
    <w:rsid w:val="00EA091A"/>
    <w:rsid w:val="00EA1182"/>
    <w:rsid w:val="00EA168B"/>
    <w:rsid w:val="00EA19B2"/>
    <w:rsid w:val="00EA226A"/>
    <w:rsid w:val="00EA254F"/>
    <w:rsid w:val="00EA2A28"/>
    <w:rsid w:val="00EA2FBC"/>
    <w:rsid w:val="00EA33B9"/>
    <w:rsid w:val="00EA3610"/>
    <w:rsid w:val="00EA38C8"/>
    <w:rsid w:val="00EA3C54"/>
    <w:rsid w:val="00EA4E88"/>
    <w:rsid w:val="00EA54F6"/>
    <w:rsid w:val="00EA57E0"/>
    <w:rsid w:val="00EA6B52"/>
    <w:rsid w:val="00EA796C"/>
    <w:rsid w:val="00EA7AC1"/>
    <w:rsid w:val="00EB069D"/>
    <w:rsid w:val="00EB17CA"/>
    <w:rsid w:val="00EB1A7E"/>
    <w:rsid w:val="00EB1EFA"/>
    <w:rsid w:val="00EB25B7"/>
    <w:rsid w:val="00EB2ABB"/>
    <w:rsid w:val="00EB3285"/>
    <w:rsid w:val="00EB3A05"/>
    <w:rsid w:val="00EB428E"/>
    <w:rsid w:val="00EB4300"/>
    <w:rsid w:val="00EB4C31"/>
    <w:rsid w:val="00EB576A"/>
    <w:rsid w:val="00EB5A93"/>
    <w:rsid w:val="00EB5C94"/>
    <w:rsid w:val="00EB6001"/>
    <w:rsid w:val="00EB60AE"/>
    <w:rsid w:val="00EB6A96"/>
    <w:rsid w:val="00EB6BBF"/>
    <w:rsid w:val="00EC0FCE"/>
    <w:rsid w:val="00EC1658"/>
    <w:rsid w:val="00EC1717"/>
    <w:rsid w:val="00EC2E01"/>
    <w:rsid w:val="00EC3485"/>
    <w:rsid w:val="00EC3935"/>
    <w:rsid w:val="00EC4665"/>
    <w:rsid w:val="00EC5D55"/>
    <w:rsid w:val="00EC60D2"/>
    <w:rsid w:val="00EC717C"/>
    <w:rsid w:val="00EC71E9"/>
    <w:rsid w:val="00EC7BE5"/>
    <w:rsid w:val="00EC7C1C"/>
    <w:rsid w:val="00EC7D95"/>
    <w:rsid w:val="00ED052D"/>
    <w:rsid w:val="00ED07E5"/>
    <w:rsid w:val="00ED1268"/>
    <w:rsid w:val="00ED3619"/>
    <w:rsid w:val="00ED46E2"/>
    <w:rsid w:val="00ED4889"/>
    <w:rsid w:val="00ED4972"/>
    <w:rsid w:val="00ED5586"/>
    <w:rsid w:val="00ED56C7"/>
    <w:rsid w:val="00ED6CF0"/>
    <w:rsid w:val="00ED76E6"/>
    <w:rsid w:val="00EE00E0"/>
    <w:rsid w:val="00EE16A4"/>
    <w:rsid w:val="00EE18E1"/>
    <w:rsid w:val="00EE1B54"/>
    <w:rsid w:val="00EE1C9B"/>
    <w:rsid w:val="00EE1D3D"/>
    <w:rsid w:val="00EE2A54"/>
    <w:rsid w:val="00EE2DB2"/>
    <w:rsid w:val="00EE37ED"/>
    <w:rsid w:val="00EE4137"/>
    <w:rsid w:val="00EE4156"/>
    <w:rsid w:val="00EE44C5"/>
    <w:rsid w:val="00EE553C"/>
    <w:rsid w:val="00EE6A20"/>
    <w:rsid w:val="00EE6AF3"/>
    <w:rsid w:val="00EE75A8"/>
    <w:rsid w:val="00EE7970"/>
    <w:rsid w:val="00EE7DBF"/>
    <w:rsid w:val="00EF0982"/>
    <w:rsid w:val="00EF1174"/>
    <w:rsid w:val="00EF12A0"/>
    <w:rsid w:val="00EF12C8"/>
    <w:rsid w:val="00EF2B9C"/>
    <w:rsid w:val="00EF326A"/>
    <w:rsid w:val="00EF3624"/>
    <w:rsid w:val="00EF3DCB"/>
    <w:rsid w:val="00EF4A79"/>
    <w:rsid w:val="00EF4C6D"/>
    <w:rsid w:val="00EF5DB6"/>
    <w:rsid w:val="00EF5E84"/>
    <w:rsid w:val="00EF62DF"/>
    <w:rsid w:val="00EF6AA0"/>
    <w:rsid w:val="00EF6E33"/>
    <w:rsid w:val="00EF70A6"/>
    <w:rsid w:val="00EF7718"/>
    <w:rsid w:val="00F000BE"/>
    <w:rsid w:val="00F00462"/>
    <w:rsid w:val="00F00DF3"/>
    <w:rsid w:val="00F01161"/>
    <w:rsid w:val="00F01331"/>
    <w:rsid w:val="00F0200E"/>
    <w:rsid w:val="00F03B0F"/>
    <w:rsid w:val="00F055EC"/>
    <w:rsid w:val="00F057FC"/>
    <w:rsid w:val="00F06438"/>
    <w:rsid w:val="00F06D73"/>
    <w:rsid w:val="00F06EB0"/>
    <w:rsid w:val="00F0714C"/>
    <w:rsid w:val="00F0737F"/>
    <w:rsid w:val="00F07720"/>
    <w:rsid w:val="00F07B3F"/>
    <w:rsid w:val="00F07DCF"/>
    <w:rsid w:val="00F104BC"/>
    <w:rsid w:val="00F110D4"/>
    <w:rsid w:val="00F111F7"/>
    <w:rsid w:val="00F1139C"/>
    <w:rsid w:val="00F11738"/>
    <w:rsid w:val="00F11964"/>
    <w:rsid w:val="00F12485"/>
    <w:rsid w:val="00F125EF"/>
    <w:rsid w:val="00F12690"/>
    <w:rsid w:val="00F127E6"/>
    <w:rsid w:val="00F132F7"/>
    <w:rsid w:val="00F13300"/>
    <w:rsid w:val="00F13A4E"/>
    <w:rsid w:val="00F13E88"/>
    <w:rsid w:val="00F13FD9"/>
    <w:rsid w:val="00F15571"/>
    <w:rsid w:val="00F15EF5"/>
    <w:rsid w:val="00F16269"/>
    <w:rsid w:val="00F1662B"/>
    <w:rsid w:val="00F16EED"/>
    <w:rsid w:val="00F20BA9"/>
    <w:rsid w:val="00F212E0"/>
    <w:rsid w:val="00F22394"/>
    <w:rsid w:val="00F2265F"/>
    <w:rsid w:val="00F23608"/>
    <w:rsid w:val="00F24076"/>
    <w:rsid w:val="00F24BA4"/>
    <w:rsid w:val="00F25541"/>
    <w:rsid w:val="00F25D8D"/>
    <w:rsid w:val="00F262CC"/>
    <w:rsid w:val="00F265FB"/>
    <w:rsid w:val="00F2742F"/>
    <w:rsid w:val="00F30318"/>
    <w:rsid w:val="00F30970"/>
    <w:rsid w:val="00F30B10"/>
    <w:rsid w:val="00F3195C"/>
    <w:rsid w:val="00F31C4E"/>
    <w:rsid w:val="00F32143"/>
    <w:rsid w:val="00F32584"/>
    <w:rsid w:val="00F32589"/>
    <w:rsid w:val="00F32BFF"/>
    <w:rsid w:val="00F333A8"/>
    <w:rsid w:val="00F3516F"/>
    <w:rsid w:val="00F35456"/>
    <w:rsid w:val="00F35CF7"/>
    <w:rsid w:val="00F35E55"/>
    <w:rsid w:val="00F369B5"/>
    <w:rsid w:val="00F37CB0"/>
    <w:rsid w:val="00F4037B"/>
    <w:rsid w:val="00F4074A"/>
    <w:rsid w:val="00F40ACB"/>
    <w:rsid w:val="00F40B26"/>
    <w:rsid w:val="00F415A7"/>
    <w:rsid w:val="00F419D5"/>
    <w:rsid w:val="00F42A1C"/>
    <w:rsid w:val="00F42DAB"/>
    <w:rsid w:val="00F43C23"/>
    <w:rsid w:val="00F440BA"/>
    <w:rsid w:val="00F447D1"/>
    <w:rsid w:val="00F4494D"/>
    <w:rsid w:val="00F44AD0"/>
    <w:rsid w:val="00F45E3D"/>
    <w:rsid w:val="00F464DA"/>
    <w:rsid w:val="00F4667B"/>
    <w:rsid w:val="00F46EB6"/>
    <w:rsid w:val="00F47FC5"/>
    <w:rsid w:val="00F50A21"/>
    <w:rsid w:val="00F515E7"/>
    <w:rsid w:val="00F52D8E"/>
    <w:rsid w:val="00F52DDB"/>
    <w:rsid w:val="00F53883"/>
    <w:rsid w:val="00F53B52"/>
    <w:rsid w:val="00F54492"/>
    <w:rsid w:val="00F54908"/>
    <w:rsid w:val="00F54B56"/>
    <w:rsid w:val="00F54B64"/>
    <w:rsid w:val="00F54D0C"/>
    <w:rsid w:val="00F54F59"/>
    <w:rsid w:val="00F55055"/>
    <w:rsid w:val="00F55772"/>
    <w:rsid w:val="00F557DF"/>
    <w:rsid w:val="00F5599F"/>
    <w:rsid w:val="00F55BA8"/>
    <w:rsid w:val="00F55E6F"/>
    <w:rsid w:val="00F56AA7"/>
    <w:rsid w:val="00F5750E"/>
    <w:rsid w:val="00F57B30"/>
    <w:rsid w:val="00F57BE0"/>
    <w:rsid w:val="00F57CDE"/>
    <w:rsid w:val="00F601FD"/>
    <w:rsid w:val="00F605FC"/>
    <w:rsid w:val="00F60F88"/>
    <w:rsid w:val="00F61009"/>
    <w:rsid w:val="00F61F1E"/>
    <w:rsid w:val="00F62049"/>
    <w:rsid w:val="00F62C45"/>
    <w:rsid w:val="00F62EE8"/>
    <w:rsid w:val="00F62F78"/>
    <w:rsid w:val="00F6396E"/>
    <w:rsid w:val="00F63C24"/>
    <w:rsid w:val="00F64478"/>
    <w:rsid w:val="00F64FE6"/>
    <w:rsid w:val="00F65177"/>
    <w:rsid w:val="00F662AD"/>
    <w:rsid w:val="00F6644B"/>
    <w:rsid w:val="00F66511"/>
    <w:rsid w:val="00F66A1A"/>
    <w:rsid w:val="00F66AF1"/>
    <w:rsid w:val="00F67EFD"/>
    <w:rsid w:val="00F67F2D"/>
    <w:rsid w:val="00F70919"/>
    <w:rsid w:val="00F71801"/>
    <w:rsid w:val="00F71A31"/>
    <w:rsid w:val="00F736C6"/>
    <w:rsid w:val="00F73706"/>
    <w:rsid w:val="00F73A6E"/>
    <w:rsid w:val="00F73C91"/>
    <w:rsid w:val="00F74483"/>
    <w:rsid w:val="00F74AAE"/>
    <w:rsid w:val="00F752D2"/>
    <w:rsid w:val="00F757E5"/>
    <w:rsid w:val="00F75D62"/>
    <w:rsid w:val="00F76534"/>
    <w:rsid w:val="00F77D84"/>
    <w:rsid w:val="00F77F46"/>
    <w:rsid w:val="00F8101C"/>
    <w:rsid w:val="00F813B8"/>
    <w:rsid w:val="00F8190A"/>
    <w:rsid w:val="00F81995"/>
    <w:rsid w:val="00F81D1E"/>
    <w:rsid w:val="00F82BDA"/>
    <w:rsid w:val="00F82E99"/>
    <w:rsid w:val="00F82EEF"/>
    <w:rsid w:val="00F839AE"/>
    <w:rsid w:val="00F84796"/>
    <w:rsid w:val="00F86821"/>
    <w:rsid w:val="00F87471"/>
    <w:rsid w:val="00F8750A"/>
    <w:rsid w:val="00F8751D"/>
    <w:rsid w:val="00F90997"/>
    <w:rsid w:val="00F90FF3"/>
    <w:rsid w:val="00F91937"/>
    <w:rsid w:val="00F91E36"/>
    <w:rsid w:val="00F9270F"/>
    <w:rsid w:val="00F92A91"/>
    <w:rsid w:val="00F93166"/>
    <w:rsid w:val="00F9319B"/>
    <w:rsid w:val="00F9342A"/>
    <w:rsid w:val="00F93477"/>
    <w:rsid w:val="00F93BAD"/>
    <w:rsid w:val="00F94BAF"/>
    <w:rsid w:val="00F95F18"/>
    <w:rsid w:val="00F9623D"/>
    <w:rsid w:val="00F96C24"/>
    <w:rsid w:val="00F96CEB"/>
    <w:rsid w:val="00F96EA9"/>
    <w:rsid w:val="00F96FE0"/>
    <w:rsid w:val="00F970E0"/>
    <w:rsid w:val="00F97D06"/>
    <w:rsid w:val="00FA0694"/>
    <w:rsid w:val="00FA0D85"/>
    <w:rsid w:val="00FA0F01"/>
    <w:rsid w:val="00FA13F7"/>
    <w:rsid w:val="00FA1998"/>
    <w:rsid w:val="00FA1B6B"/>
    <w:rsid w:val="00FA2AAC"/>
    <w:rsid w:val="00FA2F45"/>
    <w:rsid w:val="00FA437B"/>
    <w:rsid w:val="00FA45B8"/>
    <w:rsid w:val="00FA4BAE"/>
    <w:rsid w:val="00FA5E4B"/>
    <w:rsid w:val="00FA6BC0"/>
    <w:rsid w:val="00FA72FD"/>
    <w:rsid w:val="00FB0154"/>
    <w:rsid w:val="00FB093D"/>
    <w:rsid w:val="00FB12DF"/>
    <w:rsid w:val="00FB1325"/>
    <w:rsid w:val="00FB15F6"/>
    <w:rsid w:val="00FB24A9"/>
    <w:rsid w:val="00FB38BA"/>
    <w:rsid w:val="00FB3B5B"/>
    <w:rsid w:val="00FB403E"/>
    <w:rsid w:val="00FB40F2"/>
    <w:rsid w:val="00FB41EE"/>
    <w:rsid w:val="00FB4312"/>
    <w:rsid w:val="00FB4400"/>
    <w:rsid w:val="00FB48E0"/>
    <w:rsid w:val="00FB4AC7"/>
    <w:rsid w:val="00FB5806"/>
    <w:rsid w:val="00FB5982"/>
    <w:rsid w:val="00FB604A"/>
    <w:rsid w:val="00FB647F"/>
    <w:rsid w:val="00FB6ECE"/>
    <w:rsid w:val="00FB719D"/>
    <w:rsid w:val="00FC0549"/>
    <w:rsid w:val="00FC0A3E"/>
    <w:rsid w:val="00FC1ABC"/>
    <w:rsid w:val="00FC2138"/>
    <w:rsid w:val="00FC2EA4"/>
    <w:rsid w:val="00FC3BF8"/>
    <w:rsid w:val="00FC3E22"/>
    <w:rsid w:val="00FC42C3"/>
    <w:rsid w:val="00FC499E"/>
    <w:rsid w:val="00FC52CA"/>
    <w:rsid w:val="00FC56E0"/>
    <w:rsid w:val="00FC57E9"/>
    <w:rsid w:val="00FC60B0"/>
    <w:rsid w:val="00FC7770"/>
    <w:rsid w:val="00FC7816"/>
    <w:rsid w:val="00FD0EF4"/>
    <w:rsid w:val="00FD1361"/>
    <w:rsid w:val="00FD1702"/>
    <w:rsid w:val="00FD1B3F"/>
    <w:rsid w:val="00FD1F96"/>
    <w:rsid w:val="00FD2168"/>
    <w:rsid w:val="00FD2274"/>
    <w:rsid w:val="00FD2CFF"/>
    <w:rsid w:val="00FD2DAA"/>
    <w:rsid w:val="00FD3A70"/>
    <w:rsid w:val="00FD3C8B"/>
    <w:rsid w:val="00FD46CB"/>
    <w:rsid w:val="00FD503D"/>
    <w:rsid w:val="00FD6386"/>
    <w:rsid w:val="00FD6BCE"/>
    <w:rsid w:val="00FD7821"/>
    <w:rsid w:val="00FD7E6E"/>
    <w:rsid w:val="00FE0360"/>
    <w:rsid w:val="00FE1299"/>
    <w:rsid w:val="00FE3136"/>
    <w:rsid w:val="00FE35EB"/>
    <w:rsid w:val="00FE37FD"/>
    <w:rsid w:val="00FE4414"/>
    <w:rsid w:val="00FE49D7"/>
    <w:rsid w:val="00FE4A57"/>
    <w:rsid w:val="00FE4CF8"/>
    <w:rsid w:val="00FE5FB5"/>
    <w:rsid w:val="00FE63E7"/>
    <w:rsid w:val="00FE6BBB"/>
    <w:rsid w:val="00FE7EAA"/>
    <w:rsid w:val="00FF1526"/>
    <w:rsid w:val="00FF1DC4"/>
    <w:rsid w:val="00FF1E5C"/>
    <w:rsid w:val="00FF209A"/>
    <w:rsid w:val="00FF27E7"/>
    <w:rsid w:val="00FF3050"/>
    <w:rsid w:val="00FF3545"/>
    <w:rsid w:val="00FF3638"/>
    <w:rsid w:val="00FF371C"/>
    <w:rsid w:val="00FF39A4"/>
    <w:rsid w:val="00FF3AE9"/>
    <w:rsid w:val="00FF3B20"/>
    <w:rsid w:val="00FF3BF6"/>
    <w:rsid w:val="00FF4B62"/>
    <w:rsid w:val="00FF5773"/>
    <w:rsid w:val="00FF6C5F"/>
    <w:rsid w:val="00FF6C97"/>
    <w:rsid w:val="00FF7249"/>
    <w:rsid w:val="00FF775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8D7D0"/>
  <w15:chartTrackingRefBased/>
  <w15:docId w15:val="{23878643-CCCE-470B-8F95-6BD8B382C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6" w:qFormat="1"/>
    <w:lsdException w:name="heading 2" w:semiHidden="1" w:uiPriority="88" w:unhideWhenUsed="1" w:qFormat="1"/>
    <w:lsdException w:name="heading 3" w:semiHidden="1" w:uiPriority="98" w:unhideWhenUsed="1" w:qFormat="1"/>
    <w:lsdException w:name="heading 4" w:semiHidden="1" w:uiPriority="98"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9342A"/>
    <w:pPr>
      <w:keepLines/>
      <w:spacing w:after="120" w:line="240" w:lineRule="auto"/>
      <w:ind w:firstLine="284"/>
    </w:pPr>
    <w:rPr>
      <w:rFonts w:ascii="Times New Roman" w:eastAsia="Times New Roman" w:hAnsi="Times New Roman" w:cs="Times New Roman"/>
      <w:sz w:val="24"/>
      <w:szCs w:val="24"/>
      <w:lang w:eastAsia="en-AU"/>
    </w:rPr>
  </w:style>
  <w:style w:type="paragraph" w:styleId="Heading1">
    <w:name w:val="heading 1"/>
    <w:basedOn w:val="FirstPara"/>
    <w:next w:val="FirstPara"/>
    <w:link w:val="Heading1Char"/>
    <w:uiPriority w:val="6"/>
    <w:qFormat/>
    <w:rsid w:val="00F9342A"/>
    <w:pPr>
      <w:pageBreakBefore/>
      <w:widowControl w:val="0"/>
      <w:spacing w:after="240"/>
      <w:outlineLvl w:val="0"/>
    </w:pPr>
    <w:rPr>
      <w:rFonts w:eastAsia="Calibri"/>
      <w:b/>
      <w:bCs/>
      <w:sz w:val="32"/>
      <w:szCs w:val="32"/>
      <w:lang w:eastAsia="en-US"/>
    </w:rPr>
  </w:style>
  <w:style w:type="paragraph" w:styleId="Heading2">
    <w:name w:val="heading 2"/>
    <w:basedOn w:val="Heading1"/>
    <w:next w:val="FirstPara"/>
    <w:link w:val="Heading2Char"/>
    <w:uiPriority w:val="88"/>
    <w:unhideWhenUsed/>
    <w:qFormat/>
    <w:rsid w:val="00F9342A"/>
    <w:pPr>
      <w:outlineLvl w:val="1"/>
    </w:pPr>
  </w:style>
  <w:style w:type="paragraph" w:styleId="Heading3">
    <w:name w:val="heading 3"/>
    <w:basedOn w:val="Normal"/>
    <w:next w:val="Normal"/>
    <w:link w:val="Heading3Char"/>
    <w:uiPriority w:val="98"/>
    <w:unhideWhenUsed/>
    <w:qFormat/>
    <w:rsid w:val="00F9342A"/>
    <w:pPr>
      <w:keepNext/>
      <w:spacing w:before="240"/>
      <w:outlineLvl w:val="2"/>
    </w:pPr>
    <w:rPr>
      <w:b/>
      <w:bCs/>
      <w:sz w:val="28"/>
      <w:szCs w:val="28"/>
    </w:rPr>
  </w:style>
  <w:style w:type="paragraph" w:styleId="Heading4">
    <w:name w:val="heading 4"/>
    <w:basedOn w:val="Normal"/>
    <w:next w:val="Normal"/>
    <w:link w:val="Heading4Char"/>
    <w:uiPriority w:val="98"/>
    <w:unhideWhenUsed/>
    <w:qFormat/>
    <w:rsid w:val="00F9342A"/>
    <w:pPr>
      <w:keepNext/>
      <w:spacing w:before="240"/>
      <w:outlineLvl w:val="3"/>
    </w:pPr>
    <w:rPr>
      <w:b/>
      <w:bCs/>
      <w:i/>
      <w:iCs/>
      <w:sz w:val="23"/>
      <w:szCs w:val="23"/>
    </w:rPr>
  </w:style>
  <w:style w:type="paragraph" w:styleId="Heading5">
    <w:name w:val="heading 5"/>
    <w:basedOn w:val="Normal"/>
    <w:next w:val="Normal"/>
    <w:link w:val="Heading5Char"/>
    <w:uiPriority w:val="99"/>
    <w:unhideWhenUsed/>
    <w:qFormat/>
    <w:rsid w:val="00F9342A"/>
    <w:pPr>
      <w:keepNext/>
      <w:spacing w:before="240"/>
      <w:outlineLvl w:val="4"/>
    </w:pPr>
    <w:rPr>
      <w:b/>
      <w:bCs/>
      <w:sz w:val="23"/>
      <w:szCs w:val="23"/>
    </w:rPr>
  </w:style>
  <w:style w:type="paragraph" w:styleId="Heading6">
    <w:name w:val="heading 6"/>
    <w:basedOn w:val="Normal"/>
    <w:next w:val="Normal"/>
    <w:link w:val="Heading6Char"/>
    <w:uiPriority w:val="99"/>
    <w:unhideWhenUsed/>
    <w:qFormat/>
    <w:rsid w:val="00F9342A"/>
    <w:pPr>
      <w:keepNext/>
      <w:spacing w:before="240"/>
      <w:outlineLvl w:val="5"/>
    </w:pPr>
    <w:rPr>
      <w:b/>
      <w:bCs/>
      <w:sz w:val="21"/>
      <w:szCs w:val="21"/>
    </w:rPr>
  </w:style>
  <w:style w:type="paragraph" w:styleId="Heading7">
    <w:name w:val="heading 7"/>
    <w:basedOn w:val="Normal"/>
    <w:next w:val="Normal"/>
    <w:link w:val="Heading7Char"/>
    <w:uiPriority w:val="99"/>
    <w:unhideWhenUsed/>
    <w:qFormat/>
    <w:rsid w:val="00F9342A"/>
    <w:pPr>
      <w:spacing w:after="240"/>
      <w:jc w:val="center"/>
      <w:outlineLvl w:val="6"/>
    </w:pPr>
    <w:rPr>
      <w:rFonts w:eastAsiaTheme="majorEastAsia" w:cstheme="majorBidi"/>
      <w:iCs/>
      <w:color w:val="404040"/>
    </w:rPr>
  </w:style>
  <w:style w:type="paragraph" w:styleId="Heading8">
    <w:name w:val="heading 8"/>
    <w:basedOn w:val="Normal"/>
    <w:next w:val="Normal"/>
    <w:link w:val="Heading8Char"/>
    <w:uiPriority w:val="99"/>
    <w:unhideWhenUsed/>
    <w:rsid w:val="00F9342A"/>
    <w:pPr>
      <w:keepNext/>
      <w:spacing w:before="200" w:after="0"/>
      <w:outlineLvl w:val="7"/>
    </w:pPr>
    <w:rPr>
      <w:rFonts w:ascii="Cambria" w:eastAsiaTheme="majorEastAsia" w:hAnsi="Cambria" w:cstheme="majorBidi"/>
      <w:color w:val="404040"/>
      <w:sz w:val="20"/>
      <w:szCs w:val="20"/>
    </w:rPr>
  </w:style>
  <w:style w:type="paragraph" w:styleId="Heading9">
    <w:name w:val="heading 9"/>
    <w:basedOn w:val="Normal"/>
    <w:next w:val="Normal"/>
    <w:link w:val="Heading9Char"/>
    <w:uiPriority w:val="99"/>
    <w:unhideWhenUsed/>
    <w:qFormat/>
    <w:rsid w:val="00F9342A"/>
    <w:pPr>
      <w:keepNext/>
      <w:spacing w:before="200" w:after="0"/>
      <w:outlineLvl w:val="8"/>
    </w:pPr>
    <w:rPr>
      <w:rFonts w:ascii="Cambria" w:eastAsiaTheme="majorEastAsia" w:hAnsi="Cambria" w:cstheme="majorBidi"/>
      <w:i/>
      <w:iCs/>
      <w:color w:val="404040"/>
      <w:sz w:val="20"/>
      <w:szCs w:val="20"/>
    </w:rPr>
  </w:style>
  <w:style w:type="character" w:default="1" w:styleId="DefaultParagraphFont">
    <w:name w:val="Default Paragraph Font"/>
    <w:uiPriority w:val="1"/>
    <w:semiHidden/>
    <w:unhideWhenUsed/>
    <w:rsid w:val="00F934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342A"/>
  </w:style>
  <w:style w:type="character" w:customStyle="1" w:styleId="Heading1Char">
    <w:name w:val="Heading 1 Char"/>
    <w:link w:val="Heading1"/>
    <w:uiPriority w:val="6"/>
    <w:rsid w:val="00F9342A"/>
    <w:rPr>
      <w:rFonts w:ascii="Times New Roman" w:eastAsia="Calibri" w:hAnsi="Times New Roman" w:cs="Times New Roman"/>
      <w:b/>
      <w:bCs/>
      <w:sz w:val="32"/>
      <w:szCs w:val="32"/>
    </w:rPr>
  </w:style>
  <w:style w:type="character" w:customStyle="1" w:styleId="Heading7Char">
    <w:name w:val="Heading 7 Char"/>
    <w:link w:val="Heading7"/>
    <w:uiPriority w:val="99"/>
    <w:rsid w:val="00F9342A"/>
    <w:rPr>
      <w:rFonts w:ascii="Times New Roman" w:eastAsiaTheme="majorEastAsia" w:hAnsi="Times New Roman" w:cstheme="majorBidi"/>
      <w:iCs/>
      <w:color w:val="404040"/>
      <w:sz w:val="24"/>
      <w:szCs w:val="24"/>
    </w:rPr>
  </w:style>
  <w:style w:type="character" w:styleId="Hyperlink">
    <w:name w:val="Hyperlink"/>
    <w:uiPriority w:val="99"/>
    <w:unhideWhenUsed/>
    <w:rsid w:val="00F9342A"/>
    <w:rPr>
      <w:color w:val="0000FF"/>
      <w:u w:val="single"/>
    </w:rPr>
  </w:style>
  <w:style w:type="character" w:customStyle="1" w:styleId="Heading2Char">
    <w:name w:val="Heading 2 Char"/>
    <w:link w:val="Heading2"/>
    <w:uiPriority w:val="88"/>
    <w:rsid w:val="00F9342A"/>
    <w:rPr>
      <w:rFonts w:ascii="Times New Roman" w:eastAsia="Calibri" w:hAnsi="Times New Roman" w:cs="Times New Roman"/>
      <w:b/>
      <w:bCs/>
      <w:sz w:val="32"/>
      <w:szCs w:val="32"/>
    </w:rPr>
  </w:style>
  <w:style w:type="character" w:customStyle="1" w:styleId="Heading3Char">
    <w:name w:val="Heading 3 Char"/>
    <w:link w:val="Heading3"/>
    <w:uiPriority w:val="98"/>
    <w:rsid w:val="00F9342A"/>
    <w:rPr>
      <w:rFonts w:ascii="Times New Roman" w:eastAsiaTheme="minorEastAsia" w:hAnsi="Times New Roman" w:cs="Times New Roman"/>
      <w:b/>
      <w:bCs/>
      <w:sz w:val="28"/>
      <w:szCs w:val="28"/>
    </w:rPr>
  </w:style>
  <w:style w:type="character" w:customStyle="1" w:styleId="Heading4Char">
    <w:name w:val="Heading 4 Char"/>
    <w:link w:val="Heading4"/>
    <w:uiPriority w:val="98"/>
    <w:rsid w:val="00F9342A"/>
    <w:rPr>
      <w:rFonts w:ascii="Times New Roman" w:eastAsiaTheme="minorEastAsia" w:hAnsi="Times New Roman" w:cs="Times New Roman"/>
      <w:b/>
      <w:bCs/>
      <w:i/>
      <w:iCs/>
      <w:sz w:val="23"/>
      <w:szCs w:val="23"/>
    </w:rPr>
  </w:style>
  <w:style w:type="character" w:customStyle="1" w:styleId="Heading5Char">
    <w:name w:val="Heading 5 Char"/>
    <w:link w:val="Heading5"/>
    <w:uiPriority w:val="99"/>
    <w:rsid w:val="00F9342A"/>
    <w:rPr>
      <w:rFonts w:ascii="Times New Roman" w:eastAsiaTheme="minorEastAsia" w:hAnsi="Times New Roman" w:cs="Times New Roman"/>
      <w:b/>
      <w:bCs/>
      <w:sz w:val="23"/>
      <w:szCs w:val="23"/>
    </w:rPr>
  </w:style>
  <w:style w:type="character" w:customStyle="1" w:styleId="Heading6Char">
    <w:name w:val="Heading 6 Char"/>
    <w:link w:val="Heading6"/>
    <w:uiPriority w:val="99"/>
    <w:rsid w:val="00F9342A"/>
    <w:rPr>
      <w:rFonts w:ascii="Times New Roman" w:eastAsiaTheme="minorEastAsia" w:hAnsi="Times New Roman" w:cs="Times New Roman"/>
      <w:b/>
      <w:bCs/>
      <w:sz w:val="21"/>
      <w:szCs w:val="21"/>
    </w:rPr>
  </w:style>
  <w:style w:type="character" w:customStyle="1" w:styleId="Heading8Char">
    <w:name w:val="Heading 8 Char"/>
    <w:link w:val="Heading8"/>
    <w:uiPriority w:val="99"/>
    <w:rsid w:val="00F9342A"/>
    <w:rPr>
      <w:rFonts w:ascii="Cambria" w:eastAsiaTheme="majorEastAsia" w:hAnsi="Cambria" w:cstheme="majorBidi"/>
      <w:color w:val="404040"/>
      <w:sz w:val="20"/>
      <w:szCs w:val="20"/>
    </w:rPr>
  </w:style>
  <w:style w:type="character" w:customStyle="1" w:styleId="Heading9Char">
    <w:name w:val="Heading 9 Char"/>
    <w:link w:val="Heading9"/>
    <w:uiPriority w:val="99"/>
    <w:rsid w:val="00F9342A"/>
    <w:rPr>
      <w:rFonts w:ascii="Cambria" w:eastAsiaTheme="majorEastAsia" w:hAnsi="Cambria" w:cstheme="majorBidi"/>
      <w:i/>
      <w:iCs/>
      <w:color w:val="404040"/>
      <w:sz w:val="20"/>
      <w:szCs w:val="20"/>
    </w:rPr>
  </w:style>
  <w:style w:type="paragraph" w:styleId="Title">
    <w:name w:val="Title"/>
    <w:basedOn w:val="Normal"/>
    <w:next w:val="Normal"/>
    <w:link w:val="TitleChar"/>
    <w:uiPriority w:val="2"/>
    <w:qFormat/>
    <w:rsid w:val="00F9342A"/>
    <w:pPr>
      <w:spacing w:after="240"/>
      <w:jc w:val="center"/>
    </w:pPr>
    <w:rPr>
      <w:b/>
      <w:smallCaps/>
      <w:sz w:val="32"/>
      <w:u w:val="single"/>
    </w:rPr>
  </w:style>
  <w:style w:type="character" w:customStyle="1" w:styleId="TitleChar">
    <w:name w:val="Title Char"/>
    <w:link w:val="Title"/>
    <w:uiPriority w:val="2"/>
    <w:rsid w:val="00F9342A"/>
    <w:rPr>
      <w:rFonts w:ascii="Times New Roman" w:eastAsiaTheme="minorEastAsia" w:hAnsi="Times New Roman" w:cs="Times New Roman"/>
      <w:b/>
      <w:smallCaps/>
      <w:sz w:val="32"/>
      <w:szCs w:val="24"/>
      <w:u w:val="single"/>
    </w:rPr>
  </w:style>
  <w:style w:type="paragraph" w:styleId="NoSpacing">
    <w:name w:val="No Spacing"/>
    <w:uiPriority w:val="99"/>
    <w:unhideWhenUsed/>
    <w:qFormat/>
    <w:rsid w:val="00F9342A"/>
    <w:pPr>
      <w:keepNext/>
      <w:keepLines/>
      <w:autoSpaceDE w:val="0"/>
      <w:autoSpaceDN w:val="0"/>
      <w:adjustRightInd w:val="0"/>
      <w:spacing w:after="0" w:line="240" w:lineRule="auto"/>
      <w:ind w:firstLine="567"/>
      <w:jc w:val="both"/>
    </w:pPr>
    <w:rPr>
      <w:rFonts w:ascii="Times New Roman" w:eastAsiaTheme="minorEastAsia" w:hAnsi="Times New Roman"/>
      <w:sz w:val="24"/>
      <w:szCs w:val="24"/>
      <w:lang w:val="en-US"/>
    </w:rPr>
  </w:style>
  <w:style w:type="paragraph" w:styleId="Quote">
    <w:name w:val="Quote"/>
    <w:aliases w:val="quote"/>
    <w:basedOn w:val="Normal"/>
    <w:next w:val="Normal"/>
    <w:link w:val="QuoteChar"/>
    <w:autoRedefine/>
    <w:uiPriority w:val="9"/>
    <w:qFormat/>
    <w:rsid w:val="00F9342A"/>
    <w:pPr>
      <w:keepNext/>
      <w:ind w:left="567" w:right="284" w:firstLine="0"/>
    </w:pPr>
    <w:rPr>
      <w:rFonts w:eastAsia="Calibri"/>
      <w:i/>
    </w:rPr>
  </w:style>
  <w:style w:type="character" w:customStyle="1" w:styleId="QuoteChar">
    <w:name w:val="Quote Char"/>
    <w:aliases w:val="quote Char"/>
    <w:link w:val="Quote"/>
    <w:uiPriority w:val="9"/>
    <w:rsid w:val="00F9342A"/>
    <w:rPr>
      <w:rFonts w:ascii="Times New Roman" w:eastAsia="Calibri" w:hAnsi="Times New Roman" w:cs="Times New Roman"/>
      <w:i/>
      <w:sz w:val="24"/>
      <w:szCs w:val="24"/>
    </w:rPr>
  </w:style>
  <w:style w:type="paragraph" w:styleId="BodyText2">
    <w:name w:val="Body Text 2"/>
    <w:basedOn w:val="Normal"/>
    <w:link w:val="BodyText2Char"/>
    <w:uiPriority w:val="99"/>
    <w:semiHidden/>
    <w:unhideWhenUsed/>
    <w:rsid w:val="00F9342A"/>
    <w:pPr>
      <w:spacing w:line="480" w:lineRule="auto"/>
    </w:pPr>
  </w:style>
  <w:style w:type="character" w:customStyle="1" w:styleId="BodyText2Char">
    <w:name w:val="Body Text 2 Char"/>
    <w:basedOn w:val="DefaultParagraphFont"/>
    <w:link w:val="BodyText2"/>
    <w:uiPriority w:val="99"/>
    <w:semiHidden/>
    <w:rsid w:val="00F9342A"/>
    <w:rPr>
      <w:rFonts w:ascii="Times New Roman" w:eastAsiaTheme="minorEastAsia" w:hAnsi="Times New Roman" w:cs="Times New Roman"/>
      <w:sz w:val="24"/>
      <w:szCs w:val="24"/>
    </w:rPr>
  </w:style>
  <w:style w:type="paragraph" w:styleId="Subtitle">
    <w:name w:val="Subtitle"/>
    <w:basedOn w:val="Normal"/>
    <w:next w:val="Normal"/>
    <w:link w:val="SubtitleChar"/>
    <w:uiPriority w:val="19"/>
    <w:unhideWhenUsed/>
    <w:qFormat/>
    <w:rsid w:val="00F9342A"/>
    <w:pPr>
      <w:spacing w:after="240"/>
      <w:jc w:val="center"/>
    </w:pPr>
  </w:style>
  <w:style w:type="character" w:customStyle="1" w:styleId="SubtitleChar">
    <w:name w:val="Subtitle Char"/>
    <w:link w:val="Subtitle"/>
    <w:uiPriority w:val="19"/>
    <w:rsid w:val="00F9342A"/>
    <w:rPr>
      <w:rFonts w:ascii="Times New Roman" w:eastAsiaTheme="minorEastAsia" w:hAnsi="Times New Roman" w:cs="Times New Roman"/>
      <w:sz w:val="24"/>
      <w:szCs w:val="24"/>
    </w:rPr>
  </w:style>
  <w:style w:type="paragraph" w:styleId="FootnoteText">
    <w:name w:val="footnote text"/>
    <w:basedOn w:val="Normal"/>
    <w:link w:val="FootnoteTextChar"/>
    <w:uiPriority w:val="99"/>
    <w:semiHidden/>
    <w:unhideWhenUsed/>
    <w:rsid w:val="00F9342A"/>
    <w:rPr>
      <w:sz w:val="20"/>
      <w:szCs w:val="20"/>
    </w:rPr>
  </w:style>
  <w:style w:type="character" w:customStyle="1" w:styleId="FootnoteTextChar">
    <w:name w:val="Footnote Text Char"/>
    <w:basedOn w:val="DefaultParagraphFont"/>
    <w:link w:val="FootnoteText"/>
    <w:uiPriority w:val="99"/>
    <w:semiHidden/>
    <w:rsid w:val="00F9342A"/>
    <w:rPr>
      <w:rFonts w:ascii="Times New Roman" w:eastAsiaTheme="minorEastAsia" w:hAnsi="Times New Roman" w:cs="Times New Roman"/>
      <w:sz w:val="20"/>
      <w:szCs w:val="20"/>
    </w:rPr>
  </w:style>
  <w:style w:type="character" w:styleId="FootnoteReference">
    <w:name w:val="footnote reference"/>
    <w:basedOn w:val="DefaultParagraphFont"/>
    <w:uiPriority w:val="99"/>
    <w:semiHidden/>
    <w:unhideWhenUsed/>
    <w:rsid w:val="00F9342A"/>
    <w:rPr>
      <w:rFonts w:cs="Times New Roman"/>
      <w:vertAlign w:val="superscript"/>
    </w:rPr>
  </w:style>
  <w:style w:type="paragraph" w:styleId="ListParagraph">
    <w:name w:val="List Paragraph"/>
    <w:basedOn w:val="Normal"/>
    <w:uiPriority w:val="34"/>
    <w:unhideWhenUsed/>
    <w:qFormat/>
    <w:rsid w:val="00F9342A"/>
    <w:pPr>
      <w:ind w:left="720"/>
      <w:contextualSpacing/>
    </w:pPr>
  </w:style>
  <w:style w:type="paragraph" w:styleId="BodyText">
    <w:name w:val="Body Text"/>
    <w:basedOn w:val="Normal"/>
    <w:link w:val="BodyTextChar"/>
    <w:uiPriority w:val="99"/>
    <w:semiHidden/>
    <w:unhideWhenUsed/>
    <w:rsid w:val="00F9342A"/>
  </w:style>
  <w:style w:type="character" w:customStyle="1" w:styleId="BodyTextChar">
    <w:name w:val="Body Text Char"/>
    <w:basedOn w:val="DefaultParagraphFont"/>
    <w:link w:val="BodyText"/>
    <w:uiPriority w:val="99"/>
    <w:semiHidden/>
    <w:rsid w:val="00F9342A"/>
    <w:rPr>
      <w:rFonts w:ascii="Times New Roman" w:eastAsiaTheme="minorEastAsia" w:hAnsi="Times New Roman" w:cs="Times New Roman"/>
      <w:sz w:val="24"/>
      <w:szCs w:val="24"/>
    </w:rPr>
  </w:style>
  <w:style w:type="paragraph" w:styleId="BodyTextFirstIndent">
    <w:name w:val="Body Text First Indent"/>
    <w:basedOn w:val="BodyText"/>
    <w:link w:val="BodyTextFirstIndentChar"/>
    <w:uiPriority w:val="99"/>
    <w:unhideWhenUsed/>
    <w:rsid w:val="00F9342A"/>
    <w:pPr>
      <w:ind w:firstLine="360"/>
    </w:pPr>
  </w:style>
  <w:style w:type="character" w:customStyle="1" w:styleId="BodyTextFirstIndentChar">
    <w:name w:val="Body Text First Indent Char"/>
    <w:link w:val="BodyTextFirstIndent"/>
    <w:uiPriority w:val="99"/>
    <w:rsid w:val="00F9342A"/>
    <w:rPr>
      <w:rFonts w:ascii="Times New Roman" w:eastAsiaTheme="minorEastAsia" w:hAnsi="Times New Roman" w:cs="Times New Roman"/>
      <w:sz w:val="24"/>
      <w:szCs w:val="24"/>
    </w:rPr>
  </w:style>
  <w:style w:type="paragraph" w:styleId="BodyTextIndent">
    <w:name w:val="Body Text Indent"/>
    <w:basedOn w:val="Normal"/>
    <w:link w:val="BodyTextIndentChar"/>
    <w:uiPriority w:val="99"/>
    <w:semiHidden/>
    <w:unhideWhenUsed/>
    <w:rsid w:val="00F9342A"/>
    <w:pPr>
      <w:ind w:left="283"/>
    </w:pPr>
  </w:style>
  <w:style w:type="character" w:customStyle="1" w:styleId="BodyTextIndentChar">
    <w:name w:val="Body Text Indent Char"/>
    <w:basedOn w:val="DefaultParagraphFont"/>
    <w:link w:val="BodyTextIndent"/>
    <w:uiPriority w:val="99"/>
    <w:semiHidden/>
    <w:rsid w:val="00F9342A"/>
    <w:rPr>
      <w:rFonts w:ascii="Times New Roman" w:eastAsiaTheme="minorEastAsia" w:hAnsi="Times New Roman" w:cs="Times New Roman"/>
      <w:sz w:val="24"/>
      <w:szCs w:val="24"/>
    </w:rPr>
  </w:style>
  <w:style w:type="paragraph" w:styleId="BodyTextFirstIndent2">
    <w:name w:val="Body Text First Indent 2"/>
    <w:basedOn w:val="BodyTextIndent"/>
    <w:link w:val="BodyTextFirstIndent2Char"/>
    <w:uiPriority w:val="99"/>
    <w:unhideWhenUsed/>
    <w:rsid w:val="00F9342A"/>
    <w:pPr>
      <w:ind w:left="360" w:firstLine="360"/>
    </w:pPr>
  </w:style>
  <w:style w:type="character" w:customStyle="1" w:styleId="BodyTextFirstIndent2Char">
    <w:name w:val="Body Text First Indent 2 Char"/>
    <w:link w:val="BodyTextFirstIndent2"/>
    <w:uiPriority w:val="99"/>
    <w:rsid w:val="00F9342A"/>
    <w:rPr>
      <w:rFonts w:ascii="Times New Roman" w:eastAsiaTheme="minorEastAsia" w:hAnsi="Times New Roman" w:cs="Times New Roman"/>
      <w:sz w:val="24"/>
      <w:szCs w:val="24"/>
    </w:rPr>
  </w:style>
  <w:style w:type="character" w:styleId="Strong">
    <w:name w:val="Strong"/>
    <w:uiPriority w:val="22"/>
    <w:unhideWhenUsed/>
    <w:qFormat/>
    <w:rsid w:val="00F9342A"/>
    <w:rPr>
      <w:b/>
      <w:bCs/>
    </w:rPr>
  </w:style>
  <w:style w:type="character" w:styleId="SubtleEmphasis">
    <w:name w:val="Subtle Emphasis"/>
    <w:uiPriority w:val="99"/>
    <w:unhideWhenUsed/>
    <w:qFormat/>
    <w:rsid w:val="00F9342A"/>
    <w:rPr>
      <w:rFonts w:cs="Times New Roman"/>
      <w:i/>
      <w:lang w:val="x-none" w:eastAsia="en-AU"/>
    </w:rPr>
  </w:style>
  <w:style w:type="paragraph" w:styleId="IntenseQuote">
    <w:name w:val="Intense Quote"/>
    <w:basedOn w:val="Normal"/>
    <w:next w:val="Normal"/>
    <w:link w:val="IntenseQuoteChar"/>
    <w:uiPriority w:val="30"/>
    <w:qFormat/>
    <w:rsid w:val="00F9342A"/>
    <w:pPr>
      <w:spacing w:before="240" w:after="240"/>
      <w:ind w:left="1134" w:right="1134" w:firstLine="0"/>
    </w:pPr>
    <w:rPr>
      <w:i/>
      <w:iCs/>
      <w:smallCaps/>
    </w:rPr>
  </w:style>
  <w:style w:type="character" w:customStyle="1" w:styleId="IntenseQuoteChar">
    <w:name w:val="Intense Quote Char"/>
    <w:basedOn w:val="DefaultParagraphFont"/>
    <w:link w:val="IntenseQuote"/>
    <w:uiPriority w:val="30"/>
    <w:rsid w:val="00F9342A"/>
    <w:rPr>
      <w:rFonts w:ascii="Times New Roman" w:eastAsiaTheme="minorEastAsia" w:hAnsi="Times New Roman" w:cs="Times New Roman"/>
      <w:i/>
      <w:iCs/>
      <w:smallCaps/>
      <w:sz w:val="24"/>
      <w:szCs w:val="24"/>
    </w:rPr>
  </w:style>
  <w:style w:type="paragraph" w:customStyle="1" w:styleId="MySubHead">
    <w:name w:val="MySubHead"/>
    <w:basedOn w:val="Normal"/>
    <w:next w:val="FirstPara"/>
    <w:uiPriority w:val="7"/>
    <w:qFormat/>
    <w:rsid w:val="00F9342A"/>
    <w:pPr>
      <w:spacing w:before="120" w:after="240"/>
      <w:ind w:firstLine="0"/>
    </w:pPr>
    <w:rPr>
      <w:i/>
    </w:rPr>
  </w:style>
  <w:style w:type="paragraph" w:customStyle="1" w:styleId="quotetop">
    <w:name w:val="quotetop"/>
    <w:basedOn w:val="Normal"/>
    <w:link w:val="quotetopChar"/>
    <w:uiPriority w:val="10"/>
    <w:qFormat/>
    <w:rsid w:val="00F9342A"/>
    <w:pPr>
      <w:ind w:left="567" w:right="567" w:firstLine="0"/>
    </w:pPr>
    <w:rPr>
      <w:rFonts w:eastAsia="Calibri"/>
      <w:i/>
    </w:rPr>
  </w:style>
  <w:style w:type="paragraph" w:customStyle="1" w:styleId="quoteref">
    <w:name w:val="quoteref"/>
    <w:basedOn w:val="Normal"/>
    <w:link w:val="quoterefChar"/>
    <w:autoRedefine/>
    <w:uiPriority w:val="14"/>
    <w:qFormat/>
    <w:rsid w:val="00F9342A"/>
    <w:pPr>
      <w:spacing w:before="120" w:after="240"/>
      <w:ind w:left="1701" w:right="567"/>
      <w:jc w:val="right"/>
    </w:pPr>
    <w:rPr>
      <w:rFonts w:ascii="Tahoma" w:eastAsia="Calibri" w:hAnsi="Tahoma"/>
      <w:sz w:val="20"/>
    </w:rPr>
  </w:style>
  <w:style w:type="character" w:customStyle="1" w:styleId="quotetopChar">
    <w:name w:val="quotetop Char"/>
    <w:link w:val="quotetop"/>
    <w:uiPriority w:val="10"/>
    <w:rsid w:val="00F9342A"/>
    <w:rPr>
      <w:rFonts w:ascii="Times New Roman" w:eastAsia="Calibri" w:hAnsi="Times New Roman" w:cs="Times New Roman"/>
      <w:i/>
      <w:sz w:val="24"/>
      <w:szCs w:val="24"/>
    </w:rPr>
  </w:style>
  <w:style w:type="character" w:customStyle="1" w:styleId="quoterefChar">
    <w:name w:val="quoteref Char"/>
    <w:link w:val="quoteref"/>
    <w:uiPriority w:val="14"/>
    <w:rsid w:val="00F9342A"/>
    <w:rPr>
      <w:rFonts w:ascii="Tahoma" w:eastAsia="Calibri" w:hAnsi="Tahoma" w:cs="Times New Roman"/>
      <w:sz w:val="20"/>
      <w:szCs w:val="24"/>
    </w:rPr>
  </w:style>
  <w:style w:type="paragraph" w:customStyle="1" w:styleId="quotebottom">
    <w:name w:val="quotebottom"/>
    <w:basedOn w:val="quotetop"/>
    <w:next w:val="Normal"/>
    <w:link w:val="quotebottomChar"/>
    <w:autoRedefine/>
    <w:uiPriority w:val="12"/>
    <w:qFormat/>
    <w:rsid w:val="00F9342A"/>
    <w:pPr>
      <w:spacing w:after="240"/>
      <w:ind w:left="851"/>
    </w:pPr>
  </w:style>
  <w:style w:type="character" w:customStyle="1" w:styleId="quotebottomChar">
    <w:name w:val="quotebottom Char"/>
    <w:link w:val="quotebottom"/>
    <w:uiPriority w:val="12"/>
    <w:rsid w:val="00F9342A"/>
    <w:rPr>
      <w:rFonts w:ascii="Times New Roman" w:eastAsia="Calibri" w:hAnsi="Times New Roman" w:cs="Times New Roman"/>
      <w:i/>
      <w:sz w:val="24"/>
      <w:szCs w:val="24"/>
    </w:rPr>
  </w:style>
  <w:style w:type="paragraph" w:customStyle="1" w:styleId="quotesource">
    <w:name w:val="quotesource"/>
    <w:basedOn w:val="quotetop"/>
    <w:autoRedefine/>
    <w:uiPriority w:val="13"/>
    <w:qFormat/>
    <w:rsid w:val="00F9342A"/>
    <w:pPr>
      <w:jc w:val="right"/>
    </w:pPr>
  </w:style>
  <w:style w:type="paragraph" w:customStyle="1" w:styleId="FirstPara">
    <w:name w:val="FirstPara"/>
    <w:basedOn w:val="Normal"/>
    <w:next w:val="Normal"/>
    <w:uiPriority w:val="8"/>
    <w:qFormat/>
    <w:rsid w:val="00F9342A"/>
    <w:pPr>
      <w:ind w:firstLine="0"/>
    </w:pPr>
  </w:style>
  <w:style w:type="paragraph" w:customStyle="1" w:styleId="quotemiddle">
    <w:name w:val="quotemiddle"/>
    <w:basedOn w:val="Normal"/>
    <w:uiPriority w:val="11"/>
    <w:qFormat/>
    <w:rsid w:val="00F9342A"/>
    <w:pPr>
      <w:spacing w:before="120"/>
      <w:ind w:left="851" w:right="567" w:firstLine="0"/>
    </w:pPr>
    <w:rPr>
      <w:i/>
    </w:rPr>
  </w:style>
  <w:style w:type="paragraph" w:customStyle="1" w:styleId="quotelast">
    <w:name w:val="quotelast"/>
    <w:basedOn w:val="quotemiddle"/>
    <w:uiPriority w:val="11"/>
    <w:qFormat/>
    <w:rsid w:val="00F9342A"/>
    <w:pPr>
      <w:spacing w:after="240"/>
    </w:pPr>
  </w:style>
  <w:style w:type="paragraph" w:customStyle="1" w:styleId="SubHeadChap">
    <w:name w:val="SubHeadChap"/>
    <w:basedOn w:val="Normal"/>
    <w:next w:val="BodyText2"/>
    <w:link w:val="SubHeadChapChar"/>
    <w:uiPriority w:val="99"/>
    <w:unhideWhenUsed/>
    <w:qFormat/>
    <w:rsid w:val="00F9342A"/>
    <w:pPr>
      <w:spacing w:after="240"/>
    </w:pPr>
    <w:rPr>
      <w:i/>
    </w:rPr>
  </w:style>
  <w:style w:type="character" w:customStyle="1" w:styleId="SubHeadChapChar">
    <w:name w:val="SubHeadChap Char"/>
    <w:link w:val="SubHeadChap"/>
    <w:uiPriority w:val="99"/>
    <w:locked/>
    <w:rsid w:val="00F9342A"/>
    <w:rPr>
      <w:rFonts w:ascii="Times New Roman" w:eastAsiaTheme="minorEastAsia" w:hAnsi="Times New Roman" w:cs="Times New Roman"/>
      <w:i/>
      <w:sz w:val="24"/>
      <w:szCs w:val="24"/>
    </w:rPr>
  </w:style>
  <w:style w:type="paragraph" w:customStyle="1" w:styleId="Scene">
    <w:name w:val="Scene"/>
    <w:basedOn w:val="Normal"/>
    <w:link w:val="SceneChar"/>
    <w:uiPriority w:val="8"/>
    <w:qFormat/>
    <w:rsid w:val="00F9342A"/>
    <w:pPr>
      <w:jc w:val="center"/>
    </w:pPr>
    <w:rPr>
      <w:b/>
    </w:rPr>
  </w:style>
  <w:style w:type="character" w:customStyle="1" w:styleId="SceneChar">
    <w:name w:val="Scene Char"/>
    <w:link w:val="Scene"/>
    <w:uiPriority w:val="8"/>
    <w:rsid w:val="00F9342A"/>
    <w:rPr>
      <w:rFonts w:ascii="Times New Roman" w:eastAsiaTheme="minorEastAsia" w:hAnsi="Times New Roman" w:cs="Times New Roman"/>
      <w:b/>
      <w:sz w:val="24"/>
      <w:szCs w:val="24"/>
    </w:rPr>
  </w:style>
  <w:style w:type="paragraph" w:customStyle="1" w:styleId="Author">
    <w:name w:val="Author"/>
    <w:basedOn w:val="Normal"/>
    <w:link w:val="AuthorChar"/>
    <w:uiPriority w:val="5"/>
    <w:qFormat/>
    <w:rsid w:val="00F9342A"/>
    <w:pPr>
      <w:spacing w:after="240"/>
      <w:jc w:val="center"/>
    </w:pPr>
    <w:rPr>
      <w:i/>
      <w:sz w:val="32"/>
    </w:rPr>
  </w:style>
  <w:style w:type="character" w:customStyle="1" w:styleId="AuthorChar">
    <w:name w:val="Author Char"/>
    <w:link w:val="Author"/>
    <w:uiPriority w:val="5"/>
    <w:rsid w:val="00F9342A"/>
    <w:rPr>
      <w:rFonts w:ascii="Times New Roman" w:eastAsiaTheme="minorEastAsia" w:hAnsi="Times New Roman" w:cs="Times New Roman"/>
      <w:i/>
      <w:sz w:val="32"/>
      <w:szCs w:val="24"/>
    </w:rPr>
  </w:style>
  <w:style w:type="paragraph" w:customStyle="1" w:styleId="ByLine">
    <w:name w:val="ByLine"/>
    <w:basedOn w:val="Normal"/>
    <w:link w:val="ByLineChar"/>
    <w:uiPriority w:val="4"/>
    <w:qFormat/>
    <w:rsid w:val="00F9342A"/>
    <w:pPr>
      <w:spacing w:after="240"/>
      <w:jc w:val="center"/>
    </w:pPr>
  </w:style>
  <w:style w:type="character" w:customStyle="1" w:styleId="ByLineChar">
    <w:name w:val="ByLine Char"/>
    <w:link w:val="ByLine"/>
    <w:uiPriority w:val="4"/>
    <w:rsid w:val="00F9342A"/>
    <w:rPr>
      <w:rFonts w:ascii="Times New Roman" w:eastAsiaTheme="minorEastAsia" w:hAnsi="Times New Roman" w:cs="Times New Roman"/>
      <w:sz w:val="24"/>
      <w:szCs w:val="24"/>
    </w:rPr>
  </w:style>
  <w:style w:type="paragraph" w:customStyle="1" w:styleId="EndLine">
    <w:name w:val="EndLine"/>
    <w:basedOn w:val="Normal"/>
    <w:link w:val="EndLineChar"/>
    <w:uiPriority w:val="9"/>
    <w:qFormat/>
    <w:rsid w:val="00F9342A"/>
    <w:pPr>
      <w:spacing w:before="240" w:after="0"/>
      <w:jc w:val="center"/>
    </w:pPr>
    <w:rPr>
      <w:rFonts w:eastAsia="Calibri"/>
      <w:b/>
      <w:smallCaps/>
      <w:sz w:val="32"/>
      <w:u w:val="single"/>
    </w:rPr>
  </w:style>
  <w:style w:type="character" w:customStyle="1" w:styleId="EndLineChar">
    <w:name w:val="EndLine Char"/>
    <w:link w:val="EndLine"/>
    <w:uiPriority w:val="9"/>
    <w:rsid w:val="00F9342A"/>
    <w:rPr>
      <w:rFonts w:ascii="Times New Roman" w:eastAsia="Calibri" w:hAnsi="Times New Roman" w:cs="Times New Roman"/>
      <w:b/>
      <w:smallCaps/>
      <w:sz w:val="32"/>
      <w:szCs w:val="24"/>
      <w:u w:val="single"/>
    </w:rPr>
  </w:style>
  <w:style w:type="paragraph" w:customStyle="1" w:styleId="SubTitle0">
    <w:name w:val="Sub Title"/>
    <w:basedOn w:val="Normal"/>
    <w:link w:val="SubTitleChar0"/>
    <w:uiPriority w:val="3"/>
    <w:qFormat/>
    <w:rsid w:val="00F9342A"/>
    <w:pPr>
      <w:spacing w:after="240"/>
      <w:jc w:val="center"/>
    </w:pPr>
    <w:rPr>
      <w:rFonts w:eastAsia="Calibri"/>
      <w:i/>
    </w:rPr>
  </w:style>
  <w:style w:type="character" w:customStyle="1" w:styleId="SubTitleChar0">
    <w:name w:val="Sub Title Char"/>
    <w:link w:val="SubTitle0"/>
    <w:uiPriority w:val="3"/>
    <w:rsid w:val="00F9342A"/>
    <w:rPr>
      <w:rFonts w:ascii="Times New Roman" w:eastAsia="Calibri" w:hAnsi="Times New Roman" w:cs="Times New Roman"/>
      <w:i/>
      <w:sz w:val="24"/>
      <w:szCs w:val="24"/>
    </w:rPr>
  </w:style>
  <w:style w:type="paragraph" w:customStyle="1" w:styleId="Timeshift">
    <w:name w:val="Timeshift"/>
    <w:basedOn w:val="Normal"/>
    <w:uiPriority w:val="1"/>
    <w:qFormat/>
    <w:rsid w:val="00F9342A"/>
    <w:pPr>
      <w:ind w:left="284" w:right="396"/>
    </w:pPr>
    <w:rPr>
      <w:i/>
    </w:rPr>
  </w:style>
  <w:style w:type="paragraph" w:customStyle="1" w:styleId="FirstChapter">
    <w:name w:val="First Chapter"/>
    <w:basedOn w:val="Heading1"/>
    <w:next w:val="FirstPara"/>
    <w:link w:val="FirstChapterChar"/>
    <w:autoRedefine/>
    <w:uiPriority w:val="5"/>
    <w:qFormat/>
    <w:rsid w:val="00F9342A"/>
    <w:pPr>
      <w:keepNext/>
      <w:pageBreakBefore w:val="0"/>
      <w:widowControl/>
    </w:pPr>
  </w:style>
  <w:style w:type="character" w:customStyle="1" w:styleId="FirstChapterChar">
    <w:name w:val="First Chapter Char"/>
    <w:link w:val="FirstChapter"/>
    <w:uiPriority w:val="5"/>
    <w:rsid w:val="00F9342A"/>
    <w:rPr>
      <w:rFonts w:ascii="Times New Roman" w:eastAsia="Calibri" w:hAnsi="Times New Roman" w:cs="Times New Roman"/>
      <w:b/>
      <w:bCs/>
      <w:sz w:val="32"/>
      <w:szCs w:val="32"/>
    </w:rPr>
  </w:style>
  <w:style w:type="paragraph" w:customStyle="1" w:styleId="quoteonly">
    <w:name w:val="quoteonly"/>
    <w:basedOn w:val="Normal"/>
    <w:next w:val="Normal"/>
    <w:uiPriority w:val="11"/>
    <w:qFormat/>
    <w:rsid w:val="00F9342A"/>
    <w:pPr>
      <w:spacing w:before="240" w:after="240"/>
      <w:ind w:left="851" w:firstLine="0"/>
    </w:pPr>
    <w:rPr>
      <w:i/>
    </w:rPr>
  </w:style>
  <w:style w:type="paragraph" w:customStyle="1" w:styleId="quotefirst">
    <w:name w:val="quotefirst"/>
    <w:basedOn w:val="quotemiddle"/>
    <w:qFormat/>
    <w:rsid w:val="00F9342A"/>
    <w:pPr>
      <w:spacing w:before="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9818631">
      <w:bodyDiv w:val="1"/>
      <w:marLeft w:val="0"/>
      <w:marRight w:val="0"/>
      <w:marTop w:val="0"/>
      <w:marBottom w:val="0"/>
      <w:divBdr>
        <w:top w:val="none" w:sz="0" w:space="0" w:color="auto"/>
        <w:left w:val="none" w:sz="0" w:space="0" w:color="auto"/>
        <w:bottom w:val="none" w:sz="0" w:space="0" w:color="auto"/>
        <w:right w:val="none" w:sz="0" w:space="0" w:color="auto"/>
      </w:divBdr>
      <w:divsChild>
        <w:div w:id="96681722">
          <w:marLeft w:val="0"/>
          <w:marRight w:val="0"/>
          <w:marTop w:val="0"/>
          <w:marBottom w:val="0"/>
          <w:divBdr>
            <w:top w:val="none" w:sz="0" w:space="0" w:color="auto"/>
            <w:left w:val="none" w:sz="0" w:space="0" w:color="auto"/>
            <w:bottom w:val="none" w:sz="0" w:space="0" w:color="auto"/>
            <w:right w:val="none" w:sz="0" w:space="0" w:color="auto"/>
          </w:divBdr>
          <w:divsChild>
            <w:div w:id="1625237178">
              <w:marLeft w:val="0"/>
              <w:marRight w:val="0"/>
              <w:marTop w:val="0"/>
              <w:marBottom w:val="0"/>
              <w:divBdr>
                <w:top w:val="none" w:sz="0" w:space="0" w:color="auto"/>
                <w:left w:val="none" w:sz="0" w:space="0" w:color="auto"/>
                <w:bottom w:val="none" w:sz="0" w:space="0" w:color="auto"/>
                <w:right w:val="none" w:sz="0" w:space="0" w:color="auto"/>
              </w:divBdr>
            </w:div>
            <w:div w:id="1404375792">
              <w:marLeft w:val="0"/>
              <w:marRight w:val="0"/>
              <w:marTop w:val="0"/>
              <w:marBottom w:val="0"/>
              <w:divBdr>
                <w:top w:val="none" w:sz="0" w:space="0" w:color="auto"/>
                <w:left w:val="none" w:sz="0" w:space="0" w:color="auto"/>
                <w:bottom w:val="none" w:sz="0" w:space="0" w:color="auto"/>
                <w:right w:val="none" w:sz="0" w:space="0" w:color="auto"/>
              </w:divBdr>
              <w:divsChild>
                <w:div w:id="1051347575">
                  <w:marLeft w:val="0"/>
                  <w:marRight w:val="0"/>
                  <w:marTop w:val="0"/>
                  <w:marBottom w:val="0"/>
                  <w:divBdr>
                    <w:top w:val="none" w:sz="0" w:space="0" w:color="auto"/>
                    <w:left w:val="none" w:sz="0" w:space="0" w:color="auto"/>
                    <w:bottom w:val="none" w:sz="0" w:space="0" w:color="auto"/>
                    <w:right w:val="none" w:sz="0" w:space="0" w:color="auto"/>
                  </w:divBdr>
                  <w:divsChild>
                    <w:div w:id="1662467335">
                      <w:marLeft w:val="0"/>
                      <w:marRight w:val="0"/>
                      <w:marTop w:val="0"/>
                      <w:marBottom w:val="0"/>
                      <w:divBdr>
                        <w:top w:val="none" w:sz="0" w:space="0" w:color="auto"/>
                        <w:left w:val="none" w:sz="0" w:space="0" w:color="auto"/>
                        <w:bottom w:val="none" w:sz="0" w:space="0" w:color="auto"/>
                        <w:right w:val="none" w:sz="0" w:space="0" w:color="auto"/>
                      </w:divBdr>
                      <w:divsChild>
                        <w:div w:id="1360663909">
                          <w:marLeft w:val="0"/>
                          <w:marRight w:val="0"/>
                          <w:marTop w:val="0"/>
                          <w:marBottom w:val="0"/>
                          <w:divBdr>
                            <w:top w:val="none" w:sz="0" w:space="0" w:color="auto"/>
                            <w:left w:val="none" w:sz="0" w:space="0" w:color="auto"/>
                            <w:bottom w:val="none" w:sz="0" w:space="0" w:color="auto"/>
                            <w:right w:val="none" w:sz="0" w:space="0" w:color="auto"/>
                          </w:divBdr>
                          <w:divsChild>
                            <w:div w:id="195317838">
                              <w:marLeft w:val="0"/>
                              <w:marRight w:val="0"/>
                              <w:marTop w:val="0"/>
                              <w:marBottom w:val="0"/>
                              <w:divBdr>
                                <w:top w:val="none" w:sz="0" w:space="0" w:color="auto"/>
                                <w:left w:val="none" w:sz="0" w:space="0" w:color="auto"/>
                                <w:bottom w:val="none" w:sz="0" w:space="0" w:color="auto"/>
                                <w:right w:val="none" w:sz="0" w:space="0" w:color="auto"/>
                              </w:divBdr>
                              <w:divsChild>
                                <w:div w:id="833762445">
                                  <w:marLeft w:val="0"/>
                                  <w:marRight w:val="0"/>
                                  <w:marTop w:val="0"/>
                                  <w:marBottom w:val="0"/>
                                  <w:divBdr>
                                    <w:top w:val="none" w:sz="0" w:space="0" w:color="auto"/>
                                    <w:left w:val="none" w:sz="0" w:space="0" w:color="auto"/>
                                    <w:bottom w:val="none" w:sz="0" w:space="0" w:color="auto"/>
                                    <w:right w:val="none" w:sz="0" w:space="0" w:color="auto"/>
                                  </w:divBdr>
                                  <w:divsChild>
                                    <w:div w:id="807866954">
                                      <w:marLeft w:val="0"/>
                                      <w:marRight w:val="0"/>
                                      <w:marTop w:val="0"/>
                                      <w:marBottom w:val="0"/>
                                      <w:divBdr>
                                        <w:top w:val="none" w:sz="0" w:space="0" w:color="auto"/>
                                        <w:left w:val="none" w:sz="0" w:space="0" w:color="auto"/>
                                        <w:bottom w:val="none" w:sz="0" w:space="0" w:color="auto"/>
                                        <w:right w:val="none" w:sz="0" w:space="0" w:color="auto"/>
                                      </w:divBdr>
                                      <w:divsChild>
                                        <w:div w:id="1057320882">
                                          <w:marLeft w:val="0"/>
                                          <w:marRight w:val="0"/>
                                          <w:marTop w:val="0"/>
                                          <w:marBottom w:val="0"/>
                                          <w:divBdr>
                                            <w:top w:val="none" w:sz="0" w:space="0" w:color="auto"/>
                                            <w:left w:val="none" w:sz="0" w:space="0" w:color="auto"/>
                                            <w:bottom w:val="none" w:sz="0" w:space="0" w:color="auto"/>
                                            <w:right w:val="none" w:sz="0" w:space="0" w:color="auto"/>
                                          </w:divBdr>
                                          <w:divsChild>
                                            <w:div w:id="705374309">
                                              <w:marLeft w:val="0"/>
                                              <w:marRight w:val="0"/>
                                              <w:marTop w:val="0"/>
                                              <w:marBottom w:val="0"/>
                                              <w:divBdr>
                                                <w:top w:val="none" w:sz="0" w:space="0" w:color="auto"/>
                                                <w:left w:val="none" w:sz="0" w:space="0" w:color="auto"/>
                                                <w:bottom w:val="single" w:sz="6" w:space="2" w:color="E2E2E2"/>
                                                <w:right w:val="none" w:sz="0" w:space="0" w:color="auto"/>
                                              </w:divBdr>
                                              <w:divsChild>
                                                <w:div w:id="10961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265635">
                                  <w:marLeft w:val="0"/>
                                  <w:marRight w:val="0"/>
                                  <w:marTop w:val="0"/>
                                  <w:marBottom w:val="0"/>
                                  <w:divBdr>
                                    <w:top w:val="none" w:sz="0" w:space="0" w:color="auto"/>
                                    <w:left w:val="none" w:sz="0" w:space="0" w:color="auto"/>
                                    <w:bottom w:val="none" w:sz="0" w:space="0" w:color="auto"/>
                                    <w:right w:val="none" w:sz="0" w:space="0" w:color="auto"/>
                                  </w:divBdr>
                                  <w:divsChild>
                                    <w:div w:id="1275478245">
                                      <w:marLeft w:val="0"/>
                                      <w:marRight w:val="0"/>
                                      <w:marTop w:val="0"/>
                                      <w:marBottom w:val="0"/>
                                      <w:divBdr>
                                        <w:top w:val="none" w:sz="0" w:space="0" w:color="auto"/>
                                        <w:left w:val="none" w:sz="0" w:space="0" w:color="auto"/>
                                        <w:bottom w:val="none" w:sz="0" w:space="0" w:color="auto"/>
                                        <w:right w:val="none" w:sz="0" w:space="0" w:color="auto"/>
                                      </w:divBdr>
                                      <w:divsChild>
                                        <w:div w:id="1968126421">
                                          <w:marLeft w:val="0"/>
                                          <w:marRight w:val="0"/>
                                          <w:marTop w:val="0"/>
                                          <w:marBottom w:val="0"/>
                                          <w:divBdr>
                                            <w:top w:val="none" w:sz="0" w:space="0" w:color="auto"/>
                                            <w:left w:val="none" w:sz="0" w:space="0" w:color="auto"/>
                                            <w:bottom w:val="none" w:sz="0" w:space="0" w:color="auto"/>
                                            <w:right w:val="none" w:sz="0" w:space="0" w:color="auto"/>
                                          </w:divBdr>
                                          <w:divsChild>
                                            <w:div w:id="739327016">
                                              <w:marLeft w:val="0"/>
                                              <w:marRight w:val="0"/>
                                              <w:marTop w:val="0"/>
                                              <w:marBottom w:val="0"/>
                                              <w:divBdr>
                                                <w:top w:val="none" w:sz="0" w:space="0" w:color="auto"/>
                                                <w:left w:val="none" w:sz="0" w:space="0" w:color="auto"/>
                                                <w:bottom w:val="none" w:sz="0" w:space="0" w:color="auto"/>
                                                <w:right w:val="none" w:sz="0" w:space="0" w:color="auto"/>
                                              </w:divBdr>
                                              <w:divsChild>
                                                <w:div w:id="206988040">
                                                  <w:marLeft w:val="0"/>
                                                  <w:marRight w:val="0"/>
                                                  <w:marTop w:val="0"/>
                                                  <w:marBottom w:val="0"/>
                                                  <w:divBdr>
                                                    <w:top w:val="none" w:sz="0" w:space="0" w:color="auto"/>
                                                    <w:left w:val="none" w:sz="0" w:space="0" w:color="auto"/>
                                                    <w:bottom w:val="none" w:sz="0" w:space="0" w:color="auto"/>
                                                    <w:right w:val="none" w:sz="0" w:space="0" w:color="auto"/>
                                                  </w:divBdr>
                                                  <w:divsChild>
                                                    <w:div w:id="1630820869">
                                                      <w:marLeft w:val="0"/>
                                                      <w:marRight w:val="0"/>
                                                      <w:marTop w:val="75"/>
                                                      <w:marBottom w:val="0"/>
                                                      <w:divBdr>
                                                        <w:top w:val="none" w:sz="0" w:space="0" w:color="auto"/>
                                                        <w:left w:val="none" w:sz="0" w:space="0" w:color="auto"/>
                                                        <w:bottom w:val="none" w:sz="0" w:space="0" w:color="auto"/>
                                                        <w:right w:val="none" w:sz="0" w:space="0" w:color="auto"/>
                                                      </w:divBdr>
                                                      <w:divsChild>
                                                        <w:div w:id="309293690">
                                                          <w:marLeft w:val="0"/>
                                                          <w:marRight w:val="0"/>
                                                          <w:marTop w:val="0"/>
                                                          <w:marBottom w:val="0"/>
                                                          <w:divBdr>
                                                            <w:top w:val="none" w:sz="0" w:space="0" w:color="auto"/>
                                                            <w:left w:val="none" w:sz="0" w:space="0" w:color="auto"/>
                                                            <w:bottom w:val="none" w:sz="0" w:space="0" w:color="auto"/>
                                                            <w:right w:val="none" w:sz="0" w:space="0" w:color="auto"/>
                                                          </w:divBdr>
                                                        </w:div>
                                                        <w:div w:id="1458986664">
                                                          <w:marLeft w:val="0"/>
                                                          <w:marRight w:val="0"/>
                                                          <w:marTop w:val="0"/>
                                                          <w:marBottom w:val="0"/>
                                                          <w:divBdr>
                                                            <w:top w:val="none" w:sz="0" w:space="0" w:color="auto"/>
                                                            <w:left w:val="none" w:sz="0" w:space="0" w:color="auto"/>
                                                            <w:bottom w:val="none" w:sz="0" w:space="0" w:color="auto"/>
                                                            <w:right w:val="none" w:sz="0" w:space="0" w:color="auto"/>
                                                          </w:divBdr>
                                                        </w:div>
                                                        <w:div w:id="1831099032">
                                                          <w:marLeft w:val="0"/>
                                                          <w:marRight w:val="0"/>
                                                          <w:marTop w:val="0"/>
                                                          <w:marBottom w:val="0"/>
                                                          <w:divBdr>
                                                            <w:top w:val="none" w:sz="0" w:space="0" w:color="auto"/>
                                                            <w:left w:val="none" w:sz="0" w:space="0" w:color="auto"/>
                                                            <w:bottom w:val="none" w:sz="0" w:space="0" w:color="auto"/>
                                                            <w:right w:val="none" w:sz="0" w:space="0" w:color="auto"/>
                                                          </w:divBdr>
                                                          <w:divsChild>
                                                            <w:div w:id="517735120">
                                                              <w:marLeft w:val="0"/>
                                                              <w:marRight w:val="0"/>
                                                              <w:marTop w:val="0"/>
                                                              <w:marBottom w:val="0"/>
                                                              <w:divBdr>
                                                                <w:top w:val="none" w:sz="0" w:space="0" w:color="auto"/>
                                                                <w:left w:val="none" w:sz="0" w:space="0" w:color="auto"/>
                                                                <w:bottom w:val="none" w:sz="0" w:space="0" w:color="auto"/>
                                                                <w:right w:val="none" w:sz="0" w:space="0" w:color="auto"/>
                                                              </w:divBdr>
                                                              <w:divsChild>
                                                                <w:div w:id="870609432">
                                                                  <w:marLeft w:val="0"/>
                                                                  <w:marRight w:val="0"/>
                                                                  <w:marTop w:val="300"/>
                                                                  <w:marBottom w:val="480"/>
                                                                  <w:divBdr>
                                                                    <w:top w:val="none" w:sz="0" w:space="0" w:color="auto"/>
                                                                    <w:left w:val="none" w:sz="0" w:space="0" w:color="auto"/>
                                                                    <w:bottom w:val="none" w:sz="0" w:space="0" w:color="auto"/>
                                                                    <w:right w:val="none" w:sz="0" w:space="0" w:color="auto"/>
                                                                  </w:divBdr>
                                                                  <w:divsChild>
                                                                    <w:div w:id="91702392">
                                                                      <w:marLeft w:val="0"/>
                                                                      <w:marRight w:val="0"/>
                                                                      <w:marTop w:val="0"/>
                                                                      <w:marBottom w:val="0"/>
                                                                      <w:divBdr>
                                                                        <w:top w:val="none" w:sz="0" w:space="0" w:color="auto"/>
                                                                        <w:left w:val="none" w:sz="0" w:space="0" w:color="auto"/>
                                                                        <w:bottom w:val="none" w:sz="0" w:space="0" w:color="auto"/>
                                                                        <w:right w:val="none" w:sz="0" w:space="0" w:color="auto"/>
                                                                      </w:divBdr>
                                                                    </w:div>
                                                                    <w:div w:id="1436636264">
                                                                      <w:marLeft w:val="300"/>
                                                                      <w:marRight w:val="300"/>
                                                                      <w:marTop w:val="150"/>
                                                                      <w:marBottom w:val="0"/>
                                                                      <w:divBdr>
                                                                        <w:top w:val="none" w:sz="0" w:space="0" w:color="auto"/>
                                                                        <w:left w:val="none" w:sz="0" w:space="0" w:color="auto"/>
                                                                        <w:bottom w:val="none" w:sz="0" w:space="0" w:color="auto"/>
                                                                        <w:right w:val="none" w:sz="0" w:space="0" w:color="auto"/>
                                                                      </w:divBdr>
                                                                    </w:div>
                                                                  </w:divsChild>
                                                                </w:div>
                                                              </w:divsChild>
                                                            </w:div>
                                                          </w:divsChild>
                                                        </w:div>
                                                        <w:div w:id="1892231293">
                                                          <w:marLeft w:val="0"/>
                                                          <w:marRight w:val="0"/>
                                                          <w:marTop w:val="0"/>
                                                          <w:marBottom w:val="0"/>
                                                          <w:divBdr>
                                                            <w:top w:val="none" w:sz="0" w:space="0" w:color="auto"/>
                                                            <w:left w:val="none" w:sz="0" w:space="0" w:color="auto"/>
                                                            <w:bottom w:val="none" w:sz="0" w:space="0" w:color="auto"/>
                                                            <w:right w:val="none" w:sz="0" w:space="0" w:color="auto"/>
                                                          </w:divBdr>
                                                          <w:divsChild>
                                                            <w:div w:id="584073458">
                                                              <w:marLeft w:val="0"/>
                                                              <w:marRight w:val="0"/>
                                                              <w:marTop w:val="0"/>
                                                              <w:marBottom w:val="225"/>
                                                              <w:divBdr>
                                                                <w:top w:val="none" w:sz="0" w:space="0" w:color="auto"/>
                                                                <w:left w:val="none" w:sz="0" w:space="0" w:color="auto"/>
                                                                <w:bottom w:val="none" w:sz="0" w:space="0" w:color="auto"/>
                                                                <w:right w:val="none" w:sz="0" w:space="0" w:color="auto"/>
                                                              </w:divBdr>
                                                            </w:div>
                                                            <w:div w:id="2064595498">
                                                              <w:marLeft w:val="0"/>
                                                              <w:marRight w:val="0"/>
                                                              <w:marTop w:val="0"/>
                                                              <w:marBottom w:val="0"/>
                                                              <w:divBdr>
                                                                <w:top w:val="none" w:sz="0" w:space="0" w:color="auto"/>
                                                                <w:left w:val="none" w:sz="0" w:space="0" w:color="auto"/>
                                                                <w:bottom w:val="none" w:sz="0" w:space="0" w:color="auto"/>
                                                                <w:right w:val="none" w:sz="0" w:space="0" w:color="auto"/>
                                                              </w:divBdr>
                                                              <w:divsChild>
                                                                <w:div w:id="6981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5295726">
                                                  <w:marLeft w:val="0"/>
                                                  <w:marRight w:val="0"/>
                                                  <w:marTop w:val="0"/>
                                                  <w:marBottom w:val="0"/>
                                                  <w:divBdr>
                                                    <w:top w:val="none" w:sz="0" w:space="0" w:color="auto"/>
                                                    <w:left w:val="none" w:sz="0" w:space="0" w:color="auto"/>
                                                    <w:bottom w:val="none" w:sz="0" w:space="0" w:color="auto"/>
                                                    <w:right w:val="none" w:sz="0" w:space="0" w:color="auto"/>
                                                  </w:divBdr>
                                                  <w:divsChild>
                                                    <w:div w:id="550579077">
                                                      <w:marLeft w:val="0"/>
                                                      <w:marRight w:val="0"/>
                                                      <w:marTop w:val="0"/>
                                                      <w:marBottom w:val="0"/>
                                                      <w:divBdr>
                                                        <w:top w:val="none" w:sz="0" w:space="0" w:color="auto"/>
                                                        <w:left w:val="none" w:sz="0" w:space="0" w:color="auto"/>
                                                        <w:bottom w:val="none" w:sz="0" w:space="0" w:color="auto"/>
                                                        <w:right w:val="none" w:sz="0" w:space="0" w:color="auto"/>
                                                      </w:divBdr>
                                                      <w:divsChild>
                                                        <w:div w:id="1417240887">
                                                          <w:marLeft w:val="0"/>
                                                          <w:marRight w:val="0"/>
                                                          <w:marTop w:val="0"/>
                                                          <w:marBottom w:val="0"/>
                                                          <w:divBdr>
                                                            <w:top w:val="none" w:sz="0" w:space="0" w:color="auto"/>
                                                            <w:left w:val="none" w:sz="0" w:space="0" w:color="auto"/>
                                                            <w:bottom w:val="none" w:sz="0" w:space="0" w:color="auto"/>
                                                            <w:right w:val="none" w:sz="0" w:space="0" w:color="auto"/>
                                                          </w:divBdr>
                                                          <w:divsChild>
                                                            <w:div w:id="1288853725">
                                                              <w:marLeft w:val="0"/>
                                                              <w:marRight w:val="0"/>
                                                              <w:marTop w:val="0"/>
                                                              <w:marBottom w:val="0"/>
                                                              <w:divBdr>
                                                                <w:top w:val="none" w:sz="0" w:space="0" w:color="auto"/>
                                                                <w:left w:val="none" w:sz="0" w:space="0" w:color="auto"/>
                                                                <w:bottom w:val="none" w:sz="0" w:space="0" w:color="auto"/>
                                                                <w:right w:val="none" w:sz="0" w:space="0" w:color="auto"/>
                                                              </w:divBdr>
                                                            </w:div>
                                                            <w:div w:id="1031078096">
                                                              <w:marLeft w:val="0"/>
                                                              <w:marRight w:val="0"/>
                                                              <w:marTop w:val="0"/>
                                                              <w:marBottom w:val="0"/>
                                                              <w:divBdr>
                                                                <w:top w:val="none" w:sz="0" w:space="0" w:color="auto"/>
                                                                <w:left w:val="none" w:sz="0" w:space="0" w:color="auto"/>
                                                                <w:bottom w:val="none" w:sz="0" w:space="0" w:color="auto"/>
                                                                <w:right w:val="none" w:sz="0" w:space="0" w:color="auto"/>
                                                              </w:divBdr>
                                                            </w:div>
                                                            <w:div w:id="700937632">
                                                              <w:marLeft w:val="0"/>
                                                              <w:marRight w:val="0"/>
                                                              <w:marTop w:val="0"/>
                                                              <w:marBottom w:val="0"/>
                                                              <w:divBdr>
                                                                <w:top w:val="none" w:sz="0" w:space="0" w:color="auto"/>
                                                                <w:left w:val="none" w:sz="0" w:space="0" w:color="auto"/>
                                                                <w:bottom w:val="none" w:sz="0" w:space="0" w:color="auto"/>
                                                                <w:right w:val="none" w:sz="0" w:space="0" w:color="auto"/>
                                                              </w:divBdr>
                                                            </w:div>
                                                            <w:div w:id="901602229">
                                                              <w:marLeft w:val="300"/>
                                                              <w:marRight w:val="300"/>
                                                              <w:marTop w:val="0"/>
                                                              <w:marBottom w:val="0"/>
                                                              <w:divBdr>
                                                                <w:top w:val="none" w:sz="0" w:space="0" w:color="auto"/>
                                                                <w:left w:val="none" w:sz="0" w:space="0" w:color="auto"/>
                                                                <w:bottom w:val="none" w:sz="0" w:space="0" w:color="auto"/>
                                                                <w:right w:val="none" w:sz="0" w:space="0" w:color="auto"/>
                                                              </w:divBdr>
                                                            </w:div>
                                                            <w:div w:id="1308510251">
                                                              <w:marLeft w:val="300"/>
                                                              <w:marRight w:val="300"/>
                                                              <w:marTop w:val="0"/>
                                                              <w:marBottom w:val="0"/>
                                                              <w:divBdr>
                                                                <w:top w:val="none" w:sz="0" w:space="0" w:color="auto"/>
                                                                <w:left w:val="none" w:sz="0" w:space="0" w:color="auto"/>
                                                                <w:bottom w:val="none" w:sz="0" w:space="0" w:color="auto"/>
                                                                <w:right w:val="none" w:sz="0" w:space="0" w:color="auto"/>
                                                              </w:divBdr>
                                                            </w:div>
                                                            <w:div w:id="631593809">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826827798">
                                                      <w:marLeft w:val="0"/>
                                                      <w:marRight w:val="0"/>
                                                      <w:marTop w:val="0"/>
                                                      <w:marBottom w:val="0"/>
                                                      <w:divBdr>
                                                        <w:top w:val="none" w:sz="0" w:space="0" w:color="auto"/>
                                                        <w:left w:val="none" w:sz="0" w:space="0" w:color="auto"/>
                                                        <w:bottom w:val="none" w:sz="0" w:space="0" w:color="auto"/>
                                                        <w:right w:val="none" w:sz="0" w:space="0" w:color="auto"/>
                                                      </w:divBdr>
                                                      <w:divsChild>
                                                        <w:div w:id="114494653">
                                                          <w:marLeft w:val="0"/>
                                                          <w:marRight w:val="0"/>
                                                          <w:marTop w:val="0"/>
                                                          <w:marBottom w:val="0"/>
                                                          <w:divBdr>
                                                            <w:top w:val="none" w:sz="0" w:space="0" w:color="auto"/>
                                                            <w:left w:val="none" w:sz="0" w:space="0" w:color="auto"/>
                                                            <w:bottom w:val="none" w:sz="0" w:space="0" w:color="auto"/>
                                                            <w:right w:val="none" w:sz="0" w:space="0" w:color="auto"/>
                                                          </w:divBdr>
                                                          <w:divsChild>
                                                            <w:div w:id="606886398">
                                                              <w:marLeft w:val="0"/>
                                                              <w:marRight w:val="0"/>
                                                              <w:marTop w:val="0"/>
                                                              <w:marBottom w:val="0"/>
                                                              <w:divBdr>
                                                                <w:top w:val="none" w:sz="0" w:space="0" w:color="auto"/>
                                                                <w:left w:val="none" w:sz="0" w:space="0" w:color="auto"/>
                                                                <w:bottom w:val="none" w:sz="0" w:space="0" w:color="auto"/>
                                                                <w:right w:val="none" w:sz="0" w:space="0" w:color="auto"/>
                                                              </w:divBdr>
                                                            </w:div>
                                                            <w:div w:id="233203777">
                                                              <w:marLeft w:val="0"/>
                                                              <w:marRight w:val="0"/>
                                                              <w:marTop w:val="0"/>
                                                              <w:marBottom w:val="0"/>
                                                              <w:divBdr>
                                                                <w:top w:val="none" w:sz="0" w:space="0" w:color="auto"/>
                                                                <w:left w:val="none" w:sz="0" w:space="0" w:color="auto"/>
                                                                <w:bottom w:val="none" w:sz="0" w:space="0" w:color="auto"/>
                                                                <w:right w:val="none" w:sz="0" w:space="0" w:color="auto"/>
                                                              </w:divBdr>
                                                            </w:div>
                                                            <w:div w:id="622152982">
                                                              <w:marLeft w:val="0"/>
                                                              <w:marRight w:val="0"/>
                                                              <w:marTop w:val="0"/>
                                                              <w:marBottom w:val="0"/>
                                                              <w:divBdr>
                                                                <w:top w:val="none" w:sz="0" w:space="0" w:color="auto"/>
                                                                <w:left w:val="none" w:sz="0" w:space="0" w:color="auto"/>
                                                                <w:bottom w:val="none" w:sz="0" w:space="0" w:color="auto"/>
                                                                <w:right w:val="none" w:sz="0" w:space="0" w:color="auto"/>
                                                              </w:divBdr>
                                                            </w:div>
                                                            <w:div w:id="1388723251">
                                                              <w:marLeft w:val="300"/>
                                                              <w:marRight w:val="300"/>
                                                              <w:marTop w:val="0"/>
                                                              <w:marBottom w:val="0"/>
                                                              <w:divBdr>
                                                                <w:top w:val="none" w:sz="0" w:space="0" w:color="auto"/>
                                                                <w:left w:val="none" w:sz="0" w:space="0" w:color="auto"/>
                                                                <w:bottom w:val="none" w:sz="0" w:space="0" w:color="auto"/>
                                                                <w:right w:val="none" w:sz="0" w:space="0" w:color="auto"/>
                                                              </w:divBdr>
                                                            </w:div>
                                                            <w:div w:id="193927507">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518546245">
                                                      <w:marLeft w:val="0"/>
                                                      <w:marRight w:val="0"/>
                                                      <w:marTop w:val="0"/>
                                                      <w:marBottom w:val="0"/>
                                                      <w:divBdr>
                                                        <w:top w:val="none" w:sz="0" w:space="0" w:color="auto"/>
                                                        <w:left w:val="none" w:sz="0" w:space="0" w:color="auto"/>
                                                        <w:bottom w:val="none" w:sz="0" w:space="0" w:color="auto"/>
                                                        <w:right w:val="none" w:sz="0" w:space="0" w:color="auto"/>
                                                      </w:divBdr>
                                                      <w:divsChild>
                                                        <w:div w:id="248806307">
                                                          <w:marLeft w:val="0"/>
                                                          <w:marRight w:val="0"/>
                                                          <w:marTop w:val="0"/>
                                                          <w:marBottom w:val="0"/>
                                                          <w:divBdr>
                                                            <w:top w:val="none" w:sz="0" w:space="0" w:color="auto"/>
                                                            <w:left w:val="none" w:sz="0" w:space="0" w:color="auto"/>
                                                            <w:bottom w:val="none" w:sz="0" w:space="0" w:color="auto"/>
                                                            <w:right w:val="none" w:sz="0" w:space="0" w:color="auto"/>
                                                          </w:divBdr>
                                                          <w:divsChild>
                                                            <w:div w:id="1066799721">
                                                              <w:marLeft w:val="0"/>
                                                              <w:marRight w:val="0"/>
                                                              <w:marTop w:val="0"/>
                                                              <w:marBottom w:val="0"/>
                                                              <w:divBdr>
                                                                <w:top w:val="none" w:sz="0" w:space="0" w:color="auto"/>
                                                                <w:left w:val="none" w:sz="0" w:space="0" w:color="auto"/>
                                                                <w:bottom w:val="none" w:sz="0" w:space="0" w:color="auto"/>
                                                                <w:right w:val="none" w:sz="0" w:space="0" w:color="auto"/>
                                                              </w:divBdr>
                                                            </w:div>
                                                            <w:div w:id="1142574258">
                                                              <w:marLeft w:val="0"/>
                                                              <w:marRight w:val="0"/>
                                                              <w:marTop w:val="0"/>
                                                              <w:marBottom w:val="0"/>
                                                              <w:divBdr>
                                                                <w:top w:val="none" w:sz="0" w:space="0" w:color="auto"/>
                                                                <w:left w:val="none" w:sz="0" w:space="0" w:color="auto"/>
                                                                <w:bottom w:val="none" w:sz="0" w:space="0" w:color="auto"/>
                                                                <w:right w:val="none" w:sz="0" w:space="0" w:color="auto"/>
                                                              </w:divBdr>
                                                            </w:div>
                                                            <w:div w:id="1423405973">
                                                              <w:marLeft w:val="0"/>
                                                              <w:marRight w:val="0"/>
                                                              <w:marTop w:val="0"/>
                                                              <w:marBottom w:val="0"/>
                                                              <w:divBdr>
                                                                <w:top w:val="none" w:sz="0" w:space="0" w:color="auto"/>
                                                                <w:left w:val="none" w:sz="0" w:space="0" w:color="auto"/>
                                                                <w:bottom w:val="none" w:sz="0" w:space="0" w:color="auto"/>
                                                                <w:right w:val="none" w:sz="0" w:space="0" w:color="auto"/>
                                                              </w:divBdr>
                                                            </w:div>
                                                            <w:div w:id="1262301670">
                                                              <w:marLeft w:val="0"/>
                                                              <w:marRight w:val="0"/>
                                                              <w:marTop w:val="0"/>
                                                              <w:marBottom w:val="0"/>
                                                              <w:divBdr>
                                                                <w:top w:val="none" w:sz="0" w:space="0" w:color="auto"/>
                                                                <w:left w:val="none" w:sz="0" w:space="0" w:color="auto"/>
                                                                <w:bottom w:val="none" w:sz="0" w:space="0" w:color="auto"/>
                                                                <w:right w:val="none" w:sz="0" w:space="0" w:color="auto"/>
                                                              </w:divBdr>
                                                            </w:div>
                                                            <w:div w:id="1489204273">
                                                              <w:marLeft w:val="300"/>
                                                              <w:marRight w:val="300"/>
                                                              <w:marTop w:val="0"/>
                                                              <w:marBottom w:val="0"/>
                                                              <w:divBdr>
                                                                <w:top w:val="none" w:sz="0" w:space="0" w:color="auto"/>
                                                                <w:left w:val="none" w:sz="0" w:space="0" w:color="auto"/>
                                                                <w:bottom w:val="none" w:sz="0" w:space="0" w:color="auto"/>
                                                                <w:right w:val="none" w:sz="0" w:space="0" w:color="auto"/>
                                                              </w:divBdr>
                                                            </w:div>
                                                            <w:div w:id="942229679">
                                                              <w:marLeft w:val="300"/>
                                                              <w:marRight w:val="300"/>
                                                              <w:marTop w:val="0"/>
                                                              <w:marBottom w:val="0"/>
                                                              <w:divBdr>
                                                                <w:top w:val="none" w:sz="0" w:space="0" w:color="auto"/>
                                                                <w:left w:val="none" w:sz="0" w:space="0" w:color="auto"/>
                                                                <w:bottom w:val="none" w:sz="0" w:space="0" w:color="auto"/>
                                                                <w:right w:val="none" w:sz="0" w:space="0" w:color="auto"/>
                                                              </w:divBdr>
                                                            </w:div>
                                                            <w:div w:id="1918981246">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272787573">
                                                      <w:marLeft w:val="0"/>
                                                      <w:marRight w:val="0"/>
                                                      <w:marTop w:val="0"/>
                                                      <w:marBottom w:val="0"/>
                                                      <w:divBdr>
                                                        <w:top w:val="none" w:sz="0" w:space="0" w:color="auto"/>
                                                        <w:left w:val="none" w:sz="0" w:space="0" w:color="auto"/>
                                                        <w:bottom w:val="none" w:sz="0" w:space="0" w:color="auto"/>
                                                        <w:right w:val="none" w:sz="0" w:space="0" w:color="auto"/>
                                                      </w:divBdr>
                                                      <w:divsChild>
                                                        <w:div w:id="933899582">
                                                          <w:marLeft w:val="0"/>
                                                          <w:marRight w:val="0"/>
                                                          <w:marTop w:val="0"/>
                                                          <w:marBottom w:val="0"/>
                                                          <w:divBdr>
                                                            <w:top w:val="none" w:sz="0" w:space="0" w:color="auto"/>
                                                            <w:left w:val="none" w:sz="0" w:space="0" w:color="auto"/>
                                                            <w:bottom w:val="none" w:sz="0" w:space="0" w:color="auto"/>
                                                            <w:right w:val="none" w:sz="0" w:space="0" w:color="auto"/>
                                                          </w:divBdr>
                                                          <w:divsChild>
                                                            <w:div w:id="1350136561">
                                                              <w:marLeft w:val="0"/>
                                                              <w:marRight w:val="0"/>
                                                              <w:marTop w:val="0"/>
                                                              <w:marBottom w:val="0"/>
                                                              <w:divBdr>
                                                                <w:top w:val="none" w:sz="0" w:space="0" w:color="auto"/>
                                                                <w:left w:val="none" w:sz="0" w:space="0" w:color="auto"/>
                                                                <w:bottom w:val="none" w:sz="0" w:space="0" w:color="auto"/>
                                                                <w:right w:val="none" w:sz="0" w:space="0" w:color="auto"/>
                                                              </w:divBdr>
                                                            </w:div>
                                                            <w:div w:id="1025591891">
                                                              <w:marLeft w:val="0"/>
                                                              <w:marRight w:val="0"/>
                                                              <w:marTop w:val="0"/>
                                                              <w:marBottom w:val="0"/>
                                                              <w:divBdr>
                                                                <w:top w:val="none" w:sz="0" w:space="0" w:color="auto"/>
                                                                <w:left w:val="none" w:sz="0" w:space="0" w:color="auto"/>
                                                                <w:bottom w:val="none" w:sz="0" w:space="0" w:color="auto"/>
                                                                <w:right w:val="none" w:sz="0" w:space="0" w:color="auto"/>
                                                              </w:divBdr>
                                                            </w:div>
                                                            <w:div w:id="2051496681">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313149109">
                                                  <w:marLeft w:val="0"/>
                                                  <w:marRight w:val="0"/>
                                                  <w:marTop w:val="0"/>
                                                  <w:marBottom w:val="0"/>
                                                  <w:divBdr>
                                                    <w:top w:val="none" w:sz="0" w:space="0" w:color="auto"/>
                                                    <w:left w:val="none" w:sz="0" w:space="0" w:color="auto"/>
                                                    <w:bottom w:val="none" w:sz="0" w:space="0" w:color="auto"/>
                                                    <w:right w:val="none" w:sz="0" w:space="0" w:color="auto"/>
                                                  </w:divBdr>
                                                  <w:divsChild>
                                                    <w:div w:id="184290362">
                                                      <w:marLeft w:val="0"/>
                                                      <w:marRight w:val="0"/>
                                                      <w:marTop w:val="0"/>
                                                      <w:marBottom w:val="0"/>
                                                      <w:divBdr>
                                                        <w:top w:val="none" w:sz="0" w:space="0" w:color="auto"/>
                                                        <w:left w:val="none" w:sz="0" w:space="0" w:color="auto"/>
                                                        <w:bottom w:val="none" w:sz="0" w:space="0" w:color="auto"/>
                                                        <w:right w:val="none" w:sz="0" w:space="0" w:color="auto"/>
                                                      </w:divBdr>
                                                      <w:divsChild>
                                                        <w:div w:id="63992225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3871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c.com/culture/story/20150902-the-mysterious-origins-of-punctuation" TargetMode="External"/><Relationship Id="rId13" Type="http://schemas.openxmlformats.org/officeDocument/2006/relationships/hyperlink" Target="https://www.nytimes.com/2012/02/28/science/young-women-often-trendsetters-in-vocal-patterns.html?module=inline" TargetMode="External"/><Relationship Id="rId18" Type="http://schemas.openxmlformats.org/officeDocument/2006/relationships/hyperlink" Target="https://cdn2.hubspot.net/hub/53/file-2378784241-jpg/Workflow2_b.jpg?t=1421937647652%26__hstc=20629287.650688120c563e49472cea7d26743f51.1567870626848.1567870626848.1567870626848.1%26__hssc=20629287.1.1567870626850%26__hsfp=2745205416" TargetMode="External"/><Relationship Id="rId3" Type="http://schemas.openxmlformats.org/officeDocument/2006/relationships/settings" Target="settings.xml"/><Relationship Id="rId21" Type="http://schemas.openxmlformats.org/officeDocument/2006/relationships/hyperlink" Target="https://www.nytimes.com/2019/09/18/style/all-the-writers-workshops.html?module=inline" TargetMode="External"/><Relationship Id="rId7" Type="http://schemas.openxmlformats.org/officeDocument/2006/relationships/hyperlink" Target="https://medium.com/%40tamireiss/just-not-sorry-the-backstory-33f54b30fe48" TargetMode="External"/><Relationship Id="rId12" Type="http://schemas.openxmlformats.org/officeDocument/2006/relationships/hyperlink" Target="https://www.nytimes.com/2019/08/16/books/review/because-internet-gretchen-mcculloch.html?module=inline" TargetMode="External"/><Relationship Id="rId17" Type="http://schemas.openxmlformats.org/officeDocument/2006/relationships/hyperlink" Target="https://www.nytimes.com/2019/04/26/arts/music/taylor-swift-me.html?module=inline" TargetMode="External"/><Relationship Id="rId2" Type="http://schemas.openxmlformats.org/officeDocument/2006/relationships/styles" Target="styles.xml"/><Relationship Id="rId16" Type="http://schemas.openxmlformats.org/officeDocument/2006/relationships/hyperlink" Target="https://www.nytimes.com/2019/08/28/arts/music/lana-del-rey-norman-rockwell-album.html?module=inline" TargetMode="External"/><Relationship Id="rId20" Type="http://schemas.openxmlformats.org/officeDocument/2006/relationships/hyperlink" Target="https://www.thecut.com/2019/05/more-exclamation-points-please-office.html" TargetMode="External"/><Relationship Id="rId1" Type="http://schemas.openxmlformats.org/officeDocument/2006/relationships/numbering" Target="numbering.xml"/><Relationship Id="rId6" Type="http://schemas.openxmlformats.org/officeDocument/2006/relationships/hyperlink" Target="https://www.nytimes.com/2019/01/18/style/dating-app-coach-ghostwriter.html?module=inline" TargetMode="External"/><Relationship Id="rId11" Type="http://schemas.openxmlformats.org/officeDocument/2006/relationships/hyperlink" Target="https://www.newstatesman.com/science-tech/internet/2017/07/sorry-bothering-you-emotional-labour-female-emails" TargetMode="External"/><Relationship Id="rId5" Type="http://schemas.openxmlformats.org/officeDocument/2006/relationships/hyperlink" Target="https://www.nytimes.com/by/emma-goldberg" TargetMode="External"/><Relationship Id="rId15" Type="http://schemas.openxmlformats.org/officeDocument/2006/relationships/hyperlink" Target="https://www.theatlantic.com/technology/archive/2018/06/exclamation-point-inflation/563774/" TargetMode="External"/><Relationship Id="rId23" Type="http://schemas.openxmlformats.org/officeDocument/2006/relationships/theme" Target="theme/theme1.xml"/><Relationship Id="rId10" Type="http://schemas.openxmlformats.org/officeDocument/2006/relationships/hyperlink" Target="https://www.semanticscholar.org/paper/Gender-and-the-Use-of-Exclamation-Points-in-An-of-Waseleski/c49f79c60139b4e7663e47c6149b06865698a952" TargetMode="External"/><Relationship Id="rId19" Type="http://schemas.openxmlformats.org/officeDocument/2006/relationships/hyperlink" Target="https://twitter.com/clarepalo/status/1174735492765683713" TargetMode="External"/><Relationship Id="rId4" Type="http://schemas.openxmlformats.org/officeDocument/2006/relationships/webSettings" Target="webSettings.xml"/><Relationship Id="rId9" Type="http://schemas.openxmlformats.org/officeDocument/2006/relationships/hyperlink" Target="https://www.nytimes.com/2001/07/16/arts/writers-writing-easy-adverbs-exclamation-points-especially-hooptedoodle.html?module=inline" TargetMode="External"/><Relationship Id="rId14" Type="http://schemas.openxmlformats.org/officeDocument/2006/relationships/hyperlink" Target="https://learning.blogs.nytimes.com/2012/02/29/fluent-in-vocal-fry-creaky-voice-or-uptalk/"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jd10\AppData\Roaming\Microsoft\Templates\My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MyBookTemplate.dotx</Template>
  <TotalTime>5</TotalTime>
  <Pages>2</Pages>
  <Words>1239</Words>
  <Characters>7064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Goldberg</dc:creator>
  <cp:keywords/>
  <dc:description/>
  <cp:lastModifiedBy>Philip Daniels</cp:lastModifiedBy>
  <cp:revision>4</cp:revision>
  <dcterms:created xsi:type="dcterms:W3CDTF">2019-09-27T21:16:00Z</dcterms:created>
  <dcterms:modified xsi:type="dcterms:W3CDTF">2019-09-27T22:02:00Z</dcterms:modified>
</cp:coreProperties>
</file>